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jc w:val="left"/>
        <w:rPr>
          <w:rFonts w:asciiTheme="minorHAnsi" w:hAnsiTheme="minorHAnsi"/>
          <w:sz w:val="32"/>
          <w:szCs w:val="32"/>
        </w:rPr>
      </w:pPr>
      <w:bookmarkStart w:id="0" w:name="_Hlk132096292"/>
      <w:bookmarkEnd w:id="0"/>
      <w:bookmarkStart w:id="2" w:name="_GoBack"/>
      <w:bookmarkEnd w:id="2"/>
      <w:r>
        <w:rPr>
          <w:rFonts w:asciiTheme="minorHAnsi" w:hAnsiTheme="minorHAnsi"/>
          <w:sz w:val="32"/>
          <w:szCs w:val="32"/>
        </w:rPr>
        <w:t xml:space="preserve"> </w:t>
      </w:r>
    </w:p>
    <w:p>
      <w:pPr>
        <w:pStyle w:val="35"/>
        <w:rPr>
          <w:rFonts w:asciiTheme="minorHAnsi" w:hAnsiTheme="minorHAnsi"/>
          <w:b/>
          <w:sz w:val="32"/>
          <w:szCs w:val="32"/>
        </w:rPr>
      </w:pPr>
      <w:r>
        <w:rPr>
          <w:rFonts w:asciiTheme="minorHAnsi" w:hAnsiTheme="minorHAnsi"/>
          <w:b/>
          <w:sz w:val="32"/>
          <w:szCs w:val="32"/>
        </w:rPr>
        <w:t>Coping Stress on Students Working on Thesis:</w:t>
      </w:r>
    </w:p>
    <w:p>
      <w:pPr>
        <w:pStyle w:val="35"/>
        <w:rPr>
          <w:rFonts w:asciiTheme="minorHAnsi" w:hAnsiTheme="minorHAnsi"/>
          <w:b/>
          <w:sz w:val="32"/>
          <w:szCs w:val="32"/>
        </w:rPr>
      </w:pPr>
      <w:r>
        <w:rPr>
          <w:rFonts w:asciiTheme="minorHAnsi" w:hAnsiTheme="minorHAnsi"/>
          <w:b/>
          <w:sz w:val="32"/>
          <w:szCs w:val="32"/>
        </w:rPr>
        <w:t>Is it Related to Social Support?</w:t>
      </w:r>
    </w:p>
    <w:p>
      <w:pPr>
        <w:pStyle w:val="35"/>
        <w:jc w:val="left"/>
        <w:rPr>
          <w:rFonts w:asciiTheme="minorHAnsi" w:hAnsiTheme="minorHAnsi"/>
          <w:b/>
          <w:sz w:val="28"/>
          <w:szCs w:val="28"/>
          <w:lang w:val="en-US"/>
        </w:rPr>
      </w:pPr>
    </w:p>
    <w:p>
      <w:pPr>
        <w:pStyle w:val="35"/>
        <w:rPr>
          <w:rFonts w:asciiTheme="minorHAnsi" w:hAnsiTheme="minorHAnsi" w:cstheme="minorHAnsi"/>
          <w:b/>
          <w:bCs/>
          <w:sz w:val="24"/>
          <w:szCs w:val="24"/>
          <w:vertAlign w:val="superscript"/>
          <w:lang w:val="en-US"/>
        </w:rPr>
      </w:pPr>
      <w:r>
        <w:rPr>
          <w:rFonts w:asciiTheme="minorHAnsi" w:hAnsiTheme="minorHAnsi" w:cstheme="minorHAnsi"/>
          <w:b/>
          <w:bCs/>
          <w:color w:val="000000"/>
          <w:sz w:val="24"/>
          <w:szCs w:val="24"/>
        </w:rPr>
        <w:t>Asfira Eka Yulia Ningsih</w:t>
      </w:r>
      <w:r>
        <w:rPr>
          <w:rFonts w:asciiTheme="minorHAnsi" w:hAnsiTheme="minorHAnsi" w:cstheme="minorHAnsi"/>
          <w:b/>
          <w:bCs/>
          <w:color w:val="000000"/>
          <w:sz w:val="24"/>
          <w:szCs w:val="24"/>
          <w:vertAlign w:val="superscript"/>
        </w:rPr>
        <w:t>1</w:t>
      </w:r>
      <w:r>
        <w:rPr>
          <w:rFonts w:asciiTheme="minorHAnsi" w:hAnsiTheme="minorHAnsi" w:cstheme="minorHAnsi"/>
          <w:b/>
          <w:bCs/>
          <w:color w:val="000000"/>
          <w:sz w:val="24"/>
          <w:szCs w:val="24"/>
        </w:rPr>
        <w:t xml:space="preserve">, </w:t>
      </w:r>
      <w:r>
        <w:rPr>
          <w:rFonts w:asciiTheme="minorHAnsi" w:hAnsiTheme="minorHAnsi" w:cstheme="minorHAnsi"/>
          <w:b/>
          <w:bCs/>
          <w:color w:val="000000"/>
          <w:sz w:val="24"/>
          <w:szCs w:val="24"/>
        </w:rPr>
        <w:t xml:space="preserve">Ramon Ananda </w:t>
      </w:r>
      <w:r>
        <w:rPr>
          <w:rFonts w:asciiTheme="minorHAnsi" w:hAnsiTheme="minorHAnsi" w:cstheme="minorHAnsi"/>
          <w:b/>
          <w:bCs/>
          <w:color w:val="000000"/>
          <w:sz w:val="24"/>
          <w:szCs w:val="24"/>
        </w:rPr>
        <w:t>Paryontri</w:t>
      </w:r>
      <w:r>
        <w:rPr>
          <w:rFonts w:asciiTheme="minorHAnsi" w:hAnsiTheme="minorHAnsi" w:cstheme="minorHAnsi"/>
          <w:b/>
          <w:bCs/>
          <w:color w:val="000000"/>
          <w:sz w:val="24"/>
          <w:szCs w:val="24"/>
          <w:vertAlign w:val="superscript"/>
        </w:rPr>
        <w:t>2</w:t>
      </w:r>
    </w:p>
    <w:p>
      <w:pPr>
        <w:pStyle w:val="35"/>
        <w:rPr>
          <w:rFonts w:asciiTheme="minorHAnsi" w:hAnsiTheme="minorHAnsi"/>
          <w:i/>
          <w:iCs/>
          <w:lang w:val="en-US"/>
        </w:rPr>
      </w:pPr>
      <w:r>
        <w:rPr>
          <w:rFonts w:asciiTheme="minorHAnsi" w:hAnsiTheme="minorHAnsi"/>
          <w:i/>
          <w:iCs/>
          <w:vertAlign w:val="superscript"/>
          <w:lang w:val="en-US"/>
        </w:rPr>
        <w:t>1</w:t>
      </w:r>
      <w:r>
        <w:rPr>
          <w:rFonts w:asciiTheme="minorHAnsi" w:hAnsiTheme="minorHAnsi"/>
          <w:i/>
          <w:iCs/>
          <w:lang w:val="en-US"/>
        </w:rPr>
        <w:t>(Student of the Psychology Study Program, Faculty of Psychology and Education, Universitas Muhammadiyah Sidoarjo, Indonesia)</w:t>
      </w:r>
    </w:p>
    <w:p>
      <w:pPr>
        <w:pStyle w:val="35"/>
        <w:rPr>
          <w:rFonts w:asciiTheme="minorHAnsi" w:hAnsiTheme="minorHAnsi"/>
          <w:i/>
          <w:iCs/>
          <w:lang w:val="en-US"/>
        </w:rPr>
      </w:pPr>
      <w:r>
        <w:rPr>
          <w:rFonts w:asciiTheme="minorHAnsi" w:hAnsiTheme="minorHAnsi"/>
          <w:i/>
          <w:iCs/>
          <w:vertAlign w:val="superscript"/>
          <w:lang w:val="en-US"/>
        </w:rPr>
        <w:t>2</w:t>
      </w:r>
      <w:r>
        <w:rPr>
          <w:rFonts w:asciiTheme="minorHAnsi" w:hAnsiTheme="minorHAnsi"/>
          <w:i/>
          <w:iCs/>
          <w:lang w:val="en-US"/>
        </w:rPr>
        <w:t>(Lecturer in the Psychology Study Program, Faculty of Psychology and Education, Universitas Muhammadiyah Sidoarjo, Indonesia)</w:t>
      </w:r>
    </w:p>
    <w:p>
      <w:pPr>
        <w:pStyle w:val="35"/>
        <w:rPr>
          <w:rFonts w:asciiTheme="minorHAnsi" w:hAnsiTheme="minorHAnsi"/>
          <w:sz w:val="24"/>
          <w:szCs w:val="24"/>
          <w:lang w:val="en-US"/>
        </w:rPr>
      </w:pPr>
    </w:p>
    <w:p>
      <w:pPr>
        <w:pStyle w:val="35"/>
        <w:rPr>
          <w:rFonts w:asciiTheme="minorHAnsi" w:hAnsiTheme="minorHAnsi"/>
          <w:sz w:val="24"/>
          <w:szCs w:val="24"/>
          <w:lang w:val="en-US"/>
        </w:rPr>
      </w:pPr>
      <w:r>
        <w:rPr>
          <w:rFonts w:asciiTheme="minorHAnsi" w:hAnsiTheme="minorHAnsi"/>
          <w:sz w:val="24"/>
          <w:szCs w:val="24"/>
        </w:rPr>
        <w:t>* Corresponding Author</w:t>
      </w:r>
      <w:r>
        <w:rPr>
          <w:rFonts w:asciiTheme="minorHAnsi" w:hAnsiTheme="minorHAnsi"/>
          <w:sz w:val="24"/>
          <w:szCs w:val="24"/>
          <w:lang w:val="en-US"/>
        </w:rPr>
        <w:t xml:space="preserve"> </w:t>
      </w:r>
      <w:r>
        <w:rPr>
          <w:rFonts w:asciiTheme="minorHAnsi" w:hAnsiTheme="minorHAnsi"/>
          <w:sz w:val="24"/>
          <w:szCs w:val="24"/>
        </w:rPr>
        <w:t xml:space="preserve">E-mail: </w:t>
      </w:r>
      <w:r>
        <w:rPr>
          <w:rStyle w:val="12"/>
          <w:rFonts w:asciiTheme="minorHAnsi" w:hAnsiTheme="minorHAnsi" w:cstheme="minorHAnsi"/>
          <w:color w:val="000000" w:themeColor="text1"/>
          <w:sz w:val="24"/>
          <w:szCs w:val="24"/>
          <w:u w:val="none"/>
          <w:lang w:val="en-US"/>
          <w14:textFill>
            <w14:solidFill>
              <w14:schemeClr w14:val="tx1"/>
            </w14:solidFill>
          </w14:textFill>
        </w:rPr>
        <w:t>firaeka77@gmail.com</w:t>
      </w:r>
    </w:p>
    <w:p>
      <w:pPr>
        <w:rPr>
          <w:rFonts w:asciiTheme="minorHAnsi" w:hAnsiTheme="minorHAnsi"/>
          <w:lang w:val="id-ID"/>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7"/>
        <w:gridCol w:w="3010"/>
        <w:gridCol w:w="3013"/>
      </w:tblGrid>
      <w:tr>
        <w:tblPrEx>
          <w:tblLayout w:type="fixed"/>
        </w:tblPrEx>
        <w:tc>
          <w:tcPr>
            <w:tcW w:w="3037" w:type="dxa"/>
          </w:tcPr>
          <w:p>
            <w:pPr>
              <w:pStyle w:val="29"/>
              <w:jc w:val="both"/>
              <w:rPr>
                <w:rFonts w:asciiTheme="minorHAnsi" w:hAnsiTheme="minorHAnsi"/>
                <w:i/>
                <w:iCs/>
                <w:sz w:val="24"/>
                <w:lang w:val="en-US"/>
              </w:rPr>
            </w:pPr>
            <w:r>
              <w:rPr>
                <w:rFonts w:asciiTheme="minorHAnsi" w:hAnsiTheme="minorHAnsi"/>
                <w:i/>
                <w:iCs/>
                <w:sz w:val="24"/>
                <w:lang w:val="en-US"/>
              </w:rPr>
              <w:t>Receive: dd/month/year</w:t>
            </w:r>
          </w:p>
        </w:tc>
        <w:tc>
          <w:tcPr>
            <w:tcW w:w="3010" w:type="dxa"/>
          </w:tcPr>
          <w:p>
            <w:pPr>
              <w:pStyle w:val="29"/>
              <w:jc w:val="both"/>
              <w:rPr>
                <w:rFonts w:asciiTheme="minorHAnsi" w:hAnsiTheme="minorHAnsi"/>
                <w:i/>
                <w:iCs/>
                <w:sz w:val="24"/>
                <w:lang w:val="en-US"/>
              </w:rPr>
            </w:pPr>
            <w:r>
              <w:rPr>
                <w:rFonts w:asciiTheme="minorHAnsi" w:hAnsiTheme="minorHAnsi"/>
                <w:i/>
                <w:iCs/>
                <w:sz w:val="24"/>
                <w:lang w:val="en-US"/>
              </w:rPr>
              <w:t>Accepted:</w:t>
            </w:r>
          </w:p>
        </w:tc>
        <w:tc>
          <w:tcPr>
            <w:tcW w:w="3013" w:type="dxa"/>
          </w:tcPr>
          <w:p>
            <w:pPr>
              <w:pStyle w:val="29"/>
              <w:jc w:val="both"/>
              <w:rPr>
                <w:rFonts w:asciiTheme="minorHAnsi" w:hAnsiTheme="minorHAnsi"/>
                <w:i/>
                <w:iCs/>
                <w:sz w:val="24"/>
                <w:lang w:val="en-US"/>
              </w:rPr>
            </w:pPr>
            <w:r>
              <w:rPr>
                <w:rFonts w:asciiTheme="minorHAnsi" w:hAnsiTheme="minorHAnsi"/>
                <w:i/>
                <w:iCs/>
                <w:sz w:val="24"/>
                <w:lang w:val="en-US"/>
              </w:rPr>
              <w:t xml:space="preserve">Published: </w:t>
            </w:r>
          </w:p>
        </w:tc>
      </w:tr>
    </w:tbl>
    <w:p>
      <w:pPr>
        <w:pStyle w:val="29"/>
        <w:jc w:val="both"/>
        <w:rPr>
          <w:rFonts w:asciiTheme="minorHAnsi" w:hAnsiTheme="minorHAnsi"/>
          <w:sz w:val="24"/>
          <w:lang w:val="en-US"/>
        </w:rPr>
      </w:pPr>
    </w:p>
    <w:p>
      <w:pPr>
        <w:pStyle w:val="29"/>
        <w:spacing w:after="0"/>
        <w:jc w:val="both"/>
        <w:rPr>
          <w:rFonts w:asciiTheme="minorHAnsi" w:hAnsiTheme="minorHAnsi"/>
          <w:sz w:val="24"/>
        </w:rPr>
      </w:pPr>
      <w:r>
        <w:rPr>
          <w:rFonts w:asciiTheme="minorHAnsi" w:hAnsiTheme="minorHAnsi"/>
          <w:sz w:val="24"/>
        </w:rPr>
        <w:t>Abstrak</w:t>
      </w:r>
    </w:p>
    <w:p>
      <w:pPr>
        <w:pStyle w:val="33"/>
        <w:spacing w:before="240"/>
        <w:rPr>
          <w:rFonts w:asciiTheme="minorHAnsi" w:hAnsiTheme="minorHAnsi" w:cstheme="minorHAnsi"/>
          <w:lang w:val="en-US"/>
        </w:rPr>
      </w:pPr>
      <w:r>
        <w:rPr>
          <w:rFonts w:asciiTheme="minorHAnsi" w:hAnsiTheme="minorHAnsi" w:cstheme="minorHAnsi"/>
        </w:rPr>
        <w:t xml:space="preserve">Penelitian ini menggunakan analisis korelasional sebagai metode penelitian kuantitatif. Penelitian ini dilakukan dengan alasan bahwa proses penulisan tesis secara luas dianggap sebagai fase yang menuntut yang dapat menimbulkan stres di kalangan mahasiswa. Dukungan sosial adalah strategi koping yang layak bagi individu untuk secara efektif mengelola dan menavigasi situasi stres. Tujuan dari penelitian ini adalah untuk mengetahui hubungan antara dukungan sosial dan manajemen stres pada mahasiswa yang mengerjakan tugas akhir di Fakultas Psikologi dan Ilmu Pendidikan, Universitas Muhammadiyah Sidoarjo. Sampel penelitian terdiri dari 501 mahasiswa senior yang sedang menyelesaikan skripsi di Fakultas Psikologi dan Ilmu Pendidikan Universitas Muhammadiyah Sidoarjo. Sebanyak 272 sampel diperoleh dengan menggunakan metode Isaac and Michael sampling. Skala yang digunakan dalam penelitian ini adalah skala dukungan sosial dan skala </w:t>
      </w:r>
      <w:r>
        <w:rPr>
          <w:rFonts w:asciiTheme="minorHAnsi" w:hAnsiTheme="minorHAnsi" w:cstheme="minorHAnsi"/>
          <w:i w:val="0"/>
          <w:iCs/>
        </w:rPr>
        <w:t>coping stress</w:t>
      </w:r>
      <w:r>
        <w:rPr>
          <w:rFonts w:asciiTheme="minorHAnsi" w:hAnsiTheme="minorHAnsi" w:cstheme="minorHAnsi"/>
        </w:rPr>
        <w:t xml:space="preserve">. Metodologi pengumpulan data penelitian ini menggunakan dua pengukuran yaitu skala dukungan sosial yang terdiri dari 30 item dengan koefisien reliabilitas 0,792, dan skala </w:t>
      </w:r>
      <w:r>
        <w:rPr>
          <w:rFonts w:asciiTheme="minorHAnsi" w:hAnsiTheme="minorHAnsi" w:cstheme="minorHAnsi"/>
          <w:iCs/>
        </w:rPr>
        <w:t>coping stress</w:t>
      </w:r>
      <w:r>
        <w:rPr>
          <w:rFonts w:asciiTheme="minorHAnsi" w:hAnsiTheme="minorHAnsi" w:cstheme="minorHAnsi"/>
        </w:rPr>
        <w:t xml:space="preserve"> yang terdiri dari 37 item dengan koefisien reliabilitas 0,830. Penelitian ini mengajukan hipotesis tentang potensi korelasi positif antara dukungan sosial dan </w:t>
      </w:r>
      <w:r>
        <w:rPr>
          <w:rFonts w:asciiTheme="minorHAnsi" w:hAnsiTheme="minorHAnsi" w:cstheme="minorHAnsi"/>
          <w:iCs/>
        </w:rPr>
        <w:t>coping stress</w:t>
      </w:r>
      <w:r>
        <w:rPr>
          <w:rFonts w:asciiTheme="minorHAnsi" w:hAnsiTheme="minorHAnsi" w:cstheme="minorHAnsi"/>
        </w:rPr>
        <w:t xml:space="preserve"> pada mahasiswa yang sedang mengerjakan skripsi di Fakultas Psikologi dan Ilmu Pendidikan Universitas Muhammadiyah Sidoarjo. Hasil penelitian menunjukkan koefisien korelasi sebesar 0,639 dan tingkat signifikansi 0,000 ± 0,05</w:t>
      </w:r>
      <w:r>
        <w:rPr>
          <w:rFonts w:asciiTheme="minorHAnsi" w:hAnsiTheme="minorHAnsi" w:cstheme="minorHAnsi"/>
          <w:lang w:val="en-US"/>
        </w:rPr>
        <w:t>.</w:t>
      </w:r>
    </w:p>
    <w:p>
      <w:pPr>
        <w:pStyle w:val="33"/>
        <w:spacing w:before="240"/>
        <w:rPr>
          <w:rFonts w:asciiTheme="minorHAnsi" w:hAnsiTheme="minorHAnsi"/>
          <w:i w:val="0"/>
          <w:lang w:val="en-US"/>
        </w:rPr>
      </w:pPr>
      <w:r>
        <w:rPr>
          <w:rFonts w:asciiTheme="minorHAnsi" w:hAnsiTheme="minorHAnsi"/>
          <w:b/>
          <w:i w:val="0"/>
          <w:sz w:val="24"/>
          <w:szCs w:val="24"/>
        </w:rPr>
        <w:t>Kata Kunci</w:t>
      </w:r>
      <w:r>
        <w:rPr>
          <w:rFonts w:asciiTheme="minorHAnsi" w:hAnsiTheme="minorHAnsi"/>
          <w:i w:val="0"/>
          <w:sz w:val="24"/>
          <w:szCs w:val="24"/>
        </w:rPr>
        <w:t xml:space="preserve">: </w:t>
      </w:r>
      <w:r>
        <w:rPr>
          <w:rFonts w:asciiTheme="minorHAnsi" w:hAnsiTheme="minorHAnsi"/>
          <w:iCs/>
          <w:lang w:val="en-US"/>
        </w:rPr>
        <w:t>Dukungan Sosial, Coping Stress</w:t>
      </w:r>
    </w:p>
    <w:p>
      <w:pPr>
        <w:pStyle w:val="33"/>
        <w:spacing w:before="0"/>
        <w:rPr>
          <w:rFonts w:asciiTheme="minorHAnsi" w:hAnsiTheme="minorHAnsi"/>
          <w:iCs/>
          <w:sz w:val="24"/>
          <w:szCs w:val="24"/>
          <w:lang w:val="en-US"/>
        </w:rPr>
      </w:pPr>
    </w:p>
    <w:p>
      <w:pPr>
        <w:pStyle w:val="29"/>
        <w:spacing w:after="0"/>
        <w:jc w:val="both"/>
        <w:rPr>
          <w:rFonts w:asciiTheme="minorHAnsi" w:hAnsiTheme="minorHAnsi"/>
          <w:sz w:val="24"/>
          <w:lang w:val="en-US"/>
        </w:rPr>
      </w:pPr>
      <w:r>
        <w:rPr>
          <w:rFonts w:asciiTheme="minorHAnsi" w:hAnsiTheme="minorHAnsi"/>
          <w:sz w:val="24"/>
        </w:rPr>
        <w:t>Abstract</w:t>
      </w:r>
    </w:p>
    <w:p>
      <w:pPr>
        <w:jc w:val="both"/>
        <w:rPr>
          <w:rFonts w:asciiTheme="minorHAnsi" w:hAnsiTheme="minorHAnsi"/>
          <w:i/>
          <w:sz w:val="22"/>
          <w:szCs w:val="22"/>
          <w:lang w:val="id-ID"/>
        </w:rPr>
      </w:pPr>
      <w:r>
        <w:rPr>
          <w:rFonts w:asciiTheme="minorHAnsi" w:hAnsiTheme="minorHAnsi"/>
          <w:iCs/>
          <w:sz w:val="22"/>
          <w:szCs w:val="22"/>
          <w:lang w:val="id-ID"/>
        </w:rPr>
        <w:t>This study uses correlational analysis as a quantitative research method. This research was conducted on the grounds that the thesis writing process is widely regarded as a demanding phase that can cause stress among students. Social support is a viable coping strategy for individuals to effectively manage and navigate stressful situations. The purpose of this study was to determine the relationship between social support and stress management in students doing their final assignment at the Faculty of Psychology and Education, Universitas Muhammadiyah Sidoarjo. The research sample consisted of 501 senior students who were completing their thesis at the Faculty of Psychology and Education, Universitas Muhammadiyah Sidoarjo. A total of 272 samples were obtained using the Isaac and Michael sampling method. The scale used in this study is the social support scale and coping stress scale. The research data collection methodology uses two measurements, namely the social support scale which consists of 30 items with a reliability coefficient of 0.792, and the coping stress scale which consists of 37 items with a reliability coefficient of 0.830. This study proposes a hypothesis about the potential for a positive correlation between social support and coping stress in students who are working on their thesis at the Faculty of Psychology and Education, Muhammadiyah University of Sidoarjo. The results showed a correlation coefficient of 0.639 and a significance level of 0.000 ± 0.05.</w:t>
      </w:r>
    </w:p>
    <w:p>
      <w:pPr>
        <w:jc w:val="both"/>
        <w:rPr>
          <w:rFonts w:asciiTheme="minorHAnsi" w:hAnsiTheme="minorHAnsi"/>
          <w:i/>
          <w:sz w:val="22"/>
          <w:szCs w:val="22"/>
          <w:lang w:val="id-ID"/>
        </w:rPr>
      </w:pPr>
    </w:p>
    <w:p>
      <w:pPr>
        <w:jc w:val="both"/>
        <w:rPr>
          <w:rFonts w:asciiTheme="minorHAnsi" w:hAnsiTheme="minorHAnsi"/>
          <w:i/>
          <w:sz w:val="22"/>
          <w:szCs w:val="22"/>
        </w:rPr>
      </w:pPr>
      <w:r>
        <w:rPr>
          <w:rFonts w:asciiTheme="minorHAnsi" w:hAnsiTheme="minorHAnsi"/>
          <w:b/>
          <w:i/>
          <w:sz w:val="22"/>
          <w:szCs w:val="22"/>
        </w:rPr>
        <w:t>Keywords</w:t>
      </w:r>
      <w:r>
        <w:rPr>
          <w:rFonts w:asciiTheme="minorHAnsi" w:hAnsiTheme="minorHAnsi"/>
          <w:i/>
          <w:sz w:val="22"/>
          <w:szCs w:val="22"/>
        </w:rPr>
        <w:t>: Social Support, Coping Stress</w:t>
      </w:r>
    </w:p>
    <w:p>
      <w:pPr>
        <w:rPr>
          <w:rFonts w:asciiTheme="minorHAnsi" w:hAnsiTheme="minorHAnsi"/>
          <w:i/>
        </w:rPr>
      </w:pPr>
    </w:p>
    <w:p>
      <w:pPr>
        <w:rPr>
          <w:rFonts w:asciiTheme="minorHAnsi" w:hAnsiTheme="minorHAnsi"/>
        </w:rPr>
        <w:sectPr>
          <w:headerReference r:id="rId5" w:type="first"/>
          <w:footerReference r:id="rId8" w:type="first"/>
          <w:headerReference r:id="rId3" w:type="default"/>
          <w:footerReference r:id="rId6" w:type="default"/>
          <w:headerReference r:id="rId4" w:type="even"/>
          <w:footerReference r:id="rId7" w:type="even"/>
          <w:pgSz w:w="11907" w:h="16840"/>
          <w:pgMar w:top="1699" w:right="1138" w:bottom="1138" w:left="1699" w:header="850" w:footer="454" w:gutter="0"/>
          <w:cols w:space="567" w:num="1"/>
          <w:titlePg/>
          <w:docGrid w:linePitch="360" w:charSpace="0"/>
        </w:sectPr>
      </w:pPr>
    </w:p>
    <w:p>
      <w:pPr>
        <w:pStyle w:val="29"/>
        <w:jc w:val="both"/>
        <w:rPr>
          <w:sz w:val="24"/>
          <w:lang w:val="en-US"/>
        </w:rPr>
      </w:pPr>
      <w:r>
        <w:rPr>
          <w:sz w:val="24"/>
          <w:lang w:val="en-US"/>
        </w:rPr>
        <w:t>Introduction</w:t>
      </w:r>
    </w:p>
    <w:p>
      <w:pPr>
        <w:pStyle w:val="45"/>
        <w:ind w:left="0" w:firstLine="567"/>
        <w:jc w:val="both"/>
      </w:pPr>
      <w:r>
        <w:t xml:space="preserve">According to the Big Indonesian Dictionary, students are people who are educated in tertiary institutions. Students are considered people who are more educated than the general public, so students are considered to have a high intellectual level and can think intelligently in the eyes of the general public </w:t>
      </w:r>
      <w:r>
        <w:fldChar w:fldCharType="begin" w:fldLock="1"/>
      </w:r>
      <w:r>
        <w:instrText xml:space="preserve"> ADDIN ZOTERO_ITEM CSL_CITATION {"citationID":"YmP4KyHr","properties":{"formattedCitation":"(Solin, 2020)","plainCitation":"(Solin, 2020)","noteIndex":0},"citationItems":[{"id":"jEl7KA78/ieJJdJmG","uris":["http://www.mendeley.com/documents/?uuid=19e3cc2e-ee03-4a50-abeb-7a8b2f571dbb"],"itemData":{"abstract":"Penelitian ini bertujuan untuk mengetahui hubungan Dukungan Sosial dengan Coping Stress. Subjek penelitian ini adalah mahasiswa-mahasiswi semester akhir Fakultas Psikologi Universitas Medan Area. Jenis penelitian ini menggunakan korelasional …","author":[{"dropping-particle":"","family":"Solin","given":"Fernanda","non-dropping-particle":"","parse-names":false,"suffix":""}],"container-title":"Skripsi","id":"ITEM-1","issued":{"date-parts":[["2020"]]},"title":"Hubungan Dukungan Sosial Dengan Coping Stress Pada Mahasiswa Semester Akhir Stambuk 2015 Fakultas Psikologi Universitas Medan Area","type":"article-journal"}}],"schema":"https://github.com/citation-style-language/schema/raw/master/csl-citation.json"} </w:instrText>
      </w:r>
      <w:r>
        <w:fldChar w:fldCharType="separate"/>
      </w:r>
      <w:r>
        <w:t>(Solin, 2020)</w:t>
      </w:r>
      <w:r>
        <w:fldChar w:fldCharType="end"/>
      </w:r>
      <w:r>
        <w:t xml:space="preserve">. </w:t>
      </w:r>
      <w:r>
        <w:rPr>
          <w:color w:val="000000"/>
          <w:shd w:val="clear" w:color="auto" w:fill="FFFFFF"/>
        </w:rPr>
        <w:t xml:space="preserve">Students are busy with various </w:t>
      </w:r>
      <w:r>
        <w:rPr>
          <w:color w:val="000000"/>
          <w:shd w:val="clear" w:color="auto" w:fill="FFFFFF"/>
        </w:rPr>
        <w:t>things for</w:t>
      </w:r>
      <w:r>
        <w:rPr>
          <w:shd w:val="clear" w:color="auto" w:fill="FFFFFF"/>
        </w:rPr>
        <w:t xml:space="preserve"> the sake of lectures such as lecture assignments, academic achievements, target value achievement, organization,</w:t>
      </w:r>
      <w:r>
        <w:rPr>
          <w:shd w:val="clear" w:color="auto" w:fill="FFFFFF"/>
        </w:rPr>
        <w:t xml:space="preserve"> </w:t>
      </w:r>
      <w:r>
        <w:rPr>
          <w:color w:val="000000" w:themeColor="text1"/>
          <w:shd w:val="clear" w:color="auto" w:fill="FFFFFF"/>
          <w14:textFill>
            <w14:solidFill>
              <w14:schemeClr w14:val="tx1"/>
            </w14:solidFill>
          </w14:textFill>
        </w:rPr>
        <w:t xml:space="preserve">and the need to self-regulate. So some of these things </w:t>
      </w:r>
      <w:r>
        <w:rPr>
          <w:color w:val="000000" w:themeColor="text1"/>
          <w:shd w:val="clear" w:color="auto" w:fill="FFFFFF"/>
          <w14:textFill>
            <w14:solidFill>
              <w14:schemeClr w14:val="tx1"/>
            </w14:solidFill>
          </w14:textFill>
        </w:rPr>
        <w:t xml:space="preserve">can be stressful for them </w:t>
      </w:r>
      <w:r>
        <w:rPr>
          <w:shd w:val="clear" w:color="auto" w:fill="FFFFFF"/>
        </w:rPr>
        <w:fldChar w:fldCharType="begin" w:fldLock="1"/>
      </w:r>
      <w:r>
        <w:rPr>
          <w:shd w:val="clear" w:color="auto" w:fill="FFFFFF"/>
        </w:rPr>
        <w:instrText xml:space="preserve"> ADDIN ZOTERO_ITEM CSL_CITATION {"citationID":"Dlkd06Zk","properties":{"formattedCitation":"(Azis &amp; Bellinawati, 2015)","plainCitation":"(Azis &amp; Bellinawati, 2015)","noteIndex":0},"citationItems":[{"id":"jEl7KA78/SRUptgIu","uris":["http://www.mendeley.com/documents/?uuid=99383c43-1768-4cac-b7df-0ca0f0994643"],"itemData":{"DOI":"10.1063/1.3106611","ISSN":"2406-7431","abstract":"Stres adalah suatu respon tubuh seseorang yang timbul sebagai reaksi terhadap adanya tuntutan eksternal yang dianggap berbahaya atau mengancam dirinya. Berbagai penelitian telah menunjukkan bahwa stres pada mahasiswa kedokteran sangat tinggi apabila dibandingkan dengan program studi lain di sektor non-medis. Penelitian ini bertujuan untuk mengetahui perbedaan faktor risiko dengan kejadian stres pada mahasiswa semester I, III, dan V, Fakultas Kedokteran Universitas Muhammadiyah Palembang. Jenis penelitian ini adalah survei analitik dengan pendekatan studi cross- sectional. Populasi dalam penelitian ini adalah semua mahasiswa angkatan 2012, 2013, dan 2014 di Fakultas Kedokteran Universitas Muhammadiyah Palembang. Semua mahasiswa sebanyak 240 orang diikutkan dalam penelitian. Data diambil melalui kuesioner Medical Student Stressor Questionnaire kemudian data dianalisa dengan menggunakan uji Chi-Square. Hasil penelitian menunjukkan bahwa 122 orang mahasiswa (50,8%) mengalami stres dan 118 orang (49,2%) tidak mengalami stres. Tidak didapatkan perbedaan faktor risiko dengan kejadian stres pada mahasiswa. Kata","author":[{"dropping-particle":"","family":"Azis","given":"M Zalili","non-dropping-particle":"","parse-names":false,"suffix":""},{"dropping-particle":"","family":"Bellinawati","given":"Nedya","non-dropping-particle":"","parse-names":false,"suffix":""}],"id":"ITEM-1","issue":"2","issued":{"date-parts":[["2015"]]},"page":"197-202","title":"Faktor Risiko Stres dan Perbedaannya pada Mahasiswa Berbagai Angkatan di Fakultas Kedokteran Universitas Muhammadiyah Palembang","type":"article-journal","volume":"2"}}],"schema":"https://github.com/citation-style-language/schema/raw/master/csl-citation.json"} </w:instrText>
      </w:r>
      <w:r>
        <w:rPr>
          <w:shd w:val="clear" w:color="auto" w:fill="FFFFFF"/>
        </w:rPr>
        <w:fldChar w:fldCharType="separate"/>
      </w:r>
      <w:r>
        <w:t>(Azis &amp; Bellinawati, 2015)</w:t>
      </w:r>
      <w:r>
        <w:rPr>
          <w:shd w:val="clear" w:color="auto" w:fill="FFFFFF"/>
        </w:rPr>
        <w:fldChar w:fldCharType="end"/>
      </w:r>
      <w:r>
        <w:rPr>
          <w:shd w:val="clear" w:color="auto" w:fill="FFFFFF"/>
        </w:rPr>
        <w:t>. One of the mandatory tasks of a student before being declared a graduate is a thesis. But it is not easy in the process of completing the thesis, students must be able to get through the difficulties in completing it. This causes students to experience stress</w:t>
      </w:r>
      <w:r>
        <w:rPr>
          <w:shd w:val="clear" w:color="auto" w:fill="FFFFFF"/>
        </w:rPr>
        <w:t xml:space="preserve"> </w:t>
      </w:r>
      <w:r>
        <w:rPr>
          <w:shd w:val="clear" w:color="auto" w:fill="FFFFFF"/>
        </w:rPr>
        <w:fldChar w:fldCharType="begin" w:fldLock="1"/>
      </w:r>
      <w:r>
        <w:rPr>
          <w:shd w:val="clear" w:color="auto" w:fill="FFFFFF"/>
        </w:rPr>
        <w:instrText xml:space="preserve"> ADDIN ZOTERO_ITEM CSL_CITATION {"citationID":"a6L95M1c","properties":{"formattedCitation":"(Sosial &amp; Kinerja, 2009)","plainCitation":"(Sosial &amp; Kinerja, 2009)","dontUpdate":true,"noteIndex":0},"citationItems":[{"id":"jEl7KA78/WUYhyica","uris":["http://www.mendeley.com/documents/?uuid=bc23c05b-a137-4676-b160-33a48fd22141"],"itemData":{"abstract":"Predicting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approach.","author":[{"dropping-particle":"","family":"Sosial","given":"Kinerja","non-dropping-particle":"","parse-names":false,"suffix":""},{"dropping-particle":"","family":"Kinerja","given":"D A N","non-dropping-particle":"","parse-names":false,"suffix":""}],"id":"ITEM-1","issue":"1","issued":{"date-parts":[["2009"]]},"page":"1-118","title":"Metadata, citation and similar papers at core.ac.uk 1","type":"article-journal","volume":"2"}}],"schema":"https://github.com/citation-style-language/schema/raw/master/csl-citation.json"} </w:instrText>
      </w:r>
      <w:r>
        <w:rPr>
          <w:shd w:val="clear" w:color="auto" w:fill="FFFFFF"/>
        </w:rPr>
        <w:fldChar w:fldCharType="separate"/>
      </w:r>
      <w:r>
        <w:t>(Social &amp; Performance, 2009)</w:t>
      </w:r>
      <w:r>
        <w:rPr>
          <w:shd w:val="clear" w:color="auto" w:fill="FFFFFF"/>
        </w:rPr>
        <w:fldChar w:fldCharType="end"/>
      </w:r>
      <w:r>
        <w:rPr>
          <w:shd w:val="clear" w:color="auto" w:fill="FFFFFF"/>
        </w:rPr>
        <w:t>. The phenomenon of coping with stres</w:t>
      </w:r>
      <w:r>
        <w:t xml:space="preserve">s was also reinforced by the results of interviews with several students who were preparing their thesis at the Faculty of Psychology and Education, Universitas Muhammadiyah Sidoarjo, where they experienced stress while working on their thesis. some of them were able to manage their stress but not a few students who could not control their stress were shown by physical symptoms that appeared in some students, such as feeling headaches, dizziness, and feeling restless. Someone who is experiencing stress will experience emotional symptoms as well as physical symptoms </w:t>
      </w:r>
      <w:r>
        <w:fldChar w:fldCharType="begin" w:fldLock="1"/>
      </w:r>
      <w:r>
        <w:instrText xml:space="preserve"> ADDIN ZOTERO_ITEM CSL_CITATION {"citationID":"a6FFVqKX","properties":{"formattedCitation":"(Dzulfikri &amp; Affandi, 2023)","plainCitation":"(Dzulfikri &amp; Affandi, 2023)","noteIndex":0},"citationItems":[{"id":"jEl7KA78/tBU40KzV","uris":["http://www.mendeley.com/documents/?uuid=e672128f-70e9-4bbb-b238-7c66c35c1f1a"],"itemData":{"DOI":"10.21070/psikologia.v10i0.1711","ISSN":"2541-2299","abstract":"This research is motivated by the phenomenon of stress academic experience experienced by students of Madrasah Aliyah Negeri (MAN) Sidoarjo. This study aims to determine the relationship between emotion regulation and academic stress achievement of the students of Madrasah Aliyah Negeri (MAN) Sidoarjo. This research belongs to the type of quantitative research with a correlational approach. This research was conducted at Madrasah Aliyah Negeri (MAN) Sidoarjo, East Java. The population in this study amounted to 1368 students, so from the calculation using the Slovin formula  the sample used was 309 students who were taken using stratified random sampling technique. Data collection in this study used two psychological scales, namely the emotional regulation scale from the aspect of emotion regulation and obtained a reliability coefficient value of (α) 0.868 [1]. Scale academic stress from the aspect of academic stress and obtained a reliability coefficient value of (α) 0.920 [2]. Analysis of the data in this study using Pearson's Correlations and the analysis process using the JASP program version 0.13.1.0 for windows. The results showed that the value of r = -0.506 and p value = 0.001 where 0.001 &lt;0.05, which means that there is a significant negative relationship between emotional regulation variables and academic stress in Madrasah Aliyah Negeri (MAN) Sidoarjo students. It is known that the value of r = -0.506, which means that the magnitude of the effect of emotional regulation on academic stress is quite large with a value of r = -0.506.","author":[{"dropping-particle":"","family":"Dzulfikri","given":"Muhammad Ilham","non-dropping-particle":"","parse-names":false,"suffix":""},{"dropping-particle":"","family":"Affandi","given":"Ghozali Rusyid","non-dropping-particle":"","parse-names":false,"suffix":""}],"container-title":"Psikologia : Jurnal Psikologi","id":"ITEM-1","issued":{"date-parts":[["2023"]]},"page":"1-8","title":"The Relationship Between Emotion Regulation and Academic Stress in Madrasah Aliyah Students in Sidoarjo","type":"article-journal","volume":"10"}}],"schema":"https://github.com/citation-style-language/schema/raw/master/csl-citation.json"} </w:instrText>
      </w:r>
      <w:r>
        <w:fldChar w:fldCharType="separate"/>
      </w:r>
      <w:r>
        <w:t>(Dzulfikri &amp; Affandi, 2023)</w:t>
      </w:r>
      <w:r>
        <w:fldChar w:fldCharType="end"/>
      </w:r>
      <w:r>
        <w:t>. when students cannot control their stress, resulting in neglect of their thesis work.</w:t>
      </w:r>
    </w:p>
    <w:p>
      <w:pPr>
        <w:pStyle w:val="45"/>
        <w:ind w:left="0" w:firstLine="567"/>
        <w:jc w:val="both"/>
      </w:pPr>
      <w:r>
        <w:t xml:space="preserve">According to research, the source of student stress is usually academic stress, namely stress caused by the influence of the learning process or lectures on campus </w:t>
      </w:r>
      <w:r>
        <w:fldChar w:fldCharType="begin" w:fldLock="1"/>
      </w:r>
      <w:r>
        <w:instrText xml:space="preserve"> ADDIN ZOTERO_ITEM CSL_CITATION {"citationID":"kq3caMeb","properties":{"formattedCitation":"(Rahmayani et al., 2019)","plainCitation":"(Rahmayani et al., 2019)","noteIndex":0},"citationItems":[{"id":"jEl7KA78/CewLxj8b","uris":["http://www.mendeley.com/documents/?uuid=03764bc2-9bcf-4f4f-8637-ed5e07beb0b0"],"itemData":{"DOI":"10.25077/jka.v8i1.977","ISSN":"2301-7406","abstract":"Penyebab stres pada mahasiswa kedokteran terdiri kedalam enam kelompok yaitu stressor terkait akademik, stressor terkait hubungan interpersonal dan intrapersonal, stressor terkait hubungan belajar mengajar, stressor terkait hubungan sosial, stressor terkait keinginan dan pengendalian, serta stres terkait aktivitas kelompok. Tujuan penelitian ini adalah untuk mengetahui gambaran tingkat stres berdasarkan stressor pada mahasiswa profesi dokter tahun pertama Fakultas Kedokteran Universitas Andalas. Jenis penelitian ini adalah studi deskriptif dengan desain cross-sectional. Pengambilan sampel dilakukan dengan teknik simple random sampling untuk mendapatkan sampel sebanyak 188 responden. Data dikumpulkan dengan menggunakan kuesioner Medical Student Stressor Questionnaire yang telah di validasi. Hasil analisis univariat menunjukkan sebagian besar responden memiliki tingkat stres sedang (48,4%). Tingkat stres terkait akademik yang terbanyak adalah tingkat stres berat (51,6%). Tingkat stres terkait hubungan intrapersonal dan interpersonal yang terbanyak adalah tingkat stres berat (42,6%). Tingkat stres terkait hubungan belajar-mengajar yang terbanyak adalah tingkat stres sedang (42%). Tingkat stres terkait hubungan sosial yang terbanyak adalah tingkat stres sedang (53,2%). Tingkat stres terkait keinginan dan pengendalian yang terbanyak adalah tingkat stres sedang (39,9%). Tingkat stres terkait aktivitas kelompok yang terbanyak adalah tingkat stres sedang (45,2%). Stressor yang paling menyebabkan stres adalah yang terkait hubungan intrapersonal dan interpersonal.","author":[{"dropping-particle":"","family":"Rahmayani","given":"Rizkia Dwina","non-dropping-particle":"","parse-names":false,"suffix":""},{"dropping-particle":"","family":"Liza","given":"Rini Gusya","non-dropping-particle":"","parse-names":false,"suffix":""},{"dropping-particle":"","family":"Syah","given":"Nur Afrainin","non-dropping-particle":"","parse-names":false,"suffix":""}],"container-title":"Jurnal Kesehatan Andalas","id":"ITEM-1","issue":"1","issued":{"date-parts":[["2019"]]},"page":"103","title":"Gambaran Tingkat Stres Berdasarkan Stressor pada Mahasiswa Kedokteran Tahun Pertama Program Studi Profesi Dokter Fakultas Kedokteran Universitas Andalas Angkatan 2017","type":"article-journal","volume":"8"}}],"schema":"https://github.com/citation-style-language/schema/raw/master/csl-citation.json"} </w:instrText>
      </w:r>
      <w:r>
        <w:fldChar w:fldCharType="separate"/>
      </w:r>
      <w:r>
        <w:t>(Rahmayani et al., 2019)</w:t>
      </w:r>
      <w:r>
        <w:fldChar w:fldCharType="end"/>
      </w:r>
      <w:r>
        <w:t>. According to data from kompasiana.com which was broadcast on January 13, 2021, Gregg Henriques, Ph.D., a professor from James Madison University in Virginia, claimed that between 10 and 15 percent of students in the mid-1980s suffered from depression. and excessive anxiety. Dan's symptoms range from problems with hunger to self-harm to suicidal thoughts, and there was a significant increase in 2010 of 33 to 40%.</w:t>
      </w:r>
    </w:p>
    <w:p>
      <w:pPr>
        <w:pStyle w:val="45"/>
        <w:ind w:left="0" w:firstLine="567"/>
        <w:jc w:val="both"/>
        <w:rPr>
          <w:shd w:val="clear" w:color="auto" w:fill="FFFFFF"/>
        </w:rPr>
      </w:pPr>
      <w:r>
        <w:t xml:space="preserve">From data obtained from Basic Health Research it is stated that in 2018 emotional mental disorders at the age of 15 years and over which are displayed with symptoms of depression and anxiety reached 6.1% of the Indonesian population, or 11 million people. The percentage of depression in adolescents aged 15 to 24 years is 6.2 percent. When a person experiences severe depression, it can lead to a personality that wants to hurt themselves, or commit suicide. Anxiety and depression account for 80–90% of suicides. Cases of suicide in Indonesia can reach 10,000 people or the equivalent of every hour there is a case of suicide. The holy audiologist stated that 6.9% of students had the intention to commit suicide, however, another 3% of the students had attempted suicide. KarawangPost.com stated that this was what happened to a student </w:t>
      </w:r>
      <w:r>
        <w:rPr>
          <w:color w:val="000000"/>
          <w:shd w:val="clear" w:color="auto" w:fill="FFFFFF"/>
        </w:rPr>
        <w:t>who is currently compiling a thesis at a university in Malang</w:t>
      </w:r>
      <w:r>
        <w:rPr>
          <w:color w:val="000000"/>
          <w:shd w:val="clear" w:color="auto" w:fill="FFFFFF"/>
        </w:rPr>
        <w:t xml:space="preserve"> </w:t>
      </w:r>
      <w:r>
        <w:t xml:space="preserve">who tried to kill himself by jumping from a bridge in </w:t>
      </w:r>
      <w:r>
        <w:rPr>
          <w:color w:val="000000"/>
          <w:shd w:val="clear" w:color="auto" w:fill="FFFFFF"/>
        </w:rPr>
        <w:t>J</w:t>
      </w:r>
      <w:r>
        <w:rPr>
          <w:color w:val="000000"/>
          <w:shd w:val="clear" w:color="auto" w:fill="FFFFFF"/>
        </w:rPr>
        <w:t>l.</w:t>
      </w:r>
      <w:r>
        <w:rPr>
          <w:color w:val="000000"/>
          <w:shd w:val="clear" w:color="auto" w:fill="FFFFFF"/>
        </w:rPr>
        <w:t xml:space="preserve"> Soekarno Hatta, Jatimulya Village, Lowokwaru, Malang City on Wednesday, 1 September 2021. This was based on stress and</w:t>
      </w:r>
      <w:r>
        <w:rPr>
          <w:color w:val="000000"/>
          <w:shd w:val="clear" w:color="auto" w:fill="FFFFFF"/>
        </w:rPr>
        <w:t xml:space="preserve"> </w:t>
      </w:r>
      <w:r>
        <w:t>the fear of not being able to graduate on time caused by the unfinished thesis.</w:t>
      </w:r>
    </w:p>
    <w:p>
      <w:pPr>
        <w:pStyle w:val="45"/>
        <w:ind w:left="0" w:firstLine="567"/>
        <w:jc w:val="both"/>
        <w:rPr>
          <w:shd w:val="clear" w:color="auto" w:fill="FFFFFF"/>
        </w:rPr>
      </w:pPr>
      <w:r>
        <w:t xml:space="preserve">According to (Santrock, 1996) several ways to control emotions, including the model of adjustment, diversion, and coping </w:t>
      </w:r>
      <w:r>
        <w:fldChar w:fldCharType="begin" w:fldLock="1"/>
      </w:r>
      <w:r>
        <w:instrText xml:space="preserve"> ADDIN ZOTERO_ITEM CSL_CITATION {"citationID":"mcd3VDka","properties":{"formattedCitation":"(Solin, 2020)","plainCitation":"(Solin, 2020)","noteIndex":0},"citationItems":[{"id":"jEl7KA78/ieJJdJmG","uris":["http://www.mendeley.com/documents/?uuid=19e3cc2e-ee03-4a50-abeb-7a8b2f571dbb"],"itemData":{"abstract":"Penelitian ini bertujuan untuk mengetahui hubungan Dukungan Sosial dengan Coping Stress. Subjek penelitian ini adalah mahasiswa-mahasiswi semester akhir Fakultas Psikologi Universitas Medan Area. Jenis penelitian ini menggunakan korelasional …","author":[{"dropping-particle":"","family":"Solin","given":"Fernanda","non-dropping-particle":"","parse-names":false,"suffix":""}],"container-title":"Skripsi","id":"ITEM-1","issued":{"date-parts":[["2020"]]},"title":"Hubungan Dukungan Sosial Dengan Coping Stress Pada Mahasiswa Semester Akhir Stambuk 2015 Fakultas Psikologi Universitas Medan Area","type":"article-journal"}}],"schema":"https://github.com/citation-style-language/schema/raw/master/csl-citation.json"} </w:instrText>
      </w:r>
      <w:r>
        <w:fldChar w:fldCharType="separate"/>
      </w:r>
      <w:r>
        <w:t>(Solin, 2020)</w:t>
      </w:r>
      <w:r>
        <w:fldChar w:fldCharType="end"/>
      </w:r>
      <w:r>
        <w:t xml:space="preserve">. (Lazarus, 1985) says a problem-focused coping strategy is when someone tries to reduce the stress impact of a stressful situation or change their emotional state to reduce stress </w:t>
      </w:r>
      <w:r>
        <w:fldChar w:fldCharType="begin" w:fldLock="1"/>
      </w:r>
      <w:r>
        <w:instrText xml:space="preserve"> ADDIN ZOTERO_ITEM CSL_CITATION {"citationID":"6we98LXN","properties":{"formattedCitation":"(Solin, 2020)","plainCitation":"(Solin, 2020)","noteIndex":0},"citationItems":[{"id":"jEl7KA78/ieJJdJmG","uris":["http://www.mendeley.com/documents/?uuid=19e3cc2e-ee03-4a50-abeb-7a8b2f571dbb"],"itemData":{"abstract":"Penelitian ini bertujuan untuk mengetahui hubungan Dukungan Sosial dengan Coping Stress. Subjek penelitian ini adalah mahasiswa-mahasiswi semester akhir Fakultas Psikologi Universitas Medan Area. Jenis penelitian ini menggunakan korelasional …","author":[{"dropping-particle":"","family":"Solin","given":"Fernanda","non-dropping-particle":"","parse-names":false,"suffix":""}],"container-title":"Skripsi","id":"ITEM-1","issued":{"date-parts":[["2020"]]},"title":"Hubungan Dukungan Sosial Dengan Coping Stress Pada Mahasiswa Semester Akhir Stambuk 2015 Fakultas Psikologi Universitas Medan Area","type":"article-journal"}}],"schema":"https://github.com/citation-style-language/schema/raw/master/csl-citation.json"} </w:instrText>
      </w:r>
      <w:r>
        <w:fldChar w:fldCharType="separate"/>
      </w:r>
      <w:r>
        <w:t>(Solin, 2020)</w:t>
      </w:r>
      <w:r>
        <w:fldChar w:fldCharType="end"/>
      </w:r>
      <w:r>
        <w:t xml:space="preserve">. According to Sarafido, coping with stress is an attempt by a person to respond and deal with a situation that is stressful and exceeds his ability. In other words, coping with stress is a way that a person tries to manage a situation that looks like there is a difference between their efforts and abilities. To reduce the level of stress they experience while completing their thesis, students can use stress-coping strategies. Some students determine how to deal with stress, but there are still students who don't know how to deal with their stress </w:t>
      </w:r>
      <w:r>
        <w:fldChar w:fldCharType="begin" w:fldLock="1"/>
      </w:r>
      <w:r>
        <w:instrText xml:space="preserve"> ADDIN ZOTERO_ITEM CSL_CITATION {"citationID":"mk3Okzzw","properties":{"formattedCitation":"(Dela, 2019)","plainCitation":"(Dela, 2019)","noteIndex":0},"citationItems":[{"id":"jEl7KA78/ptnK6cK6","uris":["http://www.mendeley.com/documents/?uuid=cc558686-f84a-4e9b-a373-8f6efccc683d"],"itemData":{"DOI":"10.31604/ristekdik.2019.v4i2.90-94","ISSN":"2527-4244","abstract":"Latar belakang masalah dalam penelitian ini adalah untuk mengetahui gambaran stres dan strategi coping stress mahasiswa bimbingan konseling yang menyusun skripsi di Universitas Muhammadiyah Tapanuli Selatan, dimana masih banyak mahasiswa yang tidak bisa mengatasi stres nya dalam menyusun skripsi. Tujuan penelitian ini adalah untuk mengetahui gambaran stress mahasiswa bimbingan konseling yang menyusun skripsi, dan untuk mengetahui gambaran strategi coping stress yang digunakan mahasiswa bimbingan konseling yang menyusun skripsi. Adapun jenis penelitian ini adalah penelitian kualitatif. Tehnik pengumpulan data nya adalah observasi dan wawancara. Dimana diberikan item pertanyaan wawancara kepada responden dan informan guna untuk memperoleh informasi yang akurat. Hasil penelitian ini adalah mahasiswa bimbingan konseling yang menyusun skripsi mengalami stres dalam mengerjakan skripsinya dimana sumber stres nya berasal dari adanya rasa tertekan atau tekanan, dan juga konflik yang terjadi pada diri mereka di saat menyusun skripsi. Sumber stres nya dapat dilihat dari adanya gejala stres yang terjadi dalam diri mereka diantara nya dari gejala fisik, gejala emosional, dan gejala kognitif nya. Selain itu aspek-aspek stres nya berupa aspek emosional,dan aspek psikologis. Jenis coping stress yang digunakan oleh responden penelitian dalam mengatasi stres nya yaitu dengan berkonsentrasi, yaitu memfokuskan fikirannya dalam memperbaiki semua kesalahan dalam skripsi. Sedangkan strategi coping stress yang digunakan yaitu strategi emotional focus coping dengan bentuk distancing dan strategi problem focused coping dengan bentuk seeking social support.","author":[{"dropping-particle":"","family":"Dela","given":"Vitria Larseman","non-dropping-particle":"","parse-names":false,"suffix":""}],"container-title":"RISTEKDIK : Jurnal Bimbingan dan Konseling","id":"ITEM-1","issue":"2","issued":{"date-parts":[["2019"]]},"page":"90","title":"Strategi Coping Stress Pada Mahasiswa Bimbingan Konseling Yang Menyusun Skripsi Di Universitas Muhammadiyah Tapanuli Selatan","type":"article-journal","volume":"4"}}],"schema":"https://github.com/citation-style-language/schema/raw/master/csl-citation.json"} </w:instrText>
      </w:r>
      <w:r>
        <w:fldChar w:fldCharType="separate"/>
      </w:r>
      <w:r>
        <w:t>(Dela, 2019)</w:t>
      </w:r>
      <w:r>
        <w:fldChar w:fldCharType="end"/>
      </w:r>
      <w:r>
        <w:t>.</w:t>
      </w:r>
    </w:p>
    <w:p>
      <w:pPr>
        <w:pStyle w:val="45"/>
        <w:ind w:left="0" w:firstLine="567"/>
        <w:jc w:val="both"/>
        <w:rPr>
          <w:shd w:val="clear" w:color="auto" w:fill="FFFFFF"/>
        </w:rPr>
      </w:pPr>
      <w:r>
        <w:t xml:space="preserve">According to (Lazarus &amp; Folkman, 1984) coping strategies for stress from its function data found 2 forms, namely Problem Focused Coping (problem-focused coping) and Emotion Focused Coping (emotion-focused coping). Problem Focused Coping is a real behavior in the form of action to solve problems, challenges, and pressures by developing skills or abilities to handle situations or problems. Emotion Focused Coping, namely individual efforts to control emotions to get a sense of comfort and minimize the pressure that is felt, this situation is defensive or temporary. Discussion about coping with stress cannot be far from the important part that occurs in it, namely the existence of social support </w:t>
      </w:r>
      <w:r>
        <w:fldChar w:fldCharType="begin" w:fldLock="1"/>
      </w:r>
      <w:r>
        <w:instrText xml:space="preserve"> ADDIN ZOTERO_ITEM CSL_CITATION {"citationID":"n7VVSUQ2","properties":{"formattedCitation":"(Mayangsari et al., 2022)","plainCitation":"(Mayangsari et al., 2022)","noteIndex":0},"citationItems":[{"id":"jEl7KA78/FVPIOTbk","uris":["http://www.mendeley.com/documents/?uuid=15839345-4ba4-4755-a2bd-f9f5ec35ee6d"],"itemData":{"ISSN":"2557-4694","abstract":"This research was conducted to determine the coping efforts of a person who has psychosomatic tendencies in dealing with stress. Data were collected by means of interviews about the background, psychosomatic causes, then coping strategies that were used to control oneself when these symptoms came. This study used a qualitative approach with a case study method which was conducted on two research subjects. The subjects of this study were housewives who had psychosomatic tendencies when dealing with stressors. The results showed that a person with psychosomatic tendencies tends to do Emotional-focused coping, including efforts to treat illness, efforts to get closer to God and efforts to control his emotions. Problem-focused coping includes a willingness to go to a doctor if symptoms recur and an effort to seek support from people around them as a coping strategy.","author":[{"dropping-particle":"","family":"Mayangsari","given":"Widuri","non-dropping-particle":"","parse-names":false,"suffix":""},{"dropping-particle":"","family":"Shinta","given":"Arundati","non-dropping-particle":"","parse-names":false,"suffix":""},{"dropping-particle":"","family":"Widiantoro","given":"Fx Wahyu","non-dropping-particle":"","parse-names":false,"suffix":""}],"container-title":"Jurnal Psikologi","id":"ITEM-1","issue":"1","issued":{"date-parts":[["2022"]]},"page":"37-47","title":"Studi Kasus Strategi Coping Stres Pada Ibu Rumah Tangga dengan Kecenderungan Psikosomatis di Yogyakarta","type":"article-journal","volume":"18"}}],"schema":"https://github.com/citation-style-language/schema/raw/master/csl-citation.json"} </w:instrText>
      </w:r>
      <w:r>
        <w:fldChar w:fldCharType="separate"/>
      </w:r>
      <w:r>
        <w:t>(Mayangsari et al., 2022)</w:t>
      </w:r>
      <w:r>
        <w:fldChar w:fldCharType="end"/>
      </w:r>
      <w:r>
        <w:t xml:space="preserve">. As described by (Sarafino, 1994) humans are social beings and each individual needs this social support when interacting with others. In their survival </w:t>
      </w:r>
      <w:r>
        <w:fldChar w:fldCharType="begin" w:fldLock="1"/>
      </w:r>
      <w:r>
        <w:instrText xml:space="preserve"> ADDIN ZOTERO_ITEM CSL_CITATION {"citationID":"ceRxfE6T","properties":{"formattedCitation":"(Wati et al., 2016)","plainCitation":"(Wati et al., 2016)","noteIndex":0},"citationItems":[{"id":"jEl7KA78/E5vXc1cB","uris":["http://www.mendeley.com/documents/?uuid=45a9031c-f8e9-4add-8e75-6ee6144aa164"],"itemData":{"abstract":"ABSTRAK Penelitian ini bertujuan untuk mengetahui hubungan antara dukungan sosial dengan strategi koping berfokus masalah pada mahasiswa semester akhir. Strategi koping berfokus masalah merupakan kemampuan individu dalam meminimalisir stressor dan meningkatkan kemampuan dalam menghadapi masalah. Variabel penelitan ini terdiri atas dukungan sosial sebagai variabel bebas serta strategi koping berfokus masalah sebagai variabel terikat. Hipotesis yang diajukan dalam penelitian ini adalah adanya hubungan positif antar kedua variabel. Partisipan penelitian ini adalah mahasiswa semester akhir Untag Surabaya dengan karakteristik sedang menyusun skripsi yang berjumlah 286 mahasiswa. Data penelitian diperoleh dengan penyebaran kuesioner kepada subyek yang dianggap memenuhi karakterisik partisipan. Penelitian ini menggunakan pendekatan kuantitatif untuk menguji hipotesis penelitian yang diajukan. Teknik analisis data menggunakan uji S?ea??a??? Rh? dengan memanfaatkan bantuan program Statistical Package for the Social Sciences (SPSS) versi 16.0 yang menunjukkan bahwa terdapat hubungan positif antara variabel dukungan sosial dengan strategi koping berfokus masalah, sehingga hipotesis yang diajukan dapat diterima. Kata","author":[{"dropping-particle":"","family":"Wati","given":"Dian","non-dropping-particle":"","parse-names":false,"suffix":""},{"dropping-particle":"","family":"P","given":"Herlan","non-dropping-particle":"","parse-names":false,"suffix":""},{"dropping-particle":"","family":"Suhadianto","given":"","non-dropping-particle":"","parse-names":false,"suffix":""}],"container-title":"Fakultas Psikologi Universitas 17 Agustus 1945","id":"ITEM-1","issued":{"date-parts":[["2016"]]},"title":"Dukungan Sosial dan Strategi Koping Berfokus Masalah pada Mahasiswa","type":"article-journal"}}],"schema":"https://github.com/citation-style-language/schema/raw/master/csl-citation.json"} </w:instrText>
      </w:r>
      <w:r>
        <w:fldChar w:fldCharType="separate"/>
      </w:r>
      <w:r>
        <w:t>(Wati et al., 2016)</w:t>
      </w:r>
      <w:r>
        <w:fldChar w:fldCharType="end"/>
      </w:r>
      <w:r>
        <w:t xml:space="preserve">. Social support is composed of several aspects as formulated by (Sarafino et al, 1994), namely emotional support, appraisal support, instrumental support, and informational support that can help a person regulate his emotions, behavior, thoughts, and feelings to respond to the pressures he faces </w:t>
      </w:r>
      <w:r>
        <w:fldChar w:fldCharType="begin" w:fldLock="1"/>
      </w:r>
      <w:r>
        <w:instrText xml:space="preserve"> ADDIN ZOTERO_ITEM CSL_CITATION {"citationID":"Y7gjhJ3H","properties":{"formattedCitation":"(Solin, 2020)","plainCitation":"(Solin, 2020)","noteIndex":0},"citationItems":[{"id":"jEl7KA78/ieJJdJmG","uris":["http://www.mendeley.com/documents/?uuid=19e3cc2e-ee03-4a50-abeb-7a8b2f571dbb"],"itemData":{"abstract":"Penelitian ini bertujuan untuk mengetahui hubungan Dukungan Sosial dengan Coping Stress. Subjek penelitian ini adalah mahasiswa-mahasiswi semester akhir Fakultas Psikologi Universitas Medan Area. Jenis penelitian ini menggunakan korelasional …","author":[{"dropping-particle":"","family":"Solin","given":"Fernanda","non-dropping-particle":"","parse-names":false,"suffix":""}],"container-title":"Skripsi","id":"ITEM-1","issued":{"date-parts":[["2020"]]},"title":"Hubungan Dukungan Sosial Dengan Coping Stress Pada Mahasiswa Semester Akhir Stambuk 2015 Fakultas Psikologi Universitas Medan Area","type":"article-journal"}}],"schema":"https://github.com/citation-style-language/schema/raw/master/csl-citation.json"} </w:instrText>
      </w:r>
      <w:r>
        <w:fldChar w:fldCharType="separate"/>
      </w:r>
      <w:r>
        <w:t>(Solin, 2020)</w:t>
      </w:r>
      <w:r>
        <w:fldChar w:fldCharType="end"/>
      </w:r>
      <w:r>
        <w:t>.</w:t>
      </w:r>
    </w:p>
    <w:p>
      <w:pPr>
        <w:pStyle w:val="45"/>
        <w:ind w:left="0" w:firstLine="567"/>
        <w:jc w:val="both"/>
      </w:pPr>
      <w:r>
        <w:t xml:space="preserve">From research data discussing the relationship between social support and coping stress carried out by Bastian and the clinical instructor team at the Faculty of Nursing, University of Klabat, it is known that a sample of 102 respondents stated high results, namely 100% of respondents received peer social support. So, students who are completing their thesis at the Faculty of Nursing, University of Klabat state a significant relationship between stress and social support </w:t>
      </w:r>
      <w:r>
        <w:rPr>
          <w:shd w:val="clear" w:color="auto" w:fill="FFFFFF"/>
        </w:rPr>
        <w:fldChar w:fldCharType="begin" w:fldLock="1"/>
      </w:r>
      <w:r>
        <w:rPr>
          <w:shd w:val="clear" w:color="auto" w:fill="FFFFFF"/>
        </w:rPr>
        <w:instrText xml:space="preserve"> ADDIN ZOTERO_ITEM CSL_CITATION {"citationID":"0GlpcYLe","properties":{"formattedCitation":"(Sosial &amp; Kinerja, 2009)","plainCitation":"(Sosial &amp; Kinerja, 2009)","dontUpdate":true,"noteIndex":0},"citationItems":[{"id":"jEl7KA78/WUYhyica","uris":["http://www.mendeley.com/documents/?uuid=bc23c05b-a137-4676-b160-33a48fd22141"],"itemData":{"abstract":"Predicting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approach.","author":[{"dropping-particle":"","family":"Sosial","given":"Kinerja","non-dropping-particle":"","parse-names":false,"suffix":""},{"dropping-particle":"","family":"Kinerja","given":"D A N","non-dropping-particle":"","parse-names":false,"suffix":""}],"id":"ITEM-1","issue":"1","issued":{"date-parts":[["2009"]]},"page":"1-118","title":"Metadata, citation and similar papers at core.ac.uk 1","type":"article-journal","volume":"2"}}],"schema":"https://github.com/citation-style-language/schema/raw/master/csl-citation.json"} </w:instrText>
      </w:r>
      <w:r>
        <w:rPr>
          <w:shd w:val="clear" w:color="auto" w:fill="FFFFFF"/>
        </w:rPr>
        <w:fldChar w:fldCharType="separate"/>
      </w:r>
      <w:r>
        <w:t>(Social &amp; Performance, 2009)</w:t>
      </w:r>
      <w:r>
        <w:rPr>
          <w:shd w:val="clear" w:color="auto" w:fill="FFFFFF"/>
        </w:rPr>
        <w:fldChar w:fldCharType="end"/>
      </w:r>
      <w:r>
        <w:rPr>
          <w:shd w:val="clear" w:color="auto" w:fill="FFFFFF"/>
        </w:rPr>
        <w:t>.</w:t>
      </w:r>
      <w:r>
        <w:rPr>
          <w:shd w:val="clear" w:color="auto" w:fill="FFFFFF"/>
        </w:rPr>
        <w:t xml:space="preserve"> </w:t>
      </w:r>
      <w:r>
        <w:t xml:space="preserve">According to previous research by Putri Nur Afifah, "The Relationship between Social Support and Coping Stress in Final Semester Students of the Faculty of Psychology, Medan Area University," with a research sample of 70 people, the result was that social support influences coping stress in final year students </w:t>
      </w:r>
      <w:r>
        <w:fldChar w:fldCharType="begin" w:fldLock="1"/>
      </w:r>
      <w:r>
        <w:instrText xml:space="preserve"> ADDIN ZOTERO_ITEM CSL_CITATION {"citationID":"lmkAF7rM","properties":{"formattedCitation":"(Benshlomo, 2023)","plainCitation":"(Benshlomo, 2023)","dontUpdate":true,"noteIndex":0},"citationItems":[{"id":"jEl7KA78/fqyJ1PDv","uris":["http://www.mendeley.com/documents/?uuid=1ee40321-e951-41e0-9cc8-4b4886db2ef4"],"itemData":{"author":[{"dropping-particle":"","family":"Benshlomo","given":"Ohr","non-dropping-particle":"","parse-names":false,"suffix":""}],"container-title":"</w:instrText>
      </w:r>
      <w:r>
        <w:rPr>
          <w:rFonts w:ascii="Leelawadee UI" w:hAnsi="Leelawadee UI" w:cs="Leelawadee UI"/>
        </w:rPr>
        <w:instrText xml:space="preserve">วารสารวิชาการมหาวิทยาลัยอีสเทิร์นเอเชีย</w:instrText>
      </w:r>
      <w:r>
        <w:instrText xml:space="preserve">","id":"ITEM-1","issue":"1","issued":{"date-parts":[["2023"]]},"page":"88-100","title":"PENGARUH DUKUNGAN SOSIAL TERHADAP COPING STRESS MAHA SISWA TINGKAT AKHIR BIMBINGAN DAN PENYULUHAN ISLAM UIN SYARIF HIDAYATULLAH JAKARTA","type":"article-journal","volume":"4"}}],"schema":"https://github.com/citation-style-language/schema/raw/master/csl-citation.json"} </w:instrText>
      </w:r>
      <w:r>
        <w:fldChar w:fldCharType="separate"/>
      </w:r>
      <w:r>
        <w:t>(Benslomo, 2023)</w:t>
      </w:r>
      <w:r>
        <w:fldChar w:fldCharType="end"/>
      </w:r>
      <w:r>
        <w:t>.</w:t>
      </w:r>
    </w:p>
    <w:p>
      <w:pPr>
        <w:pStyle w:val="45"/>
        <w:ind w:left="0" w:firstLine="567"/>
        <w:jc w:val="both"/>
        <w:rPr>
          <w:shd w:val="clear" w:color="auto" w:fill="FFFFFF"/>
        </w:rPr>
      </w:pPr>
      <w:r>
        <w:t xml:space="preserve">Some of the exposure above is reinforced by the results of research conducted by RA Jayusman, social support and coping stress are positively correlated. So the higher the social support will also affect the high level of coping stress that is raised. This statement states that social support has a major influence on individuals coping with stress </w:t>
      </w:r>
      <w:r>
        <w:fldChar w:fldCharType="begin" w:fldLock="1"/>
      </w:r>
      <w:r>
        <w:instrText xml:space="preserve"> ADDIN ZOTERO_ITEM CSL_CITATION {"citationID":"ze7iyMfn","properties":{"formattedCitation":"(DIKRIANSYAH, 2018)","plainCitation":"(DIKRIANSYAH, 2018)","noteIndex":0},"citationItems":[{"id":"jEl7KA78/KkPhlmoX","uris":["http://www.mendeley.com/documents/?uuid=4a4dbc54-902d-455a-92df-9b059b16cbbf"],"itemData":{"ISBN":"9788566800197","ISSN":"09737510","PMID":"25246403","abstract":"A study was conducted during November, 2005-October, 2006 to evaluate the surface water quality of river Ganga around Kolkata. The samples were analyzed for a number of physico-chemical parameters using standard laboratory procedures and giving prime thrust to determine the heavy metal concentrations (Fe, Mn, Cu, Zn, Pb, Cd, Cr, and Ni) of surface water at four different locations of the river Ganga around Kolkata from two points (middle of the river stream and a discharge point) at each location. Out of 96 samples analyzed, Fe, Mn, Cu, Zn, and Ni were detected in 71, 47, 38, 60, and 45 samples in the concentrations ranging from 0.013 to 5.49, 0.022 to 1.78, 0.003 to 0.033, 0.005 to 0.293, and 0.045 to 0.24 mg L -1 , respectively. Cd and Pb were detected in six and 21 samples in the range of 0.005 to 0.006 and 0.05 to 0.53 mg L -1 , respectively. But Cr was not detected in any of the samples analyzed. The metals exhibited no significant variation with respect to sampling locations as well as discharge points. However, the concentration of those metals varied with season, being higher in rainy and lower in winter season. © 2008 Springer Science+Business Media B.V.","author":[{"dropping-particle":"","family":"DIKRIANSYAH","given":"FIKRI","non-dropping-particle":"","parse-names":false,"suffix":""}],"container-title":"Biomass Chem Eng","id":"ITEM-1","issue":"2","issued":{"date-parts":[["2018"]]},"page":"ثقثقثقثق","title":"HUBUNGAN ANTARA DUKUNGAN SOSIAL DAN COPING STRESS PADA MAHASISWA PERANTAU DI YOGYAKARTA","type":"article-journal","volume":"3"}}],"schema":"https://github.com/citation-style-language/schema/raw/master/csl-citation.json"} </w:instrText>
      </w:r>
      <w:r>
        <w:fldChar w:fldCharType="separate"/>
      </w:r>
      <w:r>
        <w:t>(Dikriansyah, 2018)</w:t>
      </w:r>
      <w:r>
        <w:fldChar w:fldCharType="end"/>
      </w:r>
      <w:r>
        <w:t>. The purpose of this research is as an effort to determine the relationship between social support and coping with stress in students who are preparing their thesis at the Faculty of Psychology and Education, Universitas Muhammadiyah Sidoarjo</w:t>
      </w:r>
      <w:r>
        <w:rPr>
          <w:color w:val="000000"/>
        </w:rPr>
        <w:t>.</w:t>
      </w:r>
    </w:p>
    <w:p>
      <w:pPr>
        <w:pStyle w:val="36"/>
        <w:rPr>
          <w:color w:val="000000"/>
          <w:sz w:val="24"/>
          <w:lang w:val="en-US"/>
        </w:rPr>
      </w:pPr>
    </w:p>
    <w:p>
      <w:pPr>
        <w:pStyle w:val="18"/>
        <w:rPr>
          <w:sz w:val="24"/>
        </w:rPr>
      </w:pPr>
      <w:r>
        <w:rPr>
          <w:sz w:val="24"/>
          <w:lang w:val="id-ID"/>
        </w:rPr>
        <w:t>M</w:t>
      </w:r>
      <w:r>
        <w:rPr>
          <w:sz w:val="24"/>
        </w:rPr>
        <w:t>ethod</w:t>
      </w:r>
    </w:p>
    <w:p>
      <w:pPr>
        <w:pStyle w:val="45"/>
        <w:ind w:left="0" w:firstLine="567"/>
        <w:jc w:val="both"/>
      </w:pPr>
      <w:r>
        <w:rPr>
          <w:color w:val="000000"/>
          <w:spacing w:val="3"/>
          <w:shd w:val="clear" w:color="auto" w:fill="FFFFFF"/>
        </w:rPr>
        <w:t xml:space="preserve">The method used for this research is </w:t>
      </w:r>
      <w:r>
        <w:rPr>
          <w:color w:val="000000"/>
          <w:spacing w:val="3"/>
          <w:shd w:val="clear" w:color="auto" w:fill="FFFFFF"/>
        </w:rPr>
        <w:t>quantitative</w:t>
      </w:r>
      <w:r>
        <w:rPr>
          <w:color w:val="000000"/>
          <w:spacing w:val="3"/>
          <w:shd w:val="clear" w:color="auto" w:fill="FFFFFF"/>
        </w:rPr>
        <w:t>. IBM SPSS Statistics 26 for Windows is used for statistical analysis to test the proposed hypothesis. This study uses correlational research which aims as an effort to determine the relationship between social support and coping stress. In this study, two variables were used, namely the independent variable (X) and the dependent variable (Y). Where social support becomes the independent (free) variable and coping stress becomes the dependent (bound) variable.</w:t>
      </w:r>
      <w:r>
        <w:rPr>
          <w:color w:val="000000"/>
          <w:spacing w:val="3"/>
          <w:shd w:val="clear" w:color="auto" w:fill="FFFFFF"/>
        </w:rPr>
        <w:t xml:space="preserve"> </w:t>
      </w:r>
      <w:r>
        <w:t>Measuring tools used include the social relations scale and coping stress scale. Google Forms is used as a medium for distributing measurement tools in this study.</w:t>
      </w:r>
    </w:p>
    <w:p>
      <w:pPr>
        <w:pStyle w:val="45"/>
        <w:ind w:left="0" w:firstLine="567"/>
        <w:jc w:val="both"/>
      </w:pPr>
      <w:r>
        <w:t>The population in this study amounted to around 501 students, and the sample taken was 272 students with the characteristics of currently writing a thesis at the Faculty of Psychology and Education, Universitas Muhammadiyah Sidoarjo. The sampling method used is the sampling table Isaac and Michael with an error rate of 5%. Using a modified Likert scale as a data collection technique in this study. Sugiyono stated that the Likert scale can be applied to measuring one's opinions, attitudes, and perceptions of the current situation. This research modifies the Likert scale using 4 answer choices by eliminating neutral answers. This modification was carried out so that the results of the distribution of the scale did not find any doubtful answers. The social relationship scale and coping stress scale were prepared with 4 alternative answers namely "strongly disagree (STS)", "disagree (TS)", "agree (S)", and "strongly agree (SS)". Statements in the compiled instruments are favorable and unfavorable, namely favorable statements for statements agreeing but unfavorable for statements stating disagreement.</w:t>
      </w:r>
    </w:p>
    <w:p>
      <w:pPr>
        <w:pStyle w:val="6"/>
        <w:spacing w:after="0"/>
        <w:ind w:right="173" w:firstLine="720"/>
        <w:jc w:val="both"/>
      </w:pPr>
      <w:r>
        <w:t>The scale is then tested statistically using validity and reliability tests. After carrying out the scale validity test, obtaining the results of item validity on the social support scale with a value range from -0.394 to 0.623 of 40 items and found 10 invalid items, including items 1,4, 5, 23, 26, 32, 33, 34, 36, 40, and produce 30 valid items. In addition, the results of the Crobach alpha reliability test were 0.792&gt; 0.60 so that social support items could be declared reliable. while the coping stress scale has a range of values ​​from 0.08 to 0.614 out of 40 items it produces 3 invalid items namely items 26, 31, 32, and produces 37 valid items. As well as coping stress items also passed the Cronbach alpha reliability test with a score of 0.830 &gt; 0.60 which stated reliability.</w:t>
      </w:r>
    </w:p>
    <w:p>
      <w:pPr>
        <w:pStyle w:val="18"/>
        <w:rPr>
          <w:sz w:val="24"/>
        </w:rPr>
      </w:pPr>
    </w:p>
    <w:p>
      <w:pPr>
        <w:pStyle w:val="18"/>
        <w:rPr>
          <w:sz w:val="24"/>
        </w:rPr>
      </w:pPr>
      <w:r>
        <w:rPr>
          <w:sz w:val="24"/>
        </w:rPr>
        <w:t>Results and Discussion</w:t>
      </w:r>
    </w:p>
    <w:p>
      <w:pPr>
        <w:rPr>
          <w:b/>
        </w:rPr>
      </w:pPr>
      <w:r>
        <w:rPr>
          <w:b/>
        </w:rPr>
        <w:t>Results</w:t>
      </w:r>
    </w:p>
    <w:p>
      <w:pPr>
        <w:autoSpaceDE w:val="0"/>
        <w:autoSpaceDN w:val="0"/>
        <w:adjustRightInd w:val="0"/>
        <w:ind w:left="720"/>
      </w:pPr>
    </w:p>
    <w:p>
      <w:pPr>
        <w:autoSpaceDE w:val="0"/>
        <w:autoSpaceDN w:val="0"/>
        <w:adjustRightInd w:val="0"/>
        <w:ind w:left="720"/>
        <w:jc w:val="center"/>
        <w:rPr>
          <w:b/>
          <w:bCs/>
        </w:rPr>
      </w:pPr>
      <w:r>
        <w:rPr>
          <w:b/>
          <w:bCs/>
        </w:rPr>
        <w:t>Table 1. Normality Test</w:t>
      </w:r>
    </w:p>
    <w:tbl>
      <w:tblPr>
        <w:tblStyle w:val="14"/>
        <w:tblW w:w="467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984"/>
        <w:gridCol w:w="1418"/>
        <w:gridCol w:w="1275"/>
      </w:tblGrid>
      <w:tr>
        <w:tblPrEx>
          <w:tblLayout w:type="fixed"/>
        </w:tblPrEx>
        <w:trPr>
          <w:cantSplit/>
          <w:trHeight w:val="269" w:hRule="atLeast"/>
        </w:trPr>
        <w:tc>
          <w:tcPr>
            <w:tcW w:w="4677" w:type="dxa"/>
            <w:gridSpan w:val="3"/>
            <w:tcBorders>
              <w:top w:val="nil"/>
              <w:left w:val="nil"/>
              <w:bottom w:val="nil"/>
              <w:right w:val="nil"/>
            </w:tcBorders>
            <w:shd w:val="clear" w:color="auto" w:fill="FFFFFF"/>
            <w:vAlign w:val="center"/>
          </w:tcPr>
          <w:p>
            <w:pPr>
              <w:autoSpaceDE w:val="0"/>
              <w:autoSpaceDN w:val="0"/>
              <w:adjustRightInd w:val="0"/>
              <w:ind w:left="720" w:right="60"/>
              <w:jc w:val="center"/>
              <w:rPr>
                <w:color w:val="010205"/>
                <w:sz w:val="18"/>
                <w:szCs w:val="18"/>
              </w:rPr>
            </w:pPr>
            <w:r>
              <w:rPr>
                <w:b/>
                <w:bCs/>
                <w:color w:val="010205"/>
                <w:sz w:val="18"/>
                <w:szCs w:val="18"/>
              </w:rPr>
              <w:t>One-Sample Kolmogorov-Smirnov Test</w:t>
            </w:r>
          </w:p>
        </w:tc>
      </w:tr>
      <w:tr>
        <w:tblPrEx>
          <w:tblLayout w:type="fixed"/>
        </w:tblPrEx>
        <w:trPr>
          <w:cantSplit/>
          <w:trHeight w:val="503" w:hRule="atLeast"/>
        </w:trPr>
        <w:tc>
          <w:tcPr>
            <w:tcW w:w="3402" w:type="dxa"/>
            <w:gridSpan w:val="2"/>
            <w:tcBorders>
              <w:top w:val="nil"/>
              <w:left w:val="nil"/>
              <w:bottom w:val="single" w:color="152935" w:sz="8" w:space="0"/>
              <w:right w:val="nil"/>
            </w:tcBorders>
            <w:shd w:val="clear" w:color="auto" w:fill="FFFFFF"/>
            <w:vAlign w:val="bottom"/>
          </w:tcPr>
          <w:p>
            <w:pPr>
              <w:autoSpaceDE w:val="0"/>
              <w:autoSpaceDN w:val="0"/>
              <w:adjustRightInd w:val="0"/>
              <w:ind w:left="720" w:hanging="585"/>
              <w:rPr>
                <w:sz w:val="18"/>
                <w:szCs w:val="18"/>
              </w:rPr>
            </w:pPr>
          </w:p>
        </w:tc>
        <w:tc>
          <w:tcPr>
            <w:tcW w:w="1275" w:type="dxa"/>
            <w:tcBorders>
              <w:top w:val="nil"/>
              <w:left w:val="nil"/>
              <w:bottom w:val="single" w:color="152935" w:sz="8" w:space="0"/>
              <w:right w:val="nil"/>
            </w:tcBorders>
            <w:shd w:val="clear" w:color="auto" w:fill="FFFFFF"/>
            <w:vAlign w:val="bottom"/>
          </w:tcPr>
          <w:p>
            <w:pPr>
              <w:autoSpaceDE w:val="0"/>
              <w:autoSpaceDN w:val="0"/>
              <w:adjustRightInd w:val="0"/>
              <w:ind w:left="-7" w:right="60"/>
              <w:jc w:val="center"/>
              <w:rPr>
                <w:color w:val="264A60"/>
                <w:sz w:val="18"/>
                <w:szCs w:val="18"/>
              </w:rPr>
            </w:pPr>
            <w:r>
              <w:rPr>
                <w:color w:val="264A60"/>
                <w:sz w:val="18"/>
                <w:szCs w:val="18"/>
              </w:rPr>
              <w:t>Unstandardized Residual</w:t>
            </w:r>
          </w:p>
        </w:tc>
      </w:tr>
      <w:tr>
        <w:tblPrEx>
          <w:tblLayout w:type="fixed"/>
        </w:tblPrEx>
        <w:trPr>
          <w:cantSplit/>
          <w:trHeight w:val="250" w:hRule="atLeast"/>
        </w:trPr>
        <w:tc>
          <w:tcPr>
            <w:tcW w:w="3402" w:type="dxa"/>
            <w:gridSpan w:val="2"/>
            <w:tcBorders>
              <w:top w:val="single" w:color="152935"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N</w:t>
            </w:r>
          </w:p>
        </w:tc>
        <w:tc>
          <w:tcPr>
            <w:tcW w:w="1275" w:type="dxa"/>
            <w:tcBorders>
              <w:top w:val="single" w:color="152935"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272</w:t>
            </w:r>
          </w:p>
        </w:tc>
      </w:tr>
      <w:tr>
        <w:tblPrEx>
          <w:tblLayout w:type="fixed"/>
        </w:tblPrEx>
        <w:trPr>
          <w:cantSplit/>
          <w:trHeight w:val="250" w:hRule="atLeast"/>
        </w:trPr>
        <w:tc>
          <w:tcPr>
            <w:tcW w:w="1984" w:type="dxa"/>
            <w:vMerge w:val="restart"/>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Normal Parameters</w:t>
            </w:r>
            <w:r>
              <w:rPr>
                <w:color w:val="264A60"/>
                <w:sz w:val="18"/>
                <w:szCs w:val="18"/>
                <w:vertAlign w:val="superscript"/>
              </w:rPr>
              <w:t>a,b</w:t>
            </w:r>
          </w:p>
        </w:tc>
        <w:tc>
          <w:tcPr>
            <w:tcW w:w="1418"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Mean</w:t>
            </w:r>
          </w:p>
        </w:tc>
        <w:tc>
          <w:tcPr>
            <w:tcW w:w="1275" w:type="dxa"/>
            <w:tcBorders>
              <w:top w:val="single" w:color="AEAEAE"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.0000000</w:t>
            </w:r>
          </w:p>
        </w:tc>
      </w:tr>
      <w:tr>
        <w:tblPrEx>
          <w:tblLayout w:type="fixed"/>
        </w:tblPrEx>
        <w:trPr>
          <w:cantSplit/>
          <w:trHeight w:val="171" w:hRule="atLeast"/>
        </w:trPr>
        <w:tc>
          <w:tcPr>
            <w:tcW w:w="1984" w:type="dxa"/>
            <w:vMerge w:val="continue"/>
            <w:tcBorders>
              <w:top w:val="single" w:color="AEAEAE" w:sz="8" w:space="0"/>
              <w:left w:val="nil"/>
              <w:bottom w:val="single" w:color="AEAEAE" w:sz="8" w:space="0"/>
              <w:right w:val="nil"/>
            </w:tcBorders>
            <w:shd w:val="clear" w:color="auto" w:fill="E0E0E0"/>
          </w:tcPr>
          <w:p>
            <w:pPr>
              <w:autoSpaceDE w:val="0"/>
              <w:autoSpaceDN w:val="0"/>
              <w:adjustRightInd w:val="0"/>
              <w:ind w:left="720" w:hanging="585"/>
              <w:rPr>
                <w:color w:val="010205"/>
                <w:sz w:val="18"/>
                <w:szCs w:val="18"/>
              </w:rPr>
            </w:pPr>
          </w:p>
        </w:tc>
        <w:tc>
          <w:tcPr>
            <w:tcW w:w="1418"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Std. Deviation</w:t>
            </w:r>
          </w:p>
        </w:tc>
        <w:tc>
          <w:tcPr>
            <w:tcW w:w="1275" w:type="dxa"/>
            <w:tcBorders>
              <w:top w:val="single" w:color="AEAEAE"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1.24834070</w:t>
            </w:r>
          </w:p>
        </w:tc>
      </w:tr>
      <w:tr>
        <w:tblPrEx>
          <w:tblLayout w:type="fixed"/>
        </w:tblPrEx>
        <w:trPr>
          <w:cantSplit/>
          <w:trHeight w:val="250" w:hRule="atLeast"/>
        </w:trPr>
        <w:tc>
          <w:tcPr>
            <w:tcW w:w="1984" w:type="dxa"/>
            <w:vMerge w:val="restart"/>
            <w:tcBorders>
              <w:top w:val="single" w:color="AEAEAE" w:sz="8" w:space="0"/>
              <w:left w:val="nil"/>
              <w:bottom w:val="single" w:color="AEAEAE" w:sz="8" w:space="0"/>
              <w:right w:val="nil"/>
            </w:tcBorders>
            <w:shd w:val="clear" w:color="auto" w:fill="E0E0E0"/>
          </w:tcPr>
          <w:p>
            <w:pPr>
              <w:autoSpaceDE w:val="0"/>
              <w:autoSpaceDN w:val="0"/>
              <w:adjustRightInd w:val="0"/>
              <w:ind w:left="135" w:right="60"/>
              <w:rPr>
                <w:color w:val="264A60"/>
                <w:sz w:val="18"/>
                <w:szCs w:val="18"/>
              </w:rPr>
            </w:pPr>
            <w:r>
              <w:rPr>
                <w:color w:val="264A60"/>
                <w:sz w:val="18"/>
                <w:szCs w:val="18"/>
              </w:rPr>
              <w:t>Most Extreme Differences</w:t>
            </w:r>
          </w:p>
        </w:tc>
        <w:tc>
          <w:tcPr>
            <w:tcW w:w="1418"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Absolute</w:t>
            </w:r>
          </w:p>
        </w:tc>
        <w:tc>
          <w:tcPr>
            <w:tcW w:w="1275" w:type="dxa"/>
            <w:tcBorders>
              <w:top w:val="single" w:color="AEAEAE"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.071</w:t>
            </w:r>
          </w:p>
        </w:tc>
      </w:tr>
      <w:tr>
        <w:tblPrEx>
          <w:tblLayout w:type="fixed"/>
        </w:tblPrEx>
        <w:trPr>
          <w:cantSplit/>
          <w:trHeight w:val="171" w:hRule="atLeast"/>
        </w:trPr>
        <w:tc>
          <w:tcPr>
            <w:tcW w:w="1984" w:type="dxa"/>
            <w:vMerge w:val="continue"/>
            <w:tcBorders>
              <w:top w:val="single" w:color="AEAEAE" w:sz="8" w:space="0"/>
              <w:left w:val="nil"/>
              <w:bottom w:val="single" w:color="AEAEAE" w:sz="8" w:space="0"/>
              <w:right w:val="nil"/>
            </w:tcBorders>
            <w:shd w:val="clear" w:color="auto" w:fill="E0E0E0"/>
          </w:tcPr>
          <w:p>
            <w:pPr>
              <w:autoSpaceDE w:val="0"/>
              <w:autoSpaceDN w:val="0"/>
              <w:adjustRightInd w:val="0"/>
              <w:ind w:left="720" w:hanging="585"/>
              <w:rPr>
                <w:color w:val="010205"/>
                <w:sz w:val="18"/>
                <w:szCs w:val="18"/>
              </w:rPr>
            </w:pPr>
          </w:p>
        </w:tc>
        <w:tc>
          <w:tcPr>
            <w:tcW w:w="1418"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Positive</w:t>
            </w:r>
          </w:p>
        </w:tc>
        <w:tc>
          <w:tcPr>
            <w:tcW w:w="1275" w:type="dxa"/>
            <w:tcBorders>
              <w:top w:val="single" w:color="AEAEAE"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.071</w:t>
            </w:r>
          </w:p>
        </w:tc>
      </w:tr>
      <w:tr>
        <w:tblPrEx>
          <w:tblLayout w:type="fixed"/>
        </w:tblPrEx>
        <w:trPr>
          <w:cantSplit/>
          <w:trHeight w:val="171" w:hRule="atLeast"/>
        </w:trPr>
        <w:tc>
          <w:tcPr>
            <w:tcW w:w="1984" w:type="dxa"/>
            <w:vMerge w:val="continue"/>
            <w:tcBorders>
              <w:top w:val="single" w:color="AEAEAE" w:sz="8" w:space="0"/>
              <w:left w:val="nil"/>
              <w:bottom w:val="single" w:color="AEAEAE" w:sz="8" w:space="0"/>
              <w:right w:val="nil"/>
            </w:tcBorders>
            <w:shd w:val="clear" w:color="auto" w:fill="E0E0E0"/>
          </w:tcPr>
          <w:p>
            <w:pPr>
              <w:autoSpaceDE w:val="0"/>
              <w:autoSpaceDN w:val="0"/>
              <w:adjustRightInd w:val="0"/>
              <w:ind w:left="720" w:hanging="585"/>
              <w:rPr>
                <w:color w:val="010205"/>
                <w:sz w:val="18"/>
                <w:szCs w:val="18"/>
              </w:rPr>
            </w:pPr>
          </w:p>
        </w:tc>
        <w:tc>
          <w:tcPr>
            <w:tcW w:w="1418"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Negative</w:t>
            </w:r>
          </w:p>
        </w:tc>
        <w:tc>
          <w:tcPr>
            <w:tcW w:w="1275" w:type="dxa"/>
            <w:tcBorders>
              <w:top w:val="single" w:color="AEAEAE"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-.045</w:t>
            </w:r>
          </w:p>
        </w:tc>
      </w:tr>
      <w:tr>
        <w:tblPrEx>
          <w:tblLayout w:type="fixed"/>
        </w:tblPrEx>
        <w:trPr>
          <w:cantSplit/>
          <w:trHeight w:val="250" w:hRule="atLeast"/>
        </w:trPr>
        <w:tc>
          <w:tcPr>
            <w:tcW w:w="3402" w:type="dxa"/>
            <w:gridSpan w:val="2"/>
            <w:tcBorders>
              <w:top w:val="single" w:color="AEAEAE" w:sz="8" w:space="0"/>
              <w:left w:val="nil"/>
              <w:bottom w:val="single" w:color="AEAEAE"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Test Statistic</w:t>
            </w:r>
          </w:p>
        </w:tc>
        <w:tc>
          <w:tcPr>
            <w:tcW w:w="1275" w:type="dxa"/>
            <w:tcBorders>
              <w:top w:val="single" w:color="AEAEAE" w:sz="8" w:space="0"/>
              <w:left w:val="nil"/>
              <w:bottom w:val="single" w:color="AEAEAE"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.071</w:t>
            </w:r>
          </w:p>
        </w:tc>
      </w:tr>
      <w:tr>
        <w:tblPrEx>
          <w:tblLayout w:type="fixed"/>
        </w:tblPrEx>
        <w:trPr>
          <w:cantSplit/>
          <w:trHeight w:val="250" w:hRule="atLeast"/>
        </w:trPr>
        <w:tc>
          <w:tcPr>
            <w:tcW w:w="3402" w:type="dxa"/>
            <w:gridSpan w:val="2"/>
            <w:tcBorders>
              <w:top w:val="single" w:color="AEAEAE" w:sz="8" w:space="0"/>
              <w:left w:val="nil"/>
              <w:bottom w:val="single" w:color="152935" w:sz="8" w:space="0"/>
              <w:right w:val="nil"/>
            </w:tcBorders>
            <w:shd w:val="clear" w:color="auto" w:fill="E0E0E0"/>
          </w:tcPr>
          <w:p>
            <w:pPr>
              <w:autoSpaceDE w:val="0"/>
              <w:autoSpaceDN w:val="0"/>
              <w:adjustRightInd w:val="0"/>
              <w:ind w:left="720" w:right="60" w:hanging="585"/>
              <w:rPr>
                <w:color w:val="264A60"/>
                <w:sz w:val="18"/>
                <w:szCs w:val="18"/>
              </w:rPr>
            </w:pPr>
            <w:r>
              <w:rPr>
                <w:color w:val="264A60"/>
                <w:sz w:val="18"/>
                <w:szCs w:val="18"/>
              </w:rPr>
              <w:t>Asymp. Sig. (2-tailed)</w:t>
            </w:r>
          </w:p>
        </w:tc>
        <w:tc>
          <w:tcPr>
            <w:tcW w:w="1275" w:type="dxa"/>
            <w:tcBorders>
              <w:top w:val="single" w:color="AEAEAE" w:sz="8" w:space="0"/>
              <w:left w:val="nil"/>
              <w:bottom w:val="single" w:color="152935" w:sz="8" w:space="0"/>
              <w:right w:val="nil"/>
            </w:tcBorders>
            <w:shd w:val="clear" w:color="auto" w:fill="FFFFFF"/>
          </w:tcPr>
          <w:p>
            <w:pPr>
              <w:autoSpaceDE w:val="0"/>
              <w:autoSpaceDN w:val="0"/>
              <w:adjustRightInd w:val="0"/>
              <w:ind w:left="720" w:right="60" w:hanging="585"/>
              <w:jc w:val="right"/>
              <w:rPr>
                <w:color w:val="010205"/>
                <w:sz w:val="18"/>
                <w:szCs w:val="18"/>
              </w:rPr>
            </w:pPr>
            <w:r>
              <w:rPr>
                <w:color w:val="010205"/>
                <w:sz w:val="18"/>
                <w:szCs w:val="18"/>
              </w:rPr>
              <w:t>.114</w:t>
            </w:r>
            <w:r>
              <w:rPr>
                <w:color w:val="010205"/>
                <w:sz w:val="18"/>
                <w:szCs w:val="18"/>
                <w:vertAlign w:val="superscript"/>
              </w:rPr>
              <w:t>c</w:t>
            </w:r>
          </w:p>
        </w:tc>
      </w:tr>
    </w:tbl>
    <w:p>
      <w:pPr>
        <w:ind w:left="720"/>
        <w:rPr>
          <w:b/>
          <w:bCs/>
          <w:sz w:val="20"/>
          <w:szCs w:val="20"/>
        </w:rPr>
      </w:pPr>
    </w:p>
    <w:p>
      <w:pPr>
        <w:ind w:firstLine="567"/>
        <w:jc w:val="both"/>
      </w:pPr>
      <w:r>
        <w:t>With the help of SPSS 26 for Windows, the results of the data normality test using the Kolmogorov-Smirnov test obtained a significant value (p) = 0114</w:t>
      </w:r>
      <w:r>
        <w:rPr>
          <w:vertAlign w:val="superscript"/>
        </w:rPr>
        <w:t>c</w:t>
      </w:r>
      <w:r>
        <w:t>. From the data results, it can be stated that the data is normally distributed and the assumptions of normality are met, the results of the significance value obtained are &gt; 0.05 (0.114, &gt; 0.05).</w:t>
      </w:r>
    </w:p>
    <w:p>
      <w:pPr>
        <w:ind w:left="720"/>
        <w:rPr>
          <w:sz w:val="20"/>
          <w:szCs w:val="20"/>
        </w:rPr>
      </w:pPr>
    </w:p>
    <w:p>
      <w:pPr>
        <w:autoSpaceDE w:val="0"/>
        <w:autoSpaceDN w:val="0"/>
        <w:adjustRightInd w:val="0"/>
        <w:ind w:firstLine="720"/>
        <w:jc w:val="center"/>
        <w:rPr>
          <w:b/>
          <w:bCs/>
        </w:rPr>
        <w:sectPr>
          <w:type w:val="continuous"/>
          <w:pgSz w:w="11907" w:h="16840"/>
          <w:pgMar w:top="1699" w:right="1138" w:bottom="1138" w:left="1699" w:header="850" w:footer="454" w:gutter="0"/>
          <w:cols w:space="567" w:num="2"/>
          <w:docGrid w:linePitch="360" w:charSpace="0"/>
        </w:sectPr>
      </w:pPr>
    </w:p>
    <w:p>
      <w:pPr>
        <w:autoSpaceDE w:val="0"/>
        <w:autoSpaceDN w:val="0"/>
        <w:adjustRightInd w:val="0"/>
        <w:ind w:firstLine="720"/>
        <w:jc w:val="center"/>
        <w:rPr>
          <w:b/>
          <w:bCs/>
        </w:rPr>
      </w:pPr>
    </w:p>
    <w:p>
      <w:pPr>
        <w:autoSpaceDE w:val="0"/>
        <w:autoSpaceDN w:val="0"/>
        <w:adjustRightInd w:val="0"/>
        <w:ind w:firstLine="720"/>
        <w:jc w:val="center"/>
        <w:rPr>
          <w:b/>
          <w:bCs/>
        </w:rPr>
      </w:pPr>
      <w:r>
        <w:rPr>
          <w:b/>
          <w:bCs/>
        </w:rPr>
        <w:t>Table 2. Linearity Test</w:t>
      </w:r>
    </w:p>
    <w:tbl>
      <w:tblPr>
        <w:tblStyle w:val="14"/>
        <w:tblW w:w="7372" w:type="dxa"/>
        <w:jc w:val="righ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76"/>
        <w:gridCol w:w="850"/>
        <w:gridCol w:w="1276"/>
        <w:gridCol w:w="1276"/>
        <w:gridCol w:w="426"/>
        <w:gridCol w:w="708"/>
        <w:gridCol w:w="709"/>
        <w:gridCol w:w="851"/>
      </w:tblGrid>
      <w:tr>
        <w:tblPrEx>
          <w:tblLayout w:type="fixed"/>
        </w:tblPrEx>
        <w:trPr>
          <w:cantSplit/>
          <w:trHeight w:val="291" w:hRule="atLeast"/>
          <w:jc w:val="right"/>
        </w:trPr>
        <w:tc>
          <w:tcPr>
            <w:tcW w:w="7372" w:type="dxa"/>
            <w:gridSpan w:val="8"/>
            <w:tcBorders>
              <w:top w:val="nil"/>
              <w:left w:val="nil"/>
              <w:bottom w:val="nil"/>
              <w:right w:val="nil"/>
            </w:tcBorders>
            <w:shd w:val="clear" w:color="auto" w:fill="FFFFFF"/>
            <w:vAlign w:val="center"/>
          </w:tcPr>
          <w:p>
            <w:pPr>
              <w:autoSpaceDE w:val="0"/>
              <w:autoSpaceDN w:val="0"/>
              <w:adjustRightInd w:val="0"/>
              <w:ind w:left="60" w:right="60"/>
              <w:jc w:val="center"/>
              <w:rPr>
                <w:color w:val="010205"/>
                <w:sz w:val="18"/>
                <w:szCs w:val="18"/>
              </w:rPr>
            </w:pPr>
            <w:r>
              <w:rPr>
                <w:b/>
                <w:bCs/>
                <w:color w:val="010205"/>
                <w:sz w:val="18"/>
                <w:szCs w:val="18"/>
              </w:rPr>
              <w:t>ANOVA Table</w:t>
            </w:r>
          </w:p>
        </w:tc>
      </w:tr>
      <w:tr>
        <w:tblPrEx>
          <w:tblLayout w:type="fixed"/>
        </w:tblPrEx>
        <w:trPr>
          <w:cantSplit/>
          <w:trHeight w:val="291" w:hRule="atLeast"/>
          <w:jc w:val="right"/>
        </w:trPr>
        <w:tc>
          <w:tcPr>
            <w:tcW w:w="3402" w:type="dxa"/>
            <w:gridSpan w:val="3"/>
            <w:tcBorders>
              <w:top w:val="nil"/>
              <w:left w:val="nil"/>
              <w:bottom w:val="single" w:color="152935" w:sz="8" w:space="0"/>
              <w:right w:val="nil"/>
            </w:tcBorders>
            <w:shd w:val="clear" w:color="auto" w:fill="FFFFFF"/>
            <w:vAlign w:val="bottom"/>
          </w:tcPr>
          <w:p>
            <w:pPr>
              <w:autoSpaceDE w:val="0"/>
              <w:autoSpaceDN w:val="0"/>
              <w:adjustRightInd w:val="0"/>
              <w:jc w:val="center"/>
              <w:rPr>
                <w:sz w:val="18"/>
                <w:szCs w:val="18"/>
              </w:rPr>
            </w:pPr>
          </w:p>
        </w:tc>
        <w:tc>
          <w:tcPr>
            <w:tcW w:w="1276" w:type="dxa"/>
            <w:tcBorders>
              <w:top w:val="nil"/>
              <w:left w:val="nil"/>
              <w:bottom w:val="single" w:color="152935" w:sz="8" w:space="0"/>
              <w:right w:val="single" w:color="E0E0E0" w:sz="8" w:space="0"/>
            </w:tcBorders>
            <w:shd w:val="clear" w:color="auto" w:fill="FFFFFF"/>
            <w:vAlign w:val="bottom"/>
          </w:tcPr>
          <w:p>
            <w:pPr>
              <w:autoSpaceDE w:val="0"/>
              <w:autoSpaceDN w:val="0"/>
              <w:adjustRightInd w:val="0"/>
              <w:ind w:left="60" w:right="60"/>
              <w:jc w:val="center"/>
              <w:rPr>
                <w:color w:val="264A60"/>
                <w:sz w:val="18"/>
                <w:szCs w:val="18"/>
              </w:rPr>
            </w:pPr>
            <w:r>
              <w:rPr>
                <w:color w:val="264A60"/>
                <w:sz w:val="18"/>
                <w:szCs w:val="18"/>
              </w:rPr>
              <w:t>Sum of Squares</w:t>
            </w:r>
          </w:p>
        </w:tc>
        <w:tc>
          <w:tcPr>
            <w:tcW w:w="426"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ind w:left="60" w:right="60"/>
              <w:jc w:val="center"/>
              <w:rPr>
                <w:color w:val="264A60"/>
                <w:sz w:val="18"/>
                <w:szCs w:val="18"/>
              </w:rPr>
            </w:pPr>
            <w:r>
              <w:rPr>
                <w:color w:val="264A60"/>
                <w:sz w:val="18"/>
                <w:szCs w:val="18"/>
              </w:rPr>
              <w:t>df</w:t>
            </w:r>
          </w:p>
        </w:tc>
        <w:tc>
          <w:tcPr>
            <w:tcW w:w="708"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ind w:left="60" w:right="60"/>
              <w:jc w:val="center"/>
              <w:rPr>
                <w:color w:val="264A60"/>
                <w:sz w:val="18"/>
                <w:szCs w:val="18"/>
              </w:rPr>
            </w:pPr>
            <w:r>
              <w:rPr>
                <w:color w:val="264A60"/>
                <w:sz w:val="18"/>
                <w:szCs w:val="18"/>
              </w:rPr>
              <w:t>Mean Square</w:t>
            </w:r>
          </w:p>
        </w:tc>
        <w:tc>
          <w:tcPr>
            <w:tcW w:w="709"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ind w:left="60" w:right="60"/>
              <w:jc w:val="center"/>
              <w:rPr>
                <w:color w:val="264A60"/>
                <w:sz w:val="18"/>
                <w:szCs w:val="18"/>
              </w:rPr>
            </w:pPr>
            <w:r>
              <w:rPr>
                <w:color w:val="264A60"/>
                <w:sz w:val="18"/>
                <w:szCs w:val="18"/>
              </w:rPr>
              <w:t>F</w:t>
            </w:r>
          </w:p>
        </w:tc>
        <w:tc>
          <w:tcPr>
            <w:tcW w:w="851"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ind w:left="60" w:right="60"/>
              <w:jc w:val="center"/>
              <w:rPr>
                <w:color w:val="264A60"/>
                <w:sz w:val="18"/>
                <w:szCs w:val="18"/>
              </w:rPr>
            </w:pPr>
            <w:r>
              <w:rPr>
                <w:color w:val="264A60"/>
                <w:sz w:val="18"/>
                <w:szCs w:val="18"/>
              </w:rPr>
              <w:t>Sig.</w:t>
            </w:r>
          </w:p>
        </w:tc>
      </w:tr>
      <w:tr>
        <w:tblPrEx>
          <w:tblLayout w:type="fixed"/>
        </w:tblPrEx>
        <w:trPr>
          <w:cantSplit/>
          <w:trHeight w:val="218" w:hRule="atLeast"/>
          <w:jc w:val="right"/>
        </w:trPr>
        <w:tc>
          <w:tcPr>
            <w:tcW w:w="1276" w:type="dxa"/>
            <w:vMerge w:val="restart"/>
            <w:tcBorders>
              <w:top w:val="single" w:color="152935" w:sz="8" w:space="0"/>
              <w:left w:val="nil"/>
              <w:bottom w:val="single" w:color="152935" w:sz="8" w:space="0"/>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Coping Stres (Y) * Social Support (X)</w:t>
            </w:r>
          </w:p>
        </w:tc>
        <w:tc>
          <w:tcPr>
            <w:tcW w:w="850" w:type="dxa"/>
            <w:vMerge w:val="restart"/>
            <w:tcBorders>
              <w:top w:val="single" w:color="152935" w:sz="8" w:space="0"/>
              <w:left w:val="nil"/>
              <w:bottom w:val="nil"/>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Between Groups</w:t>
            </w:r>
          </w:p>
        </w:tc>
        <w:tc>
          <w:tcPr>
            <w:tcW w:w="1276" w:type="dxa"/>
            <w:tcBorders>
              <w:top w:val="single" w:color="152935" w:sz="8" w:space="0"/>
              <w:left w:val="nil"/>
              <w:bottom w:val="single" w:color="AEAEAE" w:sz="8" w:space="0"/>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(Combined)</w:t>
            </w:r>
          </w:p>
        </w:tc>
        <w:tc>
          <w:tcPr>
            <w:tcW w:w="1276" w:type="dxa"/>
            <w:tcBorders>
              <w:top w:val="single" w:color="152935" w:sz="8" w:space="0"/>
              <w:left w:val="nil"/>
              <w:bottom w:val="single" w:color="AEAEAE" w:sz="8" w:space="0"/>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11746.326</w:t>
            </w:r>
          </w:p>
        </w:tc>
        <w:tc>
          <w:tcPr>
            <w:tcW w:w="426"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41</w:t>
            </w:r>
          </w:p>
        </w:tc>
        <w:tc>
          <w:tcPr>
            <w:tcW w:w="708"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286.496</w:t>
            </w:r>
          </w:p>
        </w:tc>
        <w:tc>
          <w:tcPr>
            <w:tcW w:w="709"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8.803</w:t>
            </w:r>
          </w:p>
        </w:tc>
        <w:tc>
          <w:tcPr>
            <w:tcW w:w="851"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.000</w:t>
            </w:r>
          </w:p>
        </w:tc>
      </w:tr>
      <w:tr>
        <w:tblPrEx>
          <w:tblLayout w:type="fixed"/>
        </w:tblPrEx>
        <w:trPr>
          <w:cantSplit/>
          <w:trHeight w:val="151" w:hRule="atLeast"/>
          <w:jc w:val="right"/>
        </w:trPr>
        <w:tc>
          <w:tcPr>
            <w:tcW w:w="1276"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jc w:val="center"/>
              <w:rPr>
                <w:color w:val="010205"/>
                <w:sz w:val="18"/>
                <w:szCs w:val="18"/>
              </w:rPr>
            </w:pPr>
          </w:p>
        </w:tc>
        <w:tc>
          <w:tcPr>
            <w:tcW w:w="850" w:type="dxa"/>
            <w:vMerge w:val="continue"/>
            <w:tcBorders>
              <w:top w:val="single" w:color="152935" w:sz="8" w:space="0"/>
              <w:left w:val="nil"/>
              <w:bottom w:val="nil"/>
              <w:right w:val="nil"/>
            </w:tcBorders>
            <w:shd w:val="clear" w:color="auto" w:fill="E0E0E0"/>
          </w:tcPr>
          <w:p>
            <w:pPr>
              <w:autoSpaceDE w:val="0"/>
              <w:autoSpaceDN w:val="0"/>
              <w:adjustRightInd w:val="0"/>
              <w:jc w:val="center"/>
              <w:rPr>
                <w:color w:val="010205"/>
                <w:sz w:val="18"/>
                <w:szCs w:val="18"/>
              </w:rPr>
            </w:pPr>
          </w:p>
        </w:tc>
        <w:tc>
          <w:tcPr>
            <w:tcW w:w="1276" w:type="dxa"/>
            <w:tcBorders>
              <w:top w:val="single" w:color="AEAEAE" w:sz="8" w:space="0"/>
              <w:left w:val="nil"/>
              <w:bottom w:val="single" w:color="AEAEAE" w:sz="8" w:space="0"/>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Linearity</w:t>
            </w:r>
          </w:p>
        </w:tc>
        <w:tc>
          <w:tcPr>
            <w:tcW w:w="1276" w:type="dxa"/>
            <w:tcBorders>
              <w:top w:val="single" w:color="AEAEAE" w:sz="8" w:space="0"/>
              <w:left w:val="nil"/>
              <w:bottom w:val="single" w:color="AEAEAE" w:sz="8" w:space="0"/>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7840.512</w:t>
            </w:r>
          </w:p>
        </w:tc>
        <w:tc>
          <w:tcPr>
            <w:tcW w:w="426"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1</w:t>
            </w:r>
          </w:p>
        </w:tc>
        <w:tc>
          <w:tcPr>
            <w:tcW w:w="708" w:type="dxa"/>
            <w:tcBorders>
              <w:top w:val="single" w:color="AEAEAE" w:sz="8" w:space="0"/>
              <w:left w:val="single" w:color="E0E0E0" w:sz="8" w:space="0"/>
              <w:bottom w:val="single" w:color="AEAEAE" w:sz="8" w:space="0"/>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7840.512</w:t>
            </w:r>
          </w:p>
        </w:tc>
        <w:tc>
          <w:tcPr>
            <w:tcW w:w="709"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240.906</w:t>
            </w:r>
          </w:p>
        </w:tc>
        <w:tc>
          <w:tcPr>
            <w:tcW w:w="851"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.000</w:t>
            </w:r>
          </w:p>
        </w:tc>
      </w:tr>
      <w:tr>
        <w:tblPrEx>
          <w:tblLayout w:type="fixed"/>
        </w:tblPrEx>
        <w:trPr>
          <w:cantSplit/>
          <w:trHeight w:val="151" w:hRule="atLeast"/>
          <w:jc w:val="right"/>
        </w:trPr>
        <w:tc>
          <w:tcPr>
            <w:tcW w:w="1276"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jc w:val="center"/>
              <w:rPr>
                <w:color w:val="010205"/>
                <w:sz w:val="18"/>
                <w:szCs w:val="18"/>
              </w:rPr>
            </w:pPr>
          </w:p>
        </w:tc>
        <w:tc>
          <w:tcPr>
            <w:tcW w:w="850" w:type="dxa"/>
            <w:vMerge w:val="continue"/>
            <w:tcBorders>
              <w:top w:val="single" w:color="152935" w:sz="8" w:space="0"/>
              <w:left w:val="nil"/>
              <w:bottom w:val="nil"/>
              <w:right w:val="nil"/>
            </w:tcBorders>
            <w:shd w:val="clear" w:color="auto" w:fill="E0E0E0"/>
          </w:tcPr>
          <w:p>
            <w:pPr>
              <w:autoSpaceDE w:val="0"/>
              <w:autoSpaceDN w:val="0"/>
              <w:adjustRightInd w:val="0"/>
              <w:jc w:val="center"/>
              <w:rPr>
                <w:color w:val="010205"/>
                <w:sz w:val="18"/>
                <w:szCs w:val="18"/>
              </w:rPr>
            </w:pPr>
          </w:p>
        </w:tc>
        <w:tc>
          <w:tcPr>
            <w:tcW w:w="1276" w:type="dxa"/>
            <w:tcBorders>
              <w:top w:val="single" w:color="AEAEAE" w:sz="8" w:space="0"/>
              <w:left w:val="nil"/>
              <w:bottom w:val="nil"/>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Deviation from Linearity</w:t>
            </w:r>
          </w:p>
        </w:tc>
        <w:tc>
          <w:tcPr>
            <w:tcW w:w="1276" w:type="dxa"/>
            <w:tcBorders>
              <w:top w:val="single" w:color="AEAEAE" w:sz="8" w:space="0"/>
              <w:left w:val="nil"/>
              <w:bottom w:val="nil"/>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1205.814</w:t>
            </w:r>
          </w:p>
        </w:tc>
        <w:tc>
          <w:tcPr>
            <w:tcW w:w="426" w:type="dxa"/>
            <w:tcBorders>
              <w:top w:val="single" w:color="AEAEAE" w:sz="8" w:space="0"/>
              <w:left w:val="single" w:color="E0E0E0" w:sz="8" w:space="0"/>
              <w:bottom w:val="nil"/>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40</w:t>
            </w:r>
          </w:p>
        </w:tc>
        <w:tc>
          <w:tcPr>
            <w:tcW w:w="708" w:type="dxa"/>
            <w:tcBorders>
              <w:top w:val="single" w:color="AEAEAE" w:sz="8" w:space="0"/>
              <w:left w:val="single" w:color="E0E0E0" w:sz="8" w:space="0"/>
              <w:bottom w:val="nil"/>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97.645</w:t>
            </w:r>
          </w:p>
        </w:tc>
        <w:tc>
          <w:tcPr>
            <w:tcW w:w="709" w:type="dxa"/>
            <w:tcBorders>
              <w:top w:val="single" w:color="AEAEAE" w:sz="8" w:space="0"/>
              <w:left w:val="single" w:color="E0E0E0" w:sz="8" w:space="0"/>
              <w:bottom w:val="nil"/>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1.210</w:t>
            </w:r>
          </w:p>
        </w:tc>
        <w:tc>
          <w:tcPr>
            <w:tcW w:w="851" w:type="dxa"/>
            <w:tcBorders>
              <w:top w:val="single" w:color="AEAEAE" w:sz="8" w:space="0"/>
              <w:left w:val="single" w:color="E0E0E0" w:sz="8" w:space="0"/>
              <w:bottom w:val="nil"/>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.143</w:t>
            </w:r>
          </w:p>
        </w:tc>
      </w:tr>
      <w:tr>
        <w:tblPrEx>
          <w:tblLayout w:type="fixed"/>
        </w:tblPrEx>
        <w:trPr>
          <w:cantSplit/>
          <w:trHeight w:val="151" w:hRule="atLeast"/>
          <w:jc w:val="right"/>
        </w:trPr>
        <w:tc>
          <w:tcPr>
            <w:tcW w:w="1276"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jc w:val="center"/>
              <w:rPr>
                <w:color w:val="010205"/>
                <w:sz w:val="18"/>
                <w:szCs w:val="18"/>
              </w:rPr>
            </w:pPr>
          </w:p>
        </w:tc>
        <w:tc>
          <w:tcPr>
            <w:tcW w:w="2126" w:type="dxa"/>
            <w:gridSpan w:val="2"/>
            <w:tcBorders>
              <w:top w:val="single" w:color="AEAEAE" w:sz="8" w:space="0"/>
              <w:left w:val="nil"/>
              <w:bottom w:val="nil"/>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Within Groups</w:t>
            </w:r>
          </w:p>
        </w:tc>
        <w:tc>
          <w:tcPr>
            <w:tcW w:w="1276" w:type="dxa"/>
            <w:tcBorders>
              <w:top w:val="single" w:color="AEAEAE" w:sz="8" w:space="0"/>
              <w:left w:val="nil"/>
              <w:bottom w:val="nil"/>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7485.553</w:t>
            </w:r>
          </w:p>
        </w:tc>
        <w:tc>
          <w:tcPr>
            <w:tcW w:w="426" w:type="dxa"/>
            <w:tcBorders>
              <w:top w:val="single" w:color="AEAEAE" w:sz="8" w:space="0"/>
              <w:left w:val="single" w:color="E0E0E0" w:sz="8" w:space="0"/>
              <w:bottom w:val="nil"/>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230</w:t>
            </w:r>
          </w:p>
        </w:tc>
        <w:tc>
          <w:tcPr>
            <w:tcW w:w="708" w:type="dxa"/>
            <w:tcBorders>
              <w:top w:val="single" w:color="AEAEAE" w:sz="8" w:space="0"/>
              <w:left w:val="single" w:color="E0E0E0" w:sz="8" w:space="0"/>
              <w:bottom w:val="nil"/>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32.546</w:t>
            </w:r>
          </w:p>
        </w:tc>
        <w:tc>
          <w:tcPr>
            <w:tcW w:w="709" w:type="dxa"/>
            <w:tcBorders>
              <w:top w:val="single" w:color="AEAEAE" w:sz="8" w:space="0"/>
              <w:left w:val="single" w:color="E0E0E0" w:sz="8" w:space="0"/>
              <w:bottom w:val="nil"/>
              <w:right w:val="nil"/>
            </w:tcBorders>
            <w:shd w:val="clear" w:color="auto" w:fill="FFFFFF"/>
            <w:vAlign w:val="center"/>
          </w:tcPr>
          <w:p>
            <w:pPr>
              <w:autoSpaceDE w:val="0"/>
              <w:autoSpaceDN w:val="0"/>
              <w:adjustRightInd w:val="0"/>
              <w:jc w:val="center"/>
              <w:rPr>
                <w:sz w:val="18"/>
                <w:szCs w:val="18"/>
              </w:rPr>
            </w:pPr>
          </w:p>
        </w:tc>
        <w:tc>
          <w:tcPr>
            <w:tcW w:w="851" w:type="dxa"/>
            <w:tcBorders>
              <w:top w:val="single" w:color="AEAEAE" w:sz="8" w:space="0"/>
              <w:left w:val="single" w:color="E0E0E0" w:sz="8" w:space="0"/>
              <w:bottom w:val="nil"/>
              <w:right w:val="nil"/>
            </w:tcBorders>
            <w:shd w:val="clear" w:color="auto" w:fill="FFFFFF"/>
            <w:vAlign w:val="center"/>
          </w:tcPr>
          <w:p>
            <w:pPr>
              <w:autoSpaceDE w:val="0"/>
              <w:autoSpaceDN w:val="0"/>
              <w:adjustRightInd w:val="0"/>
              <w:jc w:val="center"/>
              <w:rPr>
                <w:sz w:val="18"/>
                <w:szCs w:val="18"/>
              </w:rPr>
            </w:pPr>
          </w:p>
        </w:tc>
      </w:tr>
      <w:tr>
        <w:tblPrEx>
          <w:tblLayout w:type="fixed"/>
        </w:tblPrEx>
        <w:trPr>
          <w:cantSplit/>
          <w:trHeight w:val="151" w:hRule="atLeast"/>
          <w:jc w:val="right"/>
        </w:trPr>
        <w:tc>
          <w:tcPr>
            <w:tcW w:w="1276"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jc w:val="center"/>
              <w:rPr>
                <w:sz w:val="18"/>
                <w:szCs w:val="18"/>
              </w:rPr>
            </w:pPr>
          </w:p>
        </w:tc>
        <w:tc>
          <w:tcPr>
            <w:tcW w:w="2126" w:type="dxa"/>
            <w:gridSpan w:val="2"/>
            <w:tcBorders>
              <w:top w:val="single" w:color="AEAEAE" w:sz="8" w:space="0"/>
              <w:left w:val="nil"/>
              <w:bottom w:val="single" w:color="152935" w:sz="8" w:space="0"/>
              <w:right w:val="nil"/>
            </w:tcBorders>
            <w:shd w:val="clear" w:color="auto" w:fill="E0E0E0"/>
          </w:tcPr>
          <w:p>
            <w:pPr>
              <w:autoSpaceDE w:val="0"/>
              <w:autoSpaceDN w:val="0"/>
              <w:adjustRightInd w:val="0"/>
              <w:ind w:left="60" w:right="60"/>
              <w:jc w:val="center"/>
              <w:rPr>
                <w:color w:val="264A60"/>
                <w:sz w:val="18"/>
                <w:szCs w:val="18"/>
              </w:rPr>
            </w:pPr>
            <w:r>
              <w:rPr>
                <w:color w:val="264A60"/>
                <w:sz w:val="18"/>
                <w:szCs w:val="18"/>
              </w:rPr>
              <w:t>Total</w:t>
            </w:r>
          </w:p>
        </w:tc>
        <w:tc>
          <w:tcPr>
            <w:tcW w:w="1276" w:type="dxa"/>
            <w:tcBorders>
              <w:top w:val="single" w:color="AEAEAE" w:sz="8" w:space="0"/>
              <w:left w:val="nil"/>
              <w:bottom w:val="single" w:color="152935" w:sz="8" w:space="0"/>
              <w:right w:val="single" w:color="E0E0E0" w:sz="8" w:space="0"/>
            </w:tcBorders>
            <w:shd w:val="clear" w:color="auto" w:fill="FFFFFF"/>
          </w:tcPr>
          <w:p>
            <w:pPr>
              <w:autoSpaceDE w:val="0"/>
              <w:autoSpaceDN w:val="0"/>
              <w:adjustRightInd w:val="0"/>
              <w:ind w:left="60" w:right="60"/>
              <w:jc w:val="center"/>
              <w:rPr>
                <w:color w:val="010205"/>
                <w:sz w:val="18"/>
                <w:szCs w:val="18"/>
              </w:rPr>
            </w:pPr>
            <w:r>
              <w:rPr>
                <w:color w:val="010205"/>
                <w:sz w:val="18"/>
                <w:szCs w:val="18"/>
              </w:rPr>
              <w:t>19231.879</w:t>
            </w:r>
          </w:p>
        </w:tc>
        <w:tc>
          <w:tcPr>
            <w:tcW w:w="426" w:type="dxa"/>
            <w:tcBorders>
              <w:top w:val="single" w:color="AEAEAE" w:sz="8" w:space="0"/>
              <w:left w:val="single" w:color="E0E0E0" w:sz="8" w:space="0"/>
              <w:bottom w:val="single" w:color="152935" w:sz="8" w:space="0"/>
              <w:right w:val="nil"/>
            </w:tcBorders>
            <w:shd w:val="clear" w:color="auto" w:fill="FFFFFF"/>
          </w:tcPr>
          <w:p>
            <w:pPr>
              <w:autoSpaceDE w:val="0"/>
              <w:autoSpaceDN w:val="0"/>
              <w:adjustRightInd w:val="0"/>
              <w:ind w:left="60" w:right="60"/>
              <w:jc w:val="center"/>
              <w:rPr>
                <w:color w:val="010205"/>
                <w:sz w:val="18"/>
                <w:szCs w:val="18"/>
              </w:rPr>
            </w:pPr>
            <w:r>
              <w:rPr>
                <w:color w:val="010205"/>
                <w:sz w:val="18"/>
                <w:szCs w:val="18"/>
              </w:rPr>
              <w:t>271</w:t>
            </w:r>
          </w:p>
        </w:tc>
        <w:tc>
          <w:tcPr>
            <w:tcW w:w="708" w:type="dxa"/>
            <w:tcBorders>
              <w:top w:val="single" w:color="AEAEAE" w:sz="8" w:space="0"/>
              <w:left w:val="single" w:color="E0E0E0" w:sz="8" w:space="0"/>
              <w:bottom w:val="single" w:color="152935" w:sz="8" w:space="0"/>
              <w:right w:val="single" w:color="E0E0E0" w:sz="8" w:space="0"/>
            </w:tcBorders>
            <w:shd w:val="clear" w:color="auto" w:fill="FFFFFF"/>
            <w:vAlign w:val="center"/>
          </w:tcPr>
          <w:p>
            <w:pPr>
              <w:autoSpaceDE w:val="0"/>
              <w:autoSpaceDN w:val="0"/>
              <w:adjustRightInd w:val="0"/>
              <w:jc w:val="center"/>
              <w:rPr>
                <w:sz w:val="18"/>
                <w:szCs w:val="18"/>
              </w:rPr>
            </w:pPr>
          </w:p>
        </w:tc>
        <w:tc>
          <w:tcPr>
            <w:tcW w:w="709" w:type="dxa"/>
            <w:tcBorders>
              <w:top w:val="single" w:color="AEAEAE" w:sz="8" w:space="0"/>
              <w:left w:val="single" w:color="E0E0E0" w:sz="8" w:space="0"/>
              <w:bottom w:val="single" w:color="152935" w:sz="8" w:space="0"/>
              <w:right w:val="nil"/>
            </w:tcBorders>
            <w:shd w:val="clear" w:color="auto" w:fill="FFFFFF"/>
            <w:vAlign w:val="center"/>
          </w:tcPr>
          <w:p>
            <w:pPr>
              <w:autoSpaceDE w:val="0"/>
              <w:autoSpaceDN w:val="0"/>
              <w:adjustRightInd w:val="0"/>
              <w:jc w:val="center"/>
              <w:rPr>
                <w:sz w:val="18"/>
                <w:szCs w:val="18"/>
              </w:rPr>
            </w:pPr>
          </w:p>
        </w:tc>
        <w:tc>
          <w:tcPr>
            <w:tcW w:w="851" w:type="dxa"/>
            <w:tcBorders>
              <w:top w:val="single" w:color="AEAEAE" w:sz="8" w:space="0"/>
              <w:left w:val="single" w:color="E0E0E0" w:sz="8" w:space="0"/>
              <w:bottom w:val="single" w:color="152935" w:sz="8" w:space="0"/>
              <w:right w:val="nil"/>
            </w:tcBorders>
            <w:shd w:val="clear" w:color="auto" w:fill="FFFFFF"/>
            <w:vAlign w:val="center"/>
          </w:tcPr>
          <w:p>
            <w:pPr>
              <w:autoSpaceDE w:val="0"/>
              <w:autoSpaceDN w:val="0"/>
              <w:adjustRightInd w:val="0"/>
              <w:jc w:val="center"/>
              <w:rPr>
                <w:sz w:val="18"/>
                <w:szCs w:val="18"/>
              </w:rPr>
            </w:pPr>
          </w:p>
        </w:tc>
      </w:tr>
    </w:tbl>
    <w:p>
      <w:pPr>
        <w:autoSpaceDE w:val="0"/>
        <w:autoSpaceDN w:val="0"/>
        <w:adjustRightInd w:val="0"/>
        <w:ind w:firstLine="720"/>
        <w:jc w:val="center"/>
        <w:rPr>
          <w:b/>
          <w:bCs/>
          <w:sz w:val="20"/>
          <w:szCs w:val="20"/>
        </w:rPr>
        <w:sectPr>
          <w:type w:val="continuous"/>
          <w:pgSz w:w="11907" w:h="16840"/>
          <w:pgMar w:top="1699" w:right="1138" w:bottom="1138" w:left="1699" w:header="850" w:footer="454" w:gutter="0"/>
          <w:cols w:space="567" w:num="1"/>
          <w:docGrid w:linePitch="360" w:charSpace="0"/>
        </w:sectPr>
      </w:pPr>
    </w:p>
    <w:p>
      <w:pPr>
        <w:autoSpaceDE w:val="0"/>
        <w:autoSpaceDN w:val="0"/>
        <w:adjustRightInd w:val="0"/>
        <w:ind w:firstLine="720"/>
        <w:jc w:val="center"/>
        <w:rPr>
          <w:b/>
          <w:bCs/>
          <w:sz w:val="20"/>
          <w:szCs w:val="20"/>
        </w:rPr>
      </w:pPr>
    </w:p>
    <w:p>
      <w:pPr>
        <w:ind w:firstLine="567"/>
        <w:jc w:val="both"/>
      </w:pPr>
      <w:r>
        <w:t>From the data from the linearity test results, data from the two variables of this study stated a significance value (p) of 0.143 in the deviation from the linearity column, which stated a significance value (p) &gt; 0.05 (0.143&gt; 0.05). These results suggest that there is a linear relationship between social support and coping stress data.</w:t>
      </w:r>
    </w:p>
    <w:p>
      <w:pPr>
        <w:ind w:firstLine="567"/>
        <w:jc w:val="center"/>
        <w:rPr>
          <w:b/>
          <w:bCs/>
        </w:rPr>
        <w:sectPr>
          <w:type w:val="continuous"/>
          <w:pgSz w:w="11907" w:h="16840"/>
          <w:pgMar w:top="1699" w:right="1138" w:bottom="1138" w:left="1699" w:header="850" w:footer="454" w:gutter="0"/>
          <w:cols w:space="567" w:num="2"/>
          <w:docGrid w:linePitch="360" w:charSpace="0"/>
        </w:sectPr>
      </w:pPr>
    </w:p>
    <w:p>
      <w:pPr>
        <w:ind w:firstLine="567"/>
        <w:jc w:val="center"/>
        <w:rPr>
          <w:b/>
          <w:bCs/>
        </w:rPr>
      </w:pPr>
    </w:p>
    <w:p>
      <w:pPr>
        <w:ind w:firstLine="567"/>
        <w:jc w:val="center"/>
        <w:rPr>
          <w:b/>
          <w:bCs/>
        </w:rPr>
      </w:pPr>
      <w:r>
        <w:rPr>
          <w:b/>
          <w:bCs/>
        </w:rPr>
        <w:t>Table 3. Regression Test</w:t>
      </w:r>
    </w:p>
    <w:tbl>
      <w:tblPr>
        <w:tblStyle w:val="14"/>
        <w:tblW w:w="874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8"/>
        <w:gridCol w:w="1652"/>
        <w:gridCol w:w="1350"/>
        <w:gridCol w:w="1260"/>
        <w:gridCol w:w="1620"/>
        <w:gridCol w:w="1530"/>
        <w:gridCol w:w="1277"/>
      </w:tblGrid>
      <w:tr>
        <w:tblPrEx>
          <w:tblLayout w:type="fixed"/>
        </w:tblPrEx>
        <w:trPr>
          <w:cantSplit/>
          <w:trHeight w:val="229" w:hRule="atLeast"/>
          <w:jc w:val="center"/>
        </w:trPr>
        <w:tc>
          <w:tcPr>
            <w:tcW w:w="8747" w:type="dxa"/>
            <w:gridSpan w:val="7"/>
            <w:tcBorders>
              <w:top w:val="nil"/>
              <w:left w:val="nil"/>
              <w:bottom w:val="nil"/>
              <w:right w:val="nil"/>
            </w:tcBorders>
            <w:shd w:val="clear" w:color="auto" w:fill="FFFFFF"/>
            <w:vAlign w:val="center"/>
          </w:tcPr>
          <w:p>
            <w:pPr>
              <w:autoSpaceDE w:val="0"/>
              <w:autoSpaceDN w:val="0"/>
              <w:adjustRightInd w:val="0"/>
              <w:ind w:left="720" w:right="60"/>
              <w:jc w:val="center"/>
              <w:rPr>
                <w:color w:val="010205"/>
                <w:sz w:val="18"/>
                <w:szCs w:val="18"/>
              </w:rPr>
            </w:pPr>
            <w:r>
              <w:rPr>
                <w:b/>
                <w:bCs/>
                <w:color w:val="010205"/>
                <w:sz w:val="18"/>
                <w:szCs w:val="18"/>
              </w:rPr>
              <w:t>Coefficients</w:t>
            </w:r>
            <w:r>
              <w:rPr>
                <w:b/>
                <w:bCs/>
                <w:color w:val="010205"/>
                <w:sz w:val="18"/>
                <w:szCs w:val="18"/>
                <w:vertAlign w:val="superscript"/>
              </w:rPr>
              <w:t>a</w:t>
            </w:r>
          </w:p>
        </w:tc>
      </w:tr>
      <w:tr>
        <w:tblPrEx>
          <w:tblLayout w:type="fixed"/>
        </w:tblPrEx>
        <w:trPr>
          <w:cantSplit/>
          <w:trHeight w:val="427" w:hRule="atLeast"/>
          <w:jc w:val="center"/>
        </w:trPr>
        <w:tc>
          <w:tcPr>
            <w:tcW w:w="1710" w:type="dxa"/>
            <w:gridSpan w:val="2"/>
            <w:vMerge w:val="restart"/>
            <w:tcBorders>
              <w:top w:val="nil"/>
              <w:left w:val="nil"/>
              <w:bottom w:val="nil"/>
              <w:right w:val="nil"/>
            </w:tcBorders>
            <w:shd w:val="clear" w:color="auto" w:fill="FFFFFF"/>
            <w:vAlign w:val="bottom"/>
          </w:tcPr>
          <w:p>
            <w:pPr>
              <w:autoSpaceDE w:val="0"/>
              <w:autoSpaceDN w:val="0"/>
              <w:adjustRightInd w:val="0"/>
              <w:ind w:left="720" w:right="60"/>
              <w:rPr>
                <w:color w:val="264A60"/>
                <w:sz w:val="18"/>
                <w:szCs w:val="18"/>
              </w:rPr>
            </w:pPr>
            <w:r>
              <w:rPr>
                <w:color w:val="264A60"/>
                <w:sz w:val="18"/>
                <w:szCs w:val="18"/>
              </w:rPr>
              <w:t>Model</w:t>
            </w:r>
          </w:p>
        </w:tc>
        <w:tc>
          <w:tcPr>
            <w:tcW w:w="2610" w:type="dxa"/>
            <w:gridSpan w:val="2"/>
            <w:tcBorders>
              <w:top w:val="nil"/>
              <w:left w:val="nil"/>
              <w:bottom w:val="nil"/>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Unstandardized Coefficients</w:t>
            </w:r>
          </w:p>
        </w:tc>
        <w:tc>
          <w:tcPr>
            <w:tcW w:w="1620" w:type="dxa"/>
            <w:tcBorders>
              <w:top w:val="nil"/>
              <w:left w:val="single" w:color="E0E0E0" w:sz="8" w:space="0"/>
              <w:bottom w:val="nil"/>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Standardized Coefficients</w:t>
            </w:r>
          </w:p>
        </w:tc>
        <w:tc>
          <w:tcPr>
            <w:tcW w:w="1530" w:type="dxa"/>
            <w:vMerge w:val="restart"/>
            <w:tcBorders>
              <w:top w:val="nil"/>
              <w:left w:val="single" w:color="E0E0E0" w:sz="8" w:space="0"/>
              <w:bottom w:val="nil"/>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t</w:t>
            </w:r>
          </w:p>
        </w:tc>
        <w:tc>
          <w:tcPr>
            <w:tcW w:w="1277" w:type="dxa"/>
            <w:vMerge w:val="restart"/>
            <w:tcBorders>
              <w:top w:val="nil"/>
              <w:left w:val="single" w:color="E0E0E0" w:sz="8" w:space="0"/>
              <w:bottom w:val="nil"/>
              <w:right w:val="nil"/>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Sig.</w:t>
            </w:r>
          </w:p>
        </w:tc>
      </w:tr>
      <w:tr>
        <w:tblPrEx>
          <w:tblLayout w:type="fixed"/>
        </w:tblPrEx>
        <w:trPr>
          <w:cantSplit/>
          <w:trHeight w:val="146" w:hRule="atLeast"/>
          <w:jc w:val="center"/>
        </w:trPr>
        <w:tc>
          <w:tcPr>
            <w:tcW w:w="1710" w:type="dxa"/>
            <w:gridSpan w:val="2"/>
            <w:vMerge w:val="continue"/>
            <w:tcBorders>
              <w:top w:val="nil"/>
              <w:left w:val="nil"/>
              <w:bottom w:val="nil"/>
              <w:right w:val="nil"/>
            </w:tcBorders>
            <w:shd w:val="clear" w:color="auto" w:fill="FFFFFF"/>
            <w:vAlign w:val="bottom"/>
          </w:tcPr>
          <w:p>
            <w:pPr>
              <w:autoSpaceDE w:val="0"/>
              <w:autoSpaceDN w:val="0"/>
              <w:adjustRightInd w:val="0"/>
              <w:ind w:left="720"/>
              <w:rPr>
                <w:color w:val="264A60"/>
                <w:sz w:val="18"/>
                <w:szCs w:val="18"/>
              </w:rPr>
            </w:pPr>
          </w:p>
        </w:tc>
        <w:tc>
          <w:tcPr>
            <w:tcW w:w="1350" w:type="dxa"/>
            <w:tcBorders>
              <w:top w:val="nil"/>
              <w:left w:val="nil"/>
              <w:bottom w:val="single" w:color="152935" w:sz="8" w:space="0"/>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B</w:t>
            </w:r>
          </w:p>
        </w:tc>
        <w:tc>
          <w:tcPr>
            <w:tcW w:w="1260"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Std. Error</w:t>
            </w:r>
          </w:p>
        </w:tc>
        <w:tc>
          <w:tcPr>
            <w:tcW w:w="1620"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Beta</w:t>
            </w:r>
          </w:p>
        </w:tc>
        <w:tc>
          <w:tcPr>
            <w:tcW w:w="1530" w:type="dxa"/>
            <w:vMerge w:val="continue"/>
            <w:tcBorders>
              <w:top w:val="nil"/>
              <w:left w:val="single" w:color="E0E0E0" w:sz="8" w:space="0"/>
              <w:bottom w:val="nil"/>
              <w:right w:val="single" w:color="E0E0E0" w:sz="8" w:space="0"/>
            </w:tcBorders>
            <w:shd w:val="clear" w:color="auto" w:fill="FFFFFF"/>
            <w:vAlign w:val="bottom"/>
          </w:tcPr>
          <w:p>
            <w:pPr>
              <w:autoSpaceDE w:val="0"/>
              <w:autoSpaceDN w:val="0"/>
              <w:adjustRightInd w:val="0"/>
              <w:ind w:left="720"/>
              <w:rPr>
                <w:color w:val="264A60"/>
                <w:sz w:val="18"/>
                <w:szCs w:val="18"/>
              </w:rPr>
            </w:pPr>
          </w:p>
        </w:tc>
        <w:tc>
          <w:tcPr>
            <w:tcW w:w="1277" w:type="dxa"/>
            <w:vMerge w:val="continue"/>
            <w:tcBorders>
              <w:top w:val="nil"/>
              <w:left w:val="single" w:color="E0E0E0" w:sz="8" w:space="0"/>
              <w:bottom w:val="nil"/>
              <w:right w:val="nil"/>
            </w:tcBorders>
            <w:shd w:val="clear" w:color="auto" w:fill="FFFFFF"/>
            <w:vAlign w:val="bottom"/>
          </w:tcPr>
          <w:p>
            <w:pPr>
              <w:autoSpaceDE w:val="0"/>
              <w:autoSpaceDN w:val="0"/>
              <w:adjustRightInd w:val="0"/>
              <w:ind w:left="720"/>
              <w:rPr>
                <w:color w:val="264A60"/>
                <w:sz w:val="18"/>
                <w:szCs w:val="18"/>
              </w:rPr>
            </w:pPr>
          </w:p>
        </w:tc>
      </w:tr>
      <w:tr>
        <w:tblPrEx>
          <w:tblLayout w:type="fixed"/>
        </w:tblPrEx>
        <w:trPr>
          <w:cantSplit/>
          <w:trHeight w:val="274" w:hRule="atLeast"/>
          <w:jc w:val="center"/>
        </w:trPr>
        <w:tc>
          <w:tcPr>
            <w:tcW w:w="58" w:type="dxa"/>
            <w:vMerge w:val="restart"/>
            <w:tcBorders>
              <w:top w:val="single" w:color="152935" w:sz="8" w:space="0"/>
              <w:left w:val="nil"/>
              <w:bottom w:val="single" w:color="152935"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1</w:t>
            </w:r>
          </w:p>
        </w:tc>
        <w:tc>
          <w:tcPr>
            <w:tcW w:w="1652" w:type="dxa"/>
            <w:tcBorders>
              <w:top w:val="single" w:color="152935" w:sz="8" w:space="0"/>
              <w:left w:val="nil"/>
              <w:bottom w:val="single" w:color="AEAEAE"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(Constant)</w:t>
            </w:r>
          </w:p>
        </w:tc>
        <w:tc>
          <w:tcPr>
            <w:tcW w:w="1350" w:type="dxa"/>
            <w:tcBorders>
              <w:top w:val="single" w:color="152935" w:sz="8" w:space="0"/>
              <w:left w:val="nil"/>
              <w:bottom w:val="single" w:color="AEAEAE"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54.606</w:t>
            </w:r>
          </w:p>
        </w:tc>
        <w:tc>
          <w:tcPr>
            <w:tcW w:w="1260"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4.243</w:t>
            </w:r>
          </w:p>
        </w:tc>
        <w:tc>
          <w:tcPr>
            <w:tcW w:w="1620" w:type="dxa"/>
            <w:tcBorders>
              <w:top w:val="single" w:color="152935" w:sz="8" w:space="0"/>
              <w:left w:val="single" w:color="E0E0E0" w:sz="8" w:space="0"/>
              <w:bottom w:val="single" w:color="AEAEAE" w:sz="8" w:space="0"/>
              <w:right w:val="single" w:color="E0E0E0" w:sz="8" w:space="0"/>
            </w:tcBorders>
            <w:shd w:val="clear" w:color="auto" w:fill="FFFFFF"/>
            <w:vAlign w:val="center"/>
          </w:tcPr>
          <w:p>
            <w:pPr>
              <w:autoSpaceDE w:val="0"/>
              <w:autoSpaceDN w:val="0"/>
              <w:adjustRightInd w:val="0"/>
              <w:ind w:left="720"/>
              <w:rPr>
                <w:sz w:val="18"/>
                <w:szCs w:val="18"/>
              </w:rPr>
            </w:pPr>
          </w:p>
        </w:tc>
        <w:tc>
          <w:tcPr>
            <w:tcW w:w="1530"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12.869</w:t>
            </w:r>
          </w:p>
        </w:tc>
        <w:tc>
          <w:tcPr>
            <w:tcW w:w="1277"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ind w:left="720" w:right="60"/>
              <w:jc w:val="right"/>
              <w:rPr>
                <w:color w:val="010205"/>
                <w:sz w:val="18"/>
                <w:szCs w:val="18"/>
              </w:rPr>
            </w:pPr>
            <w:r>
              <w:rPr>
                <w:color w:val="010205"/>
                <w:sz w:val="18"/>
                <w:szCs w:val="18"/>
              </w:rPr>
              <w:t>.000</w:t>
            </w:r>
          </w:p>
        </w:tc>
      </w:tr>
      <w:tr>
        <w:tblPrEx>
          <w:tblLayout w:type="fixed"/>
        </w:tblPrEx>
        <w:trPr>
          <w:cantSplit/>
          <w:trHeight w:val="146" w:hRule="atLeast"/>
          <w:jc w:val="center"/>
        </w:trPr>
        <w:tc>
          <w:tcPr>
            <w:tcW w:w="58"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ind w:left="720"/>
              <w:rPr>
                <w:color w:val="010205"/>
                <w:sz w:val="18"/>
                <w:szCs w:val="18"/>
              </w:rPr>
            </w:pPr>
          </w:p>
        </w:tc>
        <w:tc>
          <w:tcPr>
            <w:tcW w:w="1652" w:type="dxa"/>
            <w:tcBorders>
              <w:top w:val="single" w:color="AEAEAE" w:sz="8" w:space="0"/>
              <w:left w:val="nil"/>
              <w:bottom w:val="single" w:color="152935"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Social Support (X)</w:t>
            </w:r>
          </w:p>
        </w:tc>
        <w:tc>
          <w:tcPr>
            <w:tcW w:w="1350" w:type="dxa"/>
            <w:tcBorders>
              <w:top w:val="single" w:color="AEAEAE" w:sz="8" w:space="0"/>
              <w:left w:val="nil"/>
              <w:bottom w:val="single" w:color="152935"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.623</w:t>
            </w:r>
          </w:p>
        </w:tc>
        <w:tc>
          <w:tcPr>
            <w:tcW w:w="1260"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.046</w:t>
            </w:r>
          </w:p>
        </w:tc>
        <w:tc>
          <w:tcPr>
            <w:tcW w:w="1620"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.639</w:t>
            </w:r>
          </w:p>
        </w:tc>
        <w:tc>
          <w:tcPr>
            <w:tcW w:w="1530"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13.632</w:t>
            </w:r>
          </w:p>
        </w:tc>
        <w:tc>
          <w:tcPr>
            <w:tcW w:w="1277" w:type="dxa"/>
            <w:tcBorders>
              <w:top w:val="single" w:color="AEAEAE" w:sz="8" w:space="0"/>
              <w:left w:val="single" w:color="E0E0E0" w:sz="8" w:space="0"/>
              <w:bottom w:val="single" w:color="152935" w:sz="8" w:space="0"/>
              <w:right w:val="nil"/>
            </w:tcBorders>
            <w:shd w:val="clear" w:color="auto" w:fill="FFFFFF"/>
          </w:tcPr>
          <w:p>
            <w:pPr>
              <w:autoSpaceDE w:val="0"/>
              <w:autoSpaceDN w:val="0"/>
              <w:adjustRightInd w:val="0"/>
              <w:ind w:left="720" w:right="60"/>
              <w:jc w:val="right"/>
              <w:rPr>
                <w:color w:val="010205"/>
                <w:sz w:val="18"/>
                <w:szCs w:val="18"/>
              </w:rPr>
            </w:pPr>
            <w:r>
              <w:rPr>
                <w:color w:val="010205"/>
                <w:sz w:val="18"/>
                <w:szCs w:val="18"/>
              </w:rPr>
              <w:t>.000</w:t>
            </w:r>
          </w:p>
        </w:tc>
      </w:tr>
    </w:tbl>
    <w:p>
      <w:pPr>
        <w:autoSpaceDE w:val="0"/>
        <w:autoSpaceDN w:val="0"/>
        <w:adjustRightInd w:val="0"/>
        <w:ind w:left="720"/>
        <w:jc w:val="center"/>
        <w:rPr>
          <w:b/>
          <w:bCs/>
          <w:sz w:val="20"/>
          <w:szCs w:val="20"/>
        </w:rPr>
        <w:sectPr>
          <w:type w:val="continuous"/>
          <w:pgSz w:w="11907" w:h="16840"/>
          <w:pgMar w:top="1699" w:right="1138" w:bottom="1138" w:left="1699" w:header="850" w:footer="454" w:gutter="0"/>
          <w:cols w:space="567" w:num="1"/>
          <w:docGrid w:linePitch="360" w:charSpace="0"/>
        </w:sectPr>
      </w:pPr>
    </w:p>
    <w:p>
      <w:pPr>
        <w:autoSpaceDE w:val="0"/>
        <w:autoSpaceDN w:val="0"/>
        <w:adjustRightInd w:val="0"/>
        <w:ind w:left="720"/>
        <w:jc w:val="center"/>
        <w:rPr>
          <w:b/>
          <w:bCs/>
          <w:sz w:val="20"/>
          <w:szCs w:val="20"/>
        </w:rPr>
      </w:pPr>
    </w:p>
    <w:p>
      <w:pPr>
        <w:autoSpaceDE w:val="0"/>
        <w:autoSpaceDN w:val="0"/>
        <w:adjustRightInd w:val="0"/>
        <w:ind w:firstLine="567"/>
        <w:jc w:val="both"/>
      </w:pPr>
      <w:r>
        <w:t>From table 3 data, the results of the t-test calculation state that the Social Support variable has a significance value of 0.00, which states that this significance value is lower than the α value, which is 0.05. Thus, the significance value of this variable is lower than the value of α, which is 0.05 (sig &lt; α = 0.000 &lt; 0.05). Thus, the independent variable Social Support influences the Coping Stress variable.</w:t>
      </w:r>
    </w:p>
    <w:p>
      <w:pPr>
        <w:autoSpaceDE w:val="0"/>
        <w:autoSpaceDN w:val="0"/>
        <w:adjustRightInd w:val="0"/>
        <w:ind w:left="720"/>
        <w:rPr>
          <w:sz w:val="20"/>
          <w:szCs w:val="20"/>
        </w:rPr>
      </w:pPr>
    </w:p>
    <w:p>
      <w:pPr>
        <w:autoSpaceDE w:val="0"/>
        <w:autoSpaceDN w:val="0"/>
        <w:adjustRightInd w:val="0"/>
        <w:ind w:firstLine="720"/>
        <w:jc w:val="center"/>
        <w:rPr>
          <w:b/>
          <w:bCs/>
        </w:rPr>
        <w:sectPr>
          <w:type w:val="continuous"/>
          <w:pgSz w:w="11907" w:h="16840"/>
          <w:pgMar w:top="1699" w:right="1138" w:bottom="1138" w:left="1699" w:header="850" w:footer="454" w:gutter="0"/>
          <w:cols w:space="567" w:num="2"/>
          <w:docGrid w:linePitch="360" w:charSpace="0"/>
        </w:sectPr>
      </w:pPr>
    </w:p>
    <w:p>
      <w:pPr>
        <w:autoSpaceDE w:val="0"/>
        <w:autoSpaceDN w:val="0"/>
        <w:adjustRightInd w:val="0"/>
        <w:ind w:firstLine="720"/>
        <w:jc w:val="center"/>
        <w:rPr>
          <w:b/>
          <w:bCs/>
        </w:rPr>
      </w:pPr>
    </w:p>
    <w:p>
      <w:pPr>
        <w:autoSpaceDE w:val="0"/>
        <w:autoSpaceDN w:val="0"/>
        <w:adjustRightInd w:val="0"/>
        <w:ind w:firstLine="720"/>
        <w:jc w:val="center"/>
        <w:rPr>
          <w:b/>
          <w:bCs/>
        </w:rPr>
      </w:pPr>
      <w:r>
        <w:rPr>
          <w:b/>
          <w:bCs/>
        </w:rPr>
        <w:t>Table 4. Correlation Test</w:t>
      </w:r>
    </w:p>
    <w:tbl>
      <w:tblPr>
        <w:tblStyle w:val="14"/>
        <w:tblW w:w="873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28"/>
        <w:gridCol w:w="2709"/>
        <w:gridCol w:w="2000"/>
        <w:gridCol w:w="2001"/>
      </w:tblGrid>
      <w:tr>
        <w:tblPrEx>
          <w:tblLayout w:type="fixed"/>
        </w:tblPrEx>
        <w:trPr>
          <w:cantSplit/>
          <w:trHeight w:val="289" w:hRule="atLeast"/>
          <w:jc w:val="center"/>
        </w:trPr>
        <w:tc>
          <w:tcPr>
            <w:tcW w:w="8738" w:type="dxa"/>
            <w:gridSpan w:val="4"/>
            <w:tcBorders>
              <w:top w:val="nil"/>
              <w:left w:val="nil"/>
              <w:bottom w:val="nil"/>
              <w:right w:val="nil"/>
            </w:tcBorders>
            <w:shd w:val="clear" w:color="auto" w:fill="FFFFFF"/>
            <w:vAlign w:val="center"/>
          </w:tcPr>
          <w:p>
            <w:pPr>
              <w:autoSpaceDE w:val="0"/>
              <w:autoSpaceDN w:val="0"/>
              <w:adjustRightInd w:val="0"/>
              <w:ind w:left="720" w:right="60"/>
              <w:jc w:val="center"/>
              <w:rPr>
                <w:color w:val="010205"/>
                <w:sz w:val="18"/>
                <w:szCs w:val="18"/>
              </w:rPr>
            </w:pPr>
            <w:r>
              <w:rPr>
                <w:b/>
                <w:bCs/>
                <w:color w:val="010205"/>
                <w:sz w:val="18"/>
                <w:szCs w:val="18"/>
              </w:rPr>
              <w:t>Correlations</w:t>
            </w:r>
          </w:p>
        </w:tc>
      </w:tr>
      <w:tr>
        <w:tblPrEx>
          <w:tblLayout w:type="fixed"/>
        </w:tblPrEx>
        <w:trPr>
          <w:cantSplit/>
          <w:trHeight w:val="542" w:hRule="atLeast"/>
          <w:jc w:val="center"/>
        </w:trPr>
        <w:tc>
          <w:tcPr>
            <w:tcW w:w="4737" w:type="dxa"/>
            <w:gridSpan w:val="2"/>
            <w:tcBorders>
              <w:top w:val="nil"/>
              <w:left w:val="nil"/>
              <w:bottom w:val="single" w:color="152935" w:sz="8" w:space="0"/>
              <w:right w:val="nil"/>
            </w:tcBorders>
            <w:shd w:val="clear" w:color="auto" w:fill="FFFFFF"/>
            <w:vAlign w:val="bottom"/>
          </w:tcPr>
          <w:p>
            <w:pPr>
              <w:autoSpaceDE w:val="0"/>
              <w:autoSpaceDN w:val="0"/>
              <w:adjustRightInd w:val="0"/>
              <w:ind w:left="720"/>
              <w:rPr>
                <w:sz w:val="18"/>
                <w:szCs w:val="18"/>
              </w:rPr>
            </w:pPr>
          </w:p>
        </w:tc>
        <w:tc>
          <w:tcPr>
            <w:tcW w:w="2000" w:type="dxa"/>
            <w:tcBorders>
              <w:top w:val="nil"/>
              <w:left w:val="nil"/>
              <w:bottom w:val="single" w:color="152935" w:sz="8" w:space="0"/>
              <w:right w:val="single" w:color="E0E0E0" w:sz="8" w:space="0"/>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Social Support (X)</w:t>
            </w:r>
          </w:p>
        </w:tc>
        <w:tc>
          <w:tcPr>
            <w:tcW w:w="2001"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ind w:left="720" w:right="60"/>
              <w:jc w:val="center"/>
              <w:rPr>
                <w:color w:val="264A60"/>
                <w:sz w:val="18"/>
                <w:szCs w:val="18"/>
              </w:rPr>
            </w:pPr>
            <w:r>
              <w:rPr>
                <w:color w:val="264A60"/>
                <w:sz w:val="18"/>
                <w:szCs w:val="18"/>
              </w:rPr>
              <w:t>Coping Stres (Y)</w:t>
            </w:r>
          </w:p>
        </w:tc>
      </w:tr>
      <w:tr>
        <w:tblPrEx>
          <w:tblLayout w:type="fixed"/>
        </w:tblPrEx>
        <w:trPr>
          <w:cantSplit/>
          <w:trHeight w:val="271" w:hRule="atLeast"/>
          <w:jc w:val="center"/>
        </w:trPr>
        <w:tc>
          <w:tcPr>
            <w:tcW w:w="2028" w:type="dxa"/>
            <w:vMerge w:val="restart"/>
            <w:tcBorders>
              <w:top w:val="single" w:color="152935" w:sz="8" w:space="0"/>
              <w:left w:val="nil"/>
              <w:bottom w:val="nil"/>
              <w:right w:val="nil"/>
            </w:tcBorders>
            <w:shd w:val="clear" w:color="auto" w:fill="E0E0E0"/>
          </w:tcPr>
          <w:p>
            <w:pPr>
              <w:autoSpaceDE w:val="0"/>
              <w:autoSpaceDN w:val="0"/>
              <w:adjustRightInd w:val="0"/>
              <w:ind w:left="720" w:right="60"/>
              <w:rPr>
                <w:color w:val="264A60"/>
                <w:sz w:val="18"/>
                <w:szCs w:val="18"/>
              </w:rPr>
            </w:pPr>
            <w:r>
              <w:rPr>
                <w:color w:val="264A60"/>
                <w:sz w:val="18"/>
                <w:szCs w:val="18"/>
              </w:rPr>
              <w:t>Social Support (X)</w:t>
            </w:r>
          </w:p>
        </w:tc>
        <w:tc>
          <w:tcPr>
            <w:tcW w:w="2709" w:type="dxa"/>
            <w:tcBorders>
              <w:top w:val="single" w:color="152935" w:sz="8" w:space="0"/>
              <w:left w:val="nil"/>
              <w:bottom w:val="single" w:color="AEAEAE"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Pearson Correlation</w:t>
            </w:r>
          </w:p>
        </w:tc>
        <w:tc>
          <w:tcPr>
            <w:tcW w:w="2000" w:type="dxa"/>
            <w:tcBorders>
              <w:top w:val="single" w:color="152935" w:sz="8" w:space="0"/>
              <w:left w:val="nil"/>
              <w:bottom w:val="single" w:color="AEAEAE"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1</w:t>
            </w:r>
          </w:p>
        </w:tc>
        <w:tc>
          <w:tcPr>
            <w:tcW w:w="2001"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ind w:left="720" w:right="60"/>
              <w:jc w:val="right"/>
              <w:rPr>
                <w:color w:val="010205"/>
                <w:sz w:val="18"/>
                <w:szCs w:val="18"/>
              </w:rPr>
            </w:pPr>
            <w:r>
              <w:rPr>
                <w:color w:val="010205"/>
                <w:sz w:val="18"/>
                <w:szCs w:val="18"/>
              </w:rPr>
              <w:t>.639</w:t>
            </w:r>
            <w:r>
              <w:rPr>
                <w:color w:val="010205"/>
                <w:sz w:val="18"/>
                <w:szCs w:val="18"/>
                <w:vertAlign w:val="superscript"/>
              </w:rPr>
              <w:t>**</w:t>
            </w:r>
          </w:p>
        </w:tc>
      </w:tr>
      <w:tr>
        <w:tblPrEx>
          <w:tblLayout w:type="fixed"/>
        </w:tblPrEx>
        <w:trPr>
          <w:cantSplit/>
          <w:trHeight w:val="185" w:hRule="atLeast"/>
          <w:jc w:val="center"/>
        </w:trPr>
        <w:tc>
          <w:tcPr>
            <w:tcW w:w="2028" w:type="dxa"/>
            <w:vMerge w:val="continue"/>
            <w:tcBorders>
              <w:top w:val="single" w:color="152935" w:sz="8" w:space="0"/>
              <w:left w:val="nil"/>
              <w:bottom w:val="nil"/>
              <w:right w:val="nil"/>
            </w:tcBorders>
            <w:shd w:val="clear" w:color="auto" w:fill="E0E0E0"/>
          </w:tcPr>
          <w:p>
            <w:pPr>
              <w:autoSpaceDE w:val="0"/>
              <w:autoSpaceDN w:val="0"/>
              <w:adjustRightInd w:val="0"/>
              <w:ind w:left="720"/>
              <w:rPr>
                <w:color w:val="010205"/>
                <w:sz w:val="18"/>
                <w:szCs w:val="18"/>
              </w:rPr>
            </w:pPr>
          </w:p>
        </w:tc>
        <w:tc>
          <w:tcPr>
            <w:tcW w:w="2709"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Sig. (2-tailed)</w:t>
            </w:r>
          </w:p>
        </w:tc>
        <w:tc>
          <w:tcPr>
            <w:tcW w:w="2000" w:type="dxa"/>
            <w:tcBorders>
              <w:top w:val="single" w:color="AEAEAE" w:sz="8" w:space="0"/>
              <w:left w:val="nil"/>
              <w:bottom w:val="single" w:color="AEAEAE" w:sz="8" w:space="0"/>
              <w:right w:val="single" w:color="E0E0E0" w:sz="8" w:space="0"/>
            </w:tcBorders>
            <w:shd w:val="clear" w:color="auto" w:fill="FFFFFF"/>
            <w:vAlign w:val="center"/>
          </w:tcPr>
          <w:p>
            <w:pPr>
              <w:autoSpaceDE w:val="0"/>
              <w:autoSpaceDN w:val="0"/>
              <w:adjustRightInd w:val="0"/>
              <w:ind w:left="720"/>
              <w:rPr>
                <w:sz w:val="18"/>
                <w:szCs w:val="18"/>
              </w:rPr>
            </w:pPr>
          </w:p>
        </w:tc>
        <w:tc>
          <w:tcPr>
            <w:tcW w:w="2001"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ind w:left="720" w:right="60"/>
              <w:jc w:val="right"/>
              <w:rPr>
                <w:color w:val="010205"/>
                <w:sz w:val="18"/>
                <w:szCs w:val="18"/>
              </w:rPr>
            </w:pPr>
            <w:r>
              <w:rPr>
                <w:color w:val="121212"/>
                <w:sz w:val="18"/>
                <w:szCs w:val="18"/>
              </w:rPr>
              <w:t>.000</w:t>
            </w:r>
          </w:p>
        </w:tc>
      </w:tr>
      <w:tr>
        <w:tblPrEx>
          <w:tblLayout w:type="fixed"/>
        </w:tblPrEx>
        <w:trPr>
          <w:cantSplit/>
          <w:trHeight w:val="185" w:hRule="atLeast"/>
          <w:jc w:val="center"/>
        </w:trPr>
        <w:tc>
          <w:tcPr>
            <w:tcW w:w="2028" w:type="dxa"/>
            <w:vMerge w:val="continue"/>
            <w:tcBorders>
              <w:top w:val="single" w:color="152935" w:sz="8" w:space="0"/>
              <w:left w:val="nil"/>
              <w:bottom w:val="nil"/>
              <w:right w:val="nil"/>
            </w:tcBorders>
            <w:shd w:val="clear" w:color="auto" w:fill="E0E0E0"/>
          </w:tcPr>
          <w:p>
            <w:pPr>
              <w:autoSpaceDE w:val="0"/>
              <w:autoSpaceDN w:val="0"/>
              <w:adjustRightInd w:val="0"/>
              <w:ind w:left="720"/>
              <w:rPr>
                <w:color w:val="010205"/>
                <w:sz w:val="18"/>
                <w:szCs w:val="18"/>
              </w:rPr>
            </w:pPr>
          </w:p>
        </w:tc>
        <w:tc>
          <w:tcPr>
            <w:tcW w:w="2709" w:type="dxa"/>
            <w:tcBorders>
              <w:top w:val="single" w:color="AEAEAE" w:sz="8" w:space="0"/>
              <w:left w:val="nil"/>
              <w:bottom w:val="nil"/>
              <w:right w:val="nil"/>
            </w:tcBorders>
            <w:shd w:val="clear" w:color="auto" w:fill="E0E0E0"/>
          </w:tcPr>
          <w:p>
            <w:pPr>
              <w:autoSpaceDE w:val="0"/>
              <w:autoSpaceDN w:val="0"/>
              <w:adjustRightInd w:val="0"/>
              <w:ind w:left="720" w:right="60"/>
              <w:rPr>
                <w:color w:val="264A60"/>
                <w:sz w:val="18"/>
                <w:szCs w:val="18"/>
              </w:rPr>
            </w:pPr>
            <w:r>
              <w:rPr>
                <w:color w:val="264A60"/>
                <w:sz w:val="18"/>
                <w:szCs w:val="18"/>
              </w:rPr>
              <w:t>N</w:t>
            </w:r>
          </w:p>
        </w:tc>
        <w:tc>
          <w:tcPr>
            <w:tcW w:w="2000" w:type="dxa"/>
            <w:tcBorders>
              <w:top w:val="single" w:color="AEAEAE" w:sz="8" w:space="0"/>
              <w:left w:val="nil"/>
              <w:bottom w:val="nil"/>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272</w:t>
            </w:r>
          </w:p>
        </w:tc>
        <w:tc>
          <w:tcPr>
            <w:tcW w:w="2001" w:type="dxa"/>
            <w:tcBorders>
              <w:top w:val="single" w:color="AEAEAE" w:sz="8" w:space="0"/>
              <w:left w:val="single" w:color="E0E0E0" w:sz="8" w:space="0"/>
              <w:bottom w:val="nil"/>
              <w:right w:val="nil"/>
            </w:tcBorders>
            <w:shd w:val="clear" w:color="auto" w:fill="FFFFFF"/>
          </w:tcPr>
          <w:p>
            <w:pPr>
              <w:autoSpaceDE w:val="0"/>
              <w:autoSpaceDN w:val="0"/>
              <w:adjustRightInd w:val="0"/>
              <w:ind w:left="720" w:right="60"/>
              <w:jc w:val="right"/>
              <w:rPr>
                <w:color w:val="010205"/>
                <w:sz w:val="18"/>
                <w:szCs w:val="18"/>
              </w:rPr>
            </w:pPr>
            <w:r>
              <w:rPr>
                <w:color w:val="010205"/>
                <w:sz w:val="18"/>
                <w:szCs w:val="18"/>
              </w:rPr>
              <w:t>272</w:t>
            </w:r>
          </w:p>
        </w:tc>
      </w:tr>
      <w:tr>
        <w:tblPrEx>
          <w:tblLayout w:type="fixed"/>
        </w:tblPrEx>
        <w:trPr>
          <w:cantSplit/>
          <w:trHeight w:val="271" w:hRule="atLeast"/>
          <w:jc w:val="center"/>
        </w:trPr>
        <w:tc>
          <w:tcPr>
            <w:tcW w:w="2028" w:type="dxa"/>
            <w:vMerge w:val="restart"/>
            <w:tcBorders>
              <w:top w:val="single" w:color="AEAEAE" w:sz="8" w:space="0"/>
              <w:left w:val="nil"/>
              <w:bottom w:val="single" w:color="152935"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Coping Stres (Y)</w:t>
            </w:r>
          </w:p>
        </w:tc>
        <w:tc>
          <w:tcPr>
            <w:tcW w:w="2709"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Pearson Correlation</w:t>
            </w:r>
          </w:p>
        </w:tc>
        <w:tc>
          <w:tcPr>
            <w:tcW w:w="2000" w:type="dxa"/>
            <w:tcBorders>
              <w:top w:val="single" w:color="AEAEAE" w:sz="8" w:space="0"/>
              <w:left w:val="nil"/>
              <w:bottom w:val="single" w:color="AEAEAE"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.639</w:t>
            </w:r>
            <w:r>
              <w:rPr>
                <w:color w:val="010205"/>
                <w:sz w:val="18"/>
                <w:szCs w:val="18"/>
                <w:vertAlign w:val="superscript"/>
              </w:rPr>
              <w:t>**</w:t>
            </w:r>
          </w:p>
        </w:tc>
        <w:tc>
          <w:tcPr>
            <w:tcW w:w="2001"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ind w:left="720" w:right="60"/>
              <w:jc w:val="right"/>
              <w:rPr>
                <w:color w:val="010205"/>
                <w:sz w:val="18"/>
                <w:szCs w:val="18"/>
              </w:rPr>
            </w:pPr>
            <w:r>
              <w:rPr>
                <w:color w:val="010205"/>
                <w:sz w:val="18"/>
                <w:szCs w:val="18"/>
              </w:rPr>
              <w:t>1</w:t>
            </w:r>
          </w:p>
        </w:tc>
      </w:tr>
      <w:tr>
        <w:tblPrEx>
          <w:tblLayout w:type="fixed"/>
        </w:tblPrEx>
        <w:trPr>
          <w:cantSplit/>
          <w:trHeight w:val="185" w:hRule="atLeast"/>
          <w:jc w:val="center"/>
        </w:trPr>
        <w:tc>
          <w:tcPr>
            <w:tcW w:w="2028" w:type="dxa"/>
            <w:vMerge w:val="continue"/>
            <w:tcBorders>
              <w:top w:val="single" w:color="AEAEAE" w:sz="8" w:space="0"/>
              <w:left w:val="nil"/>
              <w:bottom w:val="single" w:color="152935" w:sz="8" w:space="0"/>
              <w:right w:val="nil"/>
            </w:tcBorders>
            <w:shd w:val="clear" w:color="auto" w:fill="E0E0E0"/>
          </w:tcPr>
          <w:p>
            <w:pPr>
              <w:autoSpaceDE w:val="0"/>
              <w:autoSpaceDN w:val="0"/>
              <w:adjustRightInd w:val="0"/>
              <w:ind w:left="720"/>
              <w:rPr>
                <w:color w:val="010205"/>
                <w:sz w:val="18"/>
                <w:szCs w:val="18"/>
              </w:rPr>
            </w:pPr>
          </w:p>
        </w:tc>
        <w:tc>
          <w:tcPr>
            <w:tcW w:w="2709" w:type="dxa"/>
            <w:tcBorders>
              <w:top w:val="single" w:color="AEAEAE" w:sz="8" w:space="0"/>
              <w:left w:val="nil"/>
              <w:bottom w:val="single" w:color="AEAEAE"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Sig. (2-tailed)</w:t>
            </w:r>
          </w:p>
        </w:tc>
        <w:tc>
          <w:tcPr>
            <w:tcW w:w="2000" w:type="dxa"/>
            <w:tcBorders>
              <w:top w:val="single" w:color="AEAEAE" w:sz="8" w:space="0"/>
              <w:left w:val="nil"/>
              <w:bottom w:val="single" w:color="AEAEAE"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.000</w:t>
            </w:r>
          </w:p>
        </w:tc>
        <w:tc>
          <w:tcPr>
            <w:tcW w:w="2001" w:type="dxa"/>
            <w:tcBorders>
              <w:top w:val="single" w:color="AEAEAE" w:sz="8" w:space="0"/>
              <w:left w:val="single" w:color="E0E0E0" w:sz="8" w:space="0"/>
              <w:bottom w:val="single" w:color="AEAEAE" w:sz="8" w:space="0"/>
              <w:right w:val="nil"/>
            </w:tcBorders>
            <w:shd w:val="clear" w:color="auto" w:fill="FFFFFF"/>
            <w:vAlign w:val="center"/>
          </w:tcPr>
          <w:p>
            <w:pPr>
              <w:autoSpaceDE w:val="0"/>
              <w:autoSpaceDN w:val="0"/>
              <w:adjustRightInd w:val="0"/>
              <w:ind w:left="720"/>
              <w:rPr>
                <w:sz w:val="18"/>
                <w:szCs w:val="18"/>
              </w:rPr>
            </w:pPr>
          </w:p>
        </w:tc>
      </w:tr>
      <w:tr>
        <w:tblPrEx>
          <w:tblLayout w:type="fixed"/>
        </w:tblPrEx>
        <w:trPr>
          <w:cantSplit/>
          <w:trHeight w:val="185" w:hRule="atLeast"/>
          <w:jc w:val="center"/>
        </w:trPr>
        <w:tc>
          <w:tcPr>
            <w:tcW w:w="2028" w:type="dxa"/>
            <w:vMerge w:val="continue"/>
            <w:tcBorders>
              <w:top w:val="single" w:color="AEAEAE" w:sz="8" w:space="0"/>
              <w:left w:val="nil"/>
              <w:bottom w:val="single" w:color="152935" w:sz="8" w:space="0"/>
              <w:right w:val="nil"/>
            </w:tcBorders>
            <w:shd w:val="clear" w:color="auto" w:fill="E0E0E0"/>
          </w:tcPr>
          <w:p>
            <w:pPr>
              <w:autoSpaceDE w:val="0"/>
              <w:autoSpaceDN w:val="0"/>
              <w:adjustRightInd w:val="0"/>
              <w:ind w:left="720"/>
              <w:rPr>
                <w:sz w:val="18"/>
                <w:szCs w:val="18"/>
              </w:rPr>
            </w:pPr>
          </w:p>
        </w:tc>
        <w:tc>
          <w:tcPr>
            <w:tcW w:w="2709" w:type="dxa"/>
            <w:tcBorders>
              <w:top w:val="single" w:color="AEAEAE" w:sz="8" w:space="0"/>
              <w:left w:val="nil"/>
              <w:bottom w:val="single" w:color="152935" w:sz="8" w:space="0"/>
              <w:right w:val="nil"/>
            </w:tcBorders>
            <w:shd w:val="clear" w:color="auto" w:fill="E0E0E0"/>
          </w:tcPr>
          <w:p>
            <w:pPr>
              <w:autoSpaceDE w:val="0"/>
              <w:autoSpaceDN w:val="0"/>
              <w:adjustRightInd w:val="0"/>
              <w:ind w:left="720" w:right="60"/>
              <w:rPr>
                <w:color w:val="264A60"/>
                <w:sz w:val="18"/>
                <w:szCs w:val="18"/>
              </w:rPr>
            </w:pPr>
            <w:r>
              <w:rPr>
                <w:color w:val="264A60"/>
                <w:sz w:val="18"/>
                <w:szCs w:val="18"/>
              </w:rPr>
              <w:t>N</w:t>
            </w:r>
          </w:p>
        </w:tc>
        <w:tc>
          <w:tcPr>
            <w:tcW w:w="2000" w:type="dxa"/>
            <w:tcBorders>
              <w:top w:val="single" w:color="AEAEAE" w:sz="8" w:space="0"/>
              <w:left w:val="nil"/>
              <w:bottom w:val="single" w:color="152935" w:sz="8" w:space="0"/>
              <w:right w:val="single" w:color="E0E0E0" w:sz="8" w:space="0"/>
            </w:tcBorders>
            <w:shd w:val="clear" w:color="auto" w:fill="FFFFFF"/>
          </w:tcPr>
          <w:p>
            <w:pPr>
              <w:autoSpaceDE w:val="0"/>
              <w:autoSpaceDN w:val="0"/>
              <w:adjustRightInd w:val="0"/>
              <w:ind w:left="720" w:right="60"/>
              <w:jc w:val="right"/>
              <w:rPr>
                <w:color w:val="010205"/>
                <w:sz w:val="18"/>
                <w:szCs w:val="18"/>
              </w:rPr>
            </w:pPr>
            <w:r>
              <w:rPr>
                <w:color w:val="010205"/>
                <w:sz w:val="18"/>
                <w:szCs w:val="18"/>
              </w:rPr>
              <w:t>272</w:t>
            </w:r>
          </w:p>
        </w:tc>
        <w:tc>
          <w:tcPr>
            <w:tcW w:w="2001" w:type="dxa"/>
            <w:tcBorders>
              <w:top w:val="single" w:color="AEAEAE" w:sz="8" w:space="0"/>
              <w:left w:val="single" w:color="E0E0E0" w:sz="8" w:space="0"/>
              <w:bottom w:val="single" w:color="152935" w:sz="8" w:space="0"/>
              <w:right w:val="nil"/>
            </w:tcBorders>
            <w:shd w:val="clear" w:color="auto" w:fill="FFFFFF"/>
          </w:tcPr>
          <w:p>
            <w:pPr>
              <w:autoSpaceDE w:val="0"/>
              <w:autoSpaceDN w:val="0"/>
              <w:adjustRightInd w:val="0"/>
              <w:ind w:left="720" w:right="60"/>
              <w:jc w:val="right"/>
              <w:rPr>
                <w:color w:val="010205"/>
                <w:sz w:val="18"/>
                <w:szCs w:val="18"/>
              </w:rPr>
            </w:pPr>
            <w:r>
              <w:rPr>
                <w:color w:val="010205"/>
                <w:sz w:val="18"/>
                <w:szCs w:val="18"/>
              </w:rPr>
              <w:t>272</w:t>
            </w:r>
          </w:p>
        </w:tc>
      </w:tr>
    </w:tbl>
    <w:p>
      <w:pPr>
        <w:autoSpaceDE w:val="0"/>
        <w:autoSpaceDN w:val="0"/>
        <w:adjustRightInd w:val="0"/>
        <w:ind w:left="720" w:right="60"/>
        <w:rPr>
          <w:color w:val="010205"/>
          <w:sz w:val="18"/>
          <w:szCs w:val="18"/>
        </w:rPr>
        <w:sectPr>
          <w:type w:val="continuous"/>
          <w:pgSz w:w="11907" w:h="16840"/>
          <w:pgMar w:top="1699" w:right="1138" w:bottom="1138" w:left="1699" w:header="850" w:footer="454" w:gutter="0"/>
          <w:cols w:space="567" w:num="1"/>
          <w:docGrid w:linePitch="360" w:charSpace="0"/>
        </w:sectPr>
      </w:pPr>
    </w:p>
    <w:tbl>
      <w:tblPr>
        <w:tblStyle w:val="14"/>
        <w:tblW w:w="873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738"/>
      </w:tblGrid>
      <w:tr>
        <w:tblPrEx>
          <w:tblLayout w:type="fixed"/>
        </w:tblPrEx>
        <w:trPr>
          <w:cantSplit/>
          <w:trHeight w:val="271" w:hRule="atLeast"/>
          <w:jc w:val="center"/>
        </w:trPr>
        <w:tc>
          <w:tcPr>
            <w:tcW w:w="8738" w:type="dxa"/>
            <w:tcBorders>
              <w:top w:val="nil"/>
              <w:left w:val="nil"/>
              <w:bottom w:val="nil"/>
              <w:right w:val="nil"/>
            </w:tcBorders>
            <w:shd w:val="clear" w:color="auto" w:fill="FFFFFF"/>
          </w:tcPr>
          <w:p>
            <w:pPr>
              <w:autoSpaceDE w:val="0"/>
              <w:autoSpaceDN w:val="0"/>
              <w:adjustRightInd w:val="0"/>
              <w:ind w:left="720" w:right="60"/>
              <w:rPr>
                <w:color w:val="010205"/>
                <w:sz w:val="18"/>
                <w:szCs w:val="18"/>
              </w:rPr>
            </w:pPr>
          </w:p>
        </w:tc>
      </w:tr>
    </w:tbl>
    <w:p>
      <w:pPr>
        <w:autoSpaceDE w:val="0"/>
        <w:autoSpaceDN w:val="0"/>
        <w:adjustRightInd w:val="0"/>
        <w:ind w:firstLine="720"/>
        <w:jc w:val="center"/>
        <w:rPr>
          <w:b/>
          <w:bCs/>
          <w:sz w:val="20"/>
          <w:szCs w:val="20"/>
        </w:rPr>
      </w:pPr>
    </w:p>
    <w:p>
      <w:pPr>
        <w:autoSpaceDE w:val="0"/>
        <w:autoSpaceDN w:val="0"/>
        <w:adjustRightInd w:val="0"/>
        <w:ind w:firstLine="567"/>
        <w:jc w:val="both"/>
        <w:rPr>
          <w:color w:val="121212"/>
        </w:rPr>
      </w:pPr>
      <w:r>
        <w:rPr>
          <w:color w:val="121212"/>
        </w:rPr>
        <w:t>In table 4, it was found that there was a hypothesis test result with the product moment person correlation technique with the result of a true correlation coefficient value of 0.639 and a significance value of 0.000 stated &lt;0.05 so that it can be described that there was a positive relationship between Social Support variables and Coping Stress variables.</w:t>
      </w:r>
    </w:p>
    <w:p>
      <w:pPr>
        <w:autoSpaceDE w:val="0"/>
        <w:autoSpaceDN w:val="0"/>
        <w:adjustRightInd w:val="0"/>
        <w:ind w:left="720"/>
        <w:rPr>
          <w:b/>
          <w:bCs/>
          <w:sz w:val="20"/>
          <w:szCs w:val="20"/>
        </w:rPr>
      </w:pPr>
    </w:p>
    <w:p>
      <w:pPr>
        <w:autoSpaceDE w:val="0"/>
        <w:autoSpaceDN w:val="0"/>
        <w:adjustRightInd w:val="0"/>
        <w:ind w:left="720"/>
        <w:jc w:val="center"/>
        <w:rPr>
          <w:b/>
          <w:bCs/>
        </w:rPr>
      </w:pPr>
      <w:r>
        <w:rPr>
          <w:b/>
          <w:bCs/>
        </w:rPr>
        <w:t>Table 5. Test of Determination</w:t>
      </w:r>
    </w:p>
    <w:tbl>
      <w:tblPr>
        <w:tblStyle w:val="14"/>
        <w:tblW w:w="4110"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67"/>
        <w:gridCol w:w="567"/>
        <w:gridCol w:w="992"/>
        <w:gridCol w:w="992"/>
        <w:gridCol w:w="992"/>
      </w:tblGrid>
      <w:tr>
        <w:tblPrEx>
          <w:tblLayout w:type="fixed"/>
        </w:tblPrEx>
        <w:trPr>
          <w:cantSplit/>
          <w:trHeight w:val="467" w:hRule="atLeast"/>
          <w:jc w:val="center"/>
        </w:trPr>
        <w:tc>
          <w:tcPr>
            <w:tcW w:w="4110" w:type="dxa"/>
            <w:gridSpan w:val="5"/>
            <w:tcBorders>
              <w:top w:val="nil"/>
              <w:left w:val="nil"/>
              <w:bottom w:val="nil"/>
              <w:right w:val="nil"/>
            </w:tcBorders>
            <w:shd w:val="clear" w:color="auto" w:fill="FFFFFF"/>
            <w:vAlign w:val="center"/>
          </w:tcPr>
          <w:p>
            <w:pPr>
              <w:autoSpaceDE w:val="0"/>
              <w:autoSpaceDN w:val="0"/>
              <w:adjustRightInd w:val="0"/>
              <w:ind w:right="60"/>
              <w:jc w:val="center"/>
              <w:rPr>
                <w:b/>
                <w:bCs/>
                <w:color w:val="010205"/>
                <w:sz w:val="18"/>
                <w:szCs w:val="18"/>
              </w:rPr>
            </w:pPr>
          </w:p>
          <w:p>
            <w:pPr>
              <w:autoSpaceDE w:val="0"/>
              <w:autoSpaceDN w:val="0"/>
              <w:adjustRightInd w:val="0"/>
              <w:ind w:left="720" w:right="60"/>
              <w:jc w:val="center"/>
              <w:rPr>
                <w:b/>
                <w:bCs/>
                <w:color w:val="010205"/>
                <w:sz w:val="18"/>
                <w:szCs w:val="18"/>
                <w:vertAlign w:val="superscript"/>
              </w:rPr>
            </w:pPr>
            <w:r>
              <w:rPr>
                <w:b/>
                <w:bCs/>
                <w:color w:val="010205"/>
                <w:sz w:val="18"/>
                <w:szCs w:val="18"/>
              </w:rPr>
              <w:t>Model Summary</w:t>
            </w:r>
            <w:r>
              <w:rPr>
                <w:b/>
                <w:bCs/>
                <w:color w:val="010205"/>
                <w:sz w:val="18"/>
                <w:szCs w:val="18"/>
                <w:vertAlign w:val="superscript"/>
              </w:rPr>
              <w:t>b</w:t>
            </w:r>
          </w:p>
        </w:tc>
      </w:tr>
      <w:tr>
        <w:tblPrEx>
          <w:tblLayout w:type="fixed"/>
        </w:tblPrEx>
        <w:trPr>
          <w:cantSplit/>
          <w:trHeight w:val="725" w:hRule="atLeast"/>
          <w:jc w:val="center"/>
        </w:trPr>
        <w:tc>
          <w:tcPr>
            <w:tcW w:w="567" w:type="dxa"/>
            <w:tcBorders>
              <w:top w:val="nil"/>
              <w:left w:val="nil"/>
              <w:bottom w:val="single" w:color="152935" w:sz="8" w:space="0"/>
              <w:right w:val="nil"/>
            </w:tcBorders>
            <w:shd w:val="clear" w:color="auto" w:fill="FFFFFF"/>
            <w:vAlign w:val="bottom"/>
          </w:tcPr>
          <w:p>
            <w:pPr>
              <w:autoSpaceDE w:val="0"/>
              <w:autoSpaceDN w:val="0"/>
              <w:adjustRightInd w:val="0"/>
              <w:ind w:left="280" w:right="60" w:hanging="280"/>
              <w:rPr>
                <w:color w:val="264A60"/>
                <w:sz w:val="18"/>
                <w:szCs w:val="18"/>
              </w:rPr>
            </w:pPr>
            <w:r>
              <w:rPr>
                <w:color w:val="264A60"/>
                <w:sz w:val="18"/>
                <w:szCs w:val="18"/>
              </w:rPr>
              <w:t>Model</w:t>
            </w:r>
          </w:p>
        </w:tc>
        <w:tc>
          <w:tcPr>
            <w:tcW w:w="567" w:type="dxa"/>
            <w:tcBorders>
              <w:top w:val="nil"/>
              <w:left w:val="nil"/>
              <w:bottom w:val="single" w:color="152935" w:sz="8" w:space="0"/>
              <w:right w:val="single" w:color="E0E0E0" w:sz="8" w:space="0"/>
            </w:tcBorders>
            <w:shd w:val="clear" w:color="auto" w:fill="FFFFFF"/>
            <w:vAlign w:val="bottom"/>
          </w:tcPr>
          <w:p>
            <w:pPr>
              <w:autoSpaceDE w:val="0"/>
              <w:autoSpaceDN w:val="0"/>
              <w:adjustRightInd w:val="0"/>
              <w:ind w:left="280" w:right="60" w:hanging="280"/>
              <w:jc w:val="center"/>
              <w:rPr>
                <w:color w:val="264A60"/>
                <w:sz w:val="18"/>
                <w:szCs w:val="18"/>
              </w:rPr>
            </w:pPr>
            <w:r>
              <w:rPr>
                <w:color w:val="264A60"/>
                <w:sz w:val="18"/>
                <w:szCs w:val="18"/>
              </w:rPr>
              <w:t>R</w:t>
            </w:r>
          </w:p>
        </w:tc>
        <w:tc>
          <w:tcPr>
            <w:tcW w:w="992"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ind w:left="280" w:right="60" w:hanging="280"/>
              <w:jc w:val="center"/>
              <w:rPr>
                <w:color w:val="264A60"/>
                <w:sz w:val="18"/>
                <w:szCs w:val="18"/>
              </w:rPr>
            </w:pPr>
            <w:r>
              <w:rPr>
                <w:color w:val="264A60"/>
                <w:sz w:val="18"/>
                <w:szCs w:val="18"/>
              </w:rPr>
              <w:t>R Square</w:t>
            </w:r>
          </w:p>
        </w:tc>
        <w:tc>
          <w:tcPr>
            <w:tcW w:w="992"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ind w:left="280" w:right="60" w:hanging="280"/>
              <w:jc w:val="center"/>
              <w:rPr>
                <w:color w:val="264A60"/>
                <w:sz w:val="18"/>
                <w:szCs w:val="18"/>
              </w:rPr>
            </w:pPr>
            <w:r>
              <w:rPr>
                <w:color w:val="264A60"/>
                <w:sz w:val="18"/>
                <w:szCs w:val="18"/>
              </w:rPr>
              <w:t>Adjusted R Square</w:t>
            </w:r>
          </w:p>
        </w:tc>
        <w:tc>
          <w:tcPr>
            <w:tcW w:w="992"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ind w:left="280" w:right="60" w:hanging="280"/>
              <w:jc w:val="center"/>
              <w:rPr>
                <w:color w:val="264A60"/>
                <w:sz w:val="18"/>
                <w:szCs w:val="18"/>
              </w:rPr>
            </w:pPr>
            <w:r>
              <w:rPr>
                <w:color w:val="264A60"/>
                <w:sz w:val="18"/>
                <w:szCs w:val="18"/>
              </w:rPr>
              <w:t>Std. Error of the Estimate</w:t>
            </w:r>
          </w:p>
        </w:tc>
      </w:tr>
      <w:tr>
        <w:tblPrEx>
          <w:tblLayout w:type="fixed"/>
        </w:tblPrEx>
        <w:trPr>
          <w:cantSplit/>
          <w:trHeight w:val="362" w:hRule="atLeast"/>
          <w:jc w:val="center"/>
        </w:trPr>
        <w:tc>
          <w:tcPr>
            <w:tcW w:w="567" w:type="dxa"/>
            <w:tcBorders>
              <w:top w:val="single" w:color="152935" w:sz="8" w:space="0"/>
              <w:left w:val="nil"/>
              <w:bottom w:val="single" w:color="152935" w:sz="8" w:space="0"/>
              <w:right w:val="nil"/>
            </w:tcBorders>
            <w:shd w:val="clear" w:color="auto" w:fill="E0E0E0"/>
          </w:tcPr>
          <w:p>
            <w:pPr>
              <w:autoSpaceDE w:val="0"/>
              <w:autoSpaceDN w:val="0"/>
              <w:adjustRightInd w:val="0"/>
              <w:ind w:left="138" w:right="60" w:hanging="166"/>
              <w:rPr>
                <w:color w:val="264A60"/>
                <w:sz w:val="18"/>
                <w:szCs w:val="18"/>
              </w:rPr>
            </w:pPr>
            <w:r>
              <w:rPr>
                <w:color w:val="264A60"/>
                <w:sz w:val="18"/>
                <w:szCs w:val="18"/>
              </w:rPr>
              <w:t xml:space="preserve">  </w:t>
            </w:r>
            <w:r>
              <w:rPr>
                <w:color w:val="264A60"/>
                <w:sz w:val="18"/>
                <w:szCs w:val="18"/>
              </w:rPr>
              <w:t>1</w:t>
            </w:r>
          </w:p>
        </w:tc>
        <w:tc>
          <w:tcPr>
            <w:tcW w:w="567" w:type="dxa"/>
            <w:tcBorders>
              <w:top w:val="single" w:color="152935" w:sz="8" w:space="0"/>
              <w:left w:val="nil"/>
              <w:bottom w:val="single" w:color="152935" w:sz="8" w:space="0"/>
              <w:right w:val="single" w:color="E0E0E0" w:sz="8" w:space="0"/>
            </w:tcBorders>
            <w:shd w:val="clear" w:color="auto" w:fill="FFFFFF"/>
          </w:tcPr>
          <w:p>
            <w:pPr>
              <w:autoSpaceDE w:val="0"/>
              <w:autoSpaceDN w:val="0"/>
              <w:adjustRightInd w:val="0"/>
              <w:ind w:left="138" w:right="60" w:hanging="166"/>
              <w:jc w:val="right"/>
              <w:rPr>
                <w:color w:val="010205"/>
                <w:sz w:val="18"/>
                <w:szCs w:val="18"/>
              </w:rPr>
            </w:pPr>
            <w:r>
              <w:rPr>
                <w:color w:val="010205"/>
                <w:sz w:val="18"/>
                <w:szCs w:val="18"/>
              </w:rPr>
              <w:t>.639</w:t>
            </w:r>
            <w:r>
              <w:rPr>
                <w:color w:val="010205"/>
                <w:sz w:val="18"/>
                <w:szCs w:val="18"/>
                <w:vertAlign w:val="superscript"/>
              </w:rPr>
              <w:t>a</w:t>
            </w:r>
          </w:p>
        </w:tc>
        <w:tc>
          <w:tcPr>
            <w:tcW w:w="992" w:type="dxa"/>
            <w:tcBorders>
              <w:top w:val="single" w:color="152935" w:sz="8" w:space="0"/>
              <w:left w:val="single" w:color="E0E0E0" w:sz="8" w:space="0"/>
              <w:bottom w:val="single" w:color="152935" w:sz="8" w:space="0"/>
              <w:right w:val="single" w:color="E0E0E0" w:sz="8" w:space="0"/>
            </w:tcBorders>
            <w:shd w:val="clear" w:color="auto" w:fill="FFFFFF"/>
          </w:tcPr>
          <w:p>
            <w:pPr>
              <w:autoSpaceDE w:val="0"/>
              <w:autoSpaceDN w:val="0"/>
              <w:adjustRightInd w:val="0"/>
              <w:ind w:left="138" w:right="60" w:hanging="166"/>
              <w:jc w:val="right"/>
              <w:rPr>
                <w:color w:val="010205"/>
                <w:sz w:val="18"/>
                <w:szCs w:val="18"/>
              </w:rPr>
            </w:pPr>
            <w:r>
              <w:rPr>
                <w:color w:val="010205"/>
                <w:sz w:val="18"/>
                <w:szCs w:val="18"/>
              </w:rPr>
              <w:t>.408</w:t>
            </w:r>
          </w:p>
        </w:tc>
        <w:tc>
          <w:tcPr>
            <w:tcW w:w="992" w:type="dxa"/>
            <w:tcBorders>
              <w:top w:val="single" w:color="152935" w:sz="8" w:space="0"/>
              <w:left w:val="single" w:color="E0E0E0" w:sz="8" w:space="0"/>
              <w:bottom w:val="single" w:color="152935" w:sz="8" w:space="0"/>
              <w:right w:val="single" w:color="E0E0E0" w:sz="8" w:space="0"/>
            </w:tcBorders>
            <w:shd w:val="clear" w:color="auto" w:fill="FFFFFF"/>
          </w:tcPr>
          <w:p>
            <w:pPr>
              <w:autoSpaceDE w:val="0"/>
              <w:autoSpaceDN w:val="0"/>
              <w:adjustRightInd w:val="0"/>
              <w:ind w:left="138" w:right="60" w:hanging="166"/>
              <w:jc w:val="right"/>
              <w:rPr>
                <w:color w:val="010205"/>
                <w:sz w:val="18"/>
                <w:szCs w:val="18"/>
              </w:rPr>
            </w:pPr>
            <w:r>
              <w:rPr>
                <w:color w:val="010205"/>
                <w:sz w:val="18"/>
                <w:szCs w:val="18"/>
              </w:rPr>
              <w:t>.405</w:t>
            </w:r>
          </w:p>
        </w:tc>
        <w:tc>
          <w:tcPr>
            <w:tcW w:w="992" w:type="dxa"/>
            <w:tcBorders>
              <w:top w:val="single" w:color="152935" w:sz="8" w:space="0"/>
              <w:left w:val="single" w:color="E0E0E0" w:sz="8" w:space="0"/>
              <w:bottom w:val="single" w:color="152935" w:sz="8" w:space="0"/>
              <w:right w:val="nil"/>
            </w:tcBorders>
            <w:shd w:val="clear" w:color="auto" w:fill="FFFFFF"/>
          </w:tcPr>
          <w:p>
            <w:pPr>
              <w:autoSpaceDE w:val="0"/>
              <w:autoSpaceDN w:val="0"/>
              <w:adjustRightInd w:val="0"/>
              <w:ind w:left="138" w:right="60" w:hanging="166"/>
              <w:jc w:val="right"/>
              <w:rPr>
                <w:color w:val="010205"/>
                <w:sz w:val="18"/>
                <w:szCs w:val="18"/>
              </w:rPr>
            </w:pPr>
            <w:r>
              <w:rPr>
                <w:color w:val="010205"/>
                <w:sz w:val="18"/>
                <w:szCs w:val="18"/>
              </w:rPr>
              <w:t>6.49540</w:t>
            </w:r>
          </w:p>
        </w:tc>
      </w:tr>
    </w:tbl>
    <w:p>
      <w:pPr>
        <w:autoSpaceDE w:val="0"/>
        <w:autoSpaceDN w:val="0"/>
        <w:adjustRightInd w:val="0"/>
        <w:ind w:left="720"/>
        <w:jc w:val="center"/>
        <w:rPr>
          <w:b/>
          <w:bCs/>
          <w:sz w:val="20"/>
          <w:szCs w:val="20"/>
        </w:rPr>
      </w:pPr>
    </w:p>
    <w:p>
      <w:pPr>
        <w:autoSpaceDE w:val="0"/>
        <w:autoSpaceDN w:val="0"/>
        <w:adjustRightInd w:val="0"/>
        <w:ind w:firstLine="567"/>
        <w:jc w:val="both"/>
      </w:pPr>
      <w:r>
        <w:t>The coefficient of determination test is used as an effort to determine how much social support influences the coping stress variable. The results from table 5 state that the family support variable has an effect of 40.8% on coping stress variables, and other factors not described in this study have an effect of 59.2%.</w:t>
      </w:r>
    </w:p>
    <w:p>
      <w:pPr>
        <w:autoSpaceDE w:val="0"/>
        <w:autoSpaceDN w:val="0"/>
        <w:adjustRightInd w:val="0"/>
        <w:ind w:firstLine="567"/>
        <w:jc w:val="both"/>
      </w:pPr>
    </w:p>
    <w:p>
      <w:pPr>
        <w:autoSpaceDE w:val="0"/>
        <w:autoSpaceDN w:val="0"/>
        <w:adjustRightInd w:val="0"/>
        <w:ind w:left="720"/>
        <w:jc w:val="center"/>
        <w:rPr>
          <w:b/>
          <w:bCs/>
        </w:rPr>
      </w:pPr>
      <w:r>
        <w:rPr>
          <w:b/>
          <w:bCs/>
        </w:rPr>
        <w:t>Table 6. Variable Category 1</w:t>
      </w:r>
    </w:p>
    <w:tbl>
      <w:tblPr>
        <w:tblStyle w:val="14"/>
        <w:tblW w:w="46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67"/>
        <w:gridCol w:w="709"/>
        <w:gridCol w:w="992"/>
        <w:gridCol w:w="709"/>
        <w:gridCol w:w="709"/>
        <w:gridCol w:w="993"/>
        <w:gridCol w:w="10"/>
      </w:tblGrid>
      <w:tr>
        <w:tblPrEx>
          <w:tblLayout w:type="fixed"/>
        </w:tblPrEx>
        <w:trPr>
          <w:cantSplit/>
          <w:trHeight w:val="376" w:hRule="atLeast"/>
          <w:jc w:val="center"/>
        </w:trPr>
        <w:tc>
          <w:tcPr>
            <w:tcW w:w="4689" w:type="dxa"/>
            <w:gridSpan w:val="7"/>
            <w:tcBorders>
              <w:top w:val="nil"/>
              <w:left w:val="nil"/>
              <w:bottom w:val="nil"/>
              <w:right w:val="nil"/>
            </w:tcBorders>
            <w:shd w:val="clear" w:color="auto" w:fill="FFFFFF"/>
            <w:vAlign w:val="center"/>
          </w:tcPr>
          <w:p>
            <w:pPr>
              <w:autoSpaceDE w:val="0"/>
              <w:autoSpaceDN w:val="0"/>
              <w:adjustRightInd w:val="0"/>
              <w:spacing w:line="320" w:lineRule="atLeast"/>
              <w:ind w:left="60" w:right="60"/>
              <w:jc w:val="center"/>
              <w:rPr>
                <w:color w:val="010205"/>
                <w:sz w:val="18"/>
                <w:szCs w:val="18"/>
              </w:rPr>
            </w:pPr>
            <w:r>
              <w:rPr>
                <w:b/>
                <w:bCs/>
                <w:color w:val="010205"/>
                <w:sz w:val="18"/>
                <w:szCs w:val="18"/>
              </w:rPr>
              <w:t>Social Support Category</w:t>
            </w:r>
          </w:p>
        </w:tc>
      </w:tr>
      <w:tr>
        <w:tblPrEx>
          <w:tblLayout w:type="fixed"/>
        </w:tblPrEx>
        <w:trPr>
          <w:gridAfter w:val="1"/>
          <w:wAfter w:w="10" w:type="dxa"/>
          <w:cantSplit/>
          <w:trHeight w:val="772" w:hRule="atLeast"/>
          <w:jc w:val="center"/>
        </w:trPr>
        <w:tc>
          <w:tcPr>
            <w:tcW w:w="1276" w:type="dxa"/>
            <w:gridSpan w:val="2"/>
            <w:tcBorders>
              <w:top w:val="nil"/>
              <w:left w:val="nil"/>
              <w:bottom w:val="single" w:color="152935" w:sz="8" w:space="0"/>
              <w:right w:val="nil"/>
            </w:tcBorders>
            <w:shd w:val="clear" w:color="auto" w:fill="FFFFFF"/>
            <w:vAlign w:val="bottom"/>
          </w:tcPr>
          <w:p>
            <w:pPr>
              <w:autoSpaceDE w:val="0"/>
              <w:autoSpaceDN w:val="0"/>
              <w:adjustRightInd w:val="0"/>
              <w:ind w:right="37"/>
              <w:rPr>
                <w:sz w:val="18"/>
                <w:szCs w:val="18"/>
              </w:rPr>
            </w:pPr>
          </w:p>
        </w:tc>
        <w:tc>
          <w:tcPr>
            <w:tcW w:w="992" w:type="dxa"/>
            <w:tcBorders>
              <w:top w:val="nil"/>
              <w:left w:val="nil"/>
              <w:bottom w:val="single" w:color="152935" w:sz="8" w:space="0"/>
              <w:right w:val="single" w:color="E0E0E0" w:sz="8" w:space="0"/>
            </w:tcBorders>
            <w:shd w:val="clear" w:color="auto" w:fill="FFFFFF"/>
            <w:vAlign w:val="bottom"/>
          </w:tcPr>
          <w:p>
            <w:pPr>
              <w:autoSpaceDE w:val="0"/>
              <w:autoSpaceDN w:val="0"/>
              <w:adjustRightInd w:val="0"/>
              <w:spacing w:line="320" w:lineRule="atLeast"/>
              <w:ind w:left="60" w:right="37"/>
              <w:jc w:val="center"/>
              <w:rPr>
                <w:color w:val="264A60"/>
                <w:sz w:val="18"/>
                <w:szCs w:val="18"/>
              </w:rPr>
            </w:pPr>
            <w:r>
              <w:rPr>
                <w:color w:val="264A60"/>
                <w:sz w:val="18"/>
                <w:szCs w:val="18"/>
              </w:rPr>
              <w:t>Frequency</w:t>
            </w:r>
          </w:p>
        </w:tc>
        <w:tc>
          <w:tcPr>
            <w:tcW w:w="709"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spacing w:line="320" w:lineRule="atLeast"/>
              <w:ind w:left="60" w:right="37"/>
              <w:jc w:val="center"/>
              <w:rPr>
                <w:color w:val="264A60"/>
                <w:sz w:val="18"/>
                <w:szCs w:val="18"/>
              </w:rPr>
            </w:pPr>
            <w:r>
              <w:rPr>
                <w:color w:val="264A60"/>
                <w:sz w:val="18"/>
                <w:szCs w:val="18"/>
              </w:rPr>
              <w:t>Percent</w:t>
            </w:r>
          </w:p>
        </w:tc>
        <w:tc>
          <w:tcPr>
            <w:tcW w:w="709"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spacing w:line="320" w:lineRule="atLeast"/>
              <w:ind w:left="60" w:right="37"/>
              <w:jc w:val="center"/>
              <w:rPr>
                <w:color w:val="264A60"/>
                <w:sz w:val="18"/>
                <w:szCs w:val="18"/>
              </w:rPr>
            </w:pPr>
            <w:r>
              <w:rPr>
                <w:color w:val="264A60"/>
                <w:sz w:val="18"/>
                <w:szCs w:val="18"/>
              </w:rPr>
              <w:t>Valid Percent</w:t>
            </w:r>
          </w:p>
        </w:tc>
        <w:tc>
          <w:tcPr>
            <w:tcW w:w="993"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spacing w:line="320" w:lineRule="atLeast"/>
              <w:ind w:left="60" w:right="37"/>
              <w:jc w:val="center"/>
              <w:rPr>
                <w:color w:val="264A60"/>
                <w:sz w:val="18"/>
                <w:szCs w:val="18"/>
              </w:rPr>
            </w:pPr>
            <w:r>
              <w:rPr>
                <w:color w:val="264A60"/>
                <w:sz w:val="18"/>
                <w:szCs w:val="18"/>
              </w:rPr>
              <w:t>Cumulative Percent</w:t>
            </w:r>
          </w:p>
        </w:tc>
      </w:tr>
      <w:tr>
        <w:tblPrEx>
          <w:tblLayout w:type="fixed"/>
        </w:tblPrEx>
        <w:trPr>
          <w:gridAfter w:val="1"/>
          <w:wAfter w:w="10" w:type="dxa"/>
          <w:cantSplit/>
          <w:trHeight w:val="394" w:hRule="atLeast"/>
          <w:jc w:val="center"/>
        </w:trPr>
        <w:tc>
          <w:tcPr>
            <w:tcW w:w="567" w:type="dxa"/>
            <w:vMerge w:val="restart"/>
            <w:tcBorders>
              <w:top w:val="single" w:color="152935" w:sz="8" w:space="0"/>
              <w:left w:val="nil"/>
              <w:bottom w:val="single" w:color="152935" w:sz="8" w:space="0"/>
              <w:right w:val="nil"/>
            </w:tcBorders>
            <w:shd w:val="clear" w:color="auto" w:fill="E0E0E0"/>
          </w:tcPr>
          <w:p>
            <w:pPr>
              <w:autoSpaceDE w:val="0"/>
              <w:autoSpaceDN w:val="0"/>
              <w:adjustRightInd w:val="0"/>
              <w:spacing w:line="320" w:lineRule="atLeast"/>
              <w:ind w:left="60" w:right="37"/>
              <w:rPr>
                <w:color w:val="264A60"/>
                <w:sz w:val="18"/>
                <w:szCs w:val="18"/>
              </w:rPr>
            </w:pPr>
            <w:r>
              <w:rPr>
                <w:color w:val="264A60"/>
                <w:sz w:val="18"/>
                <w:szCs w:val="18"/>
              </w:rPr>
              <w:t>Valid</w:t>
            </w:r>
          </w:p>
        </w:tc>
        <w:tc>
          <w:tcPr>
            <w:tcW w:w="709" w:type="dxa"/>
            <w:tcBorders>
              <w:top w:val="single" w:color="152935" w:sz="8" w:space="0"/>
              <w:left w:val="nil"/>
              <w:bottom w:val="single" w:color="AEAEAE" w:sz="8" w:space="0"/>
              <w:right w:val="nil"/>
            </w:tcBorders>
            <w:shd w:val="clear" w:color="auto" w:fill="E0E0E0"/>
          </w:tcPr>
          <w:p>
            <w:pPr>
              <w:autoSpaceDE w:val="0"/>
              <w:autoSpaceDN w:val="0"/>
              <w:adjustRightInd w:val="0"/>
              <w:spacing w:line="320" w:lineRule="atLeast"/>
              <w:ind w:left="60" w:right="37"/>
              <w:rPr>
                <w:color w:val="264A60"/>
                <w:sz w:val="18"/>
                <w:szCs w:val="18"/>
              </w:rPr>
            </w:pPr>
            <w:r>
              <w:rPr>
                <w:color w:val="264A60"/>
                <w:sz w:val="18"/>
                <w:szCs w:val="18"/>
              </w:rPr>
              <w:t>Medium</w:t>
            </w:r>
          </w:p>
        </w:tc>
        <w:tc>
          <w:tcPr>
            <w:tcW w:w="992" w:type="dxa"/>
            <w:tcBorders>
              <w:top w:val="single" w:color="152935" w:sz="8" w:space="0"/>
              <w:left w:val="nil"/>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126</w:t>
            </w:r>
          </w:p>
        </w:tc>
        <w:tc>
          <w:tcPr>
            <w:tcW w:w="709"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46.3</w:t>
            </w:r>
          </w:p>
        </w:tc>
        <w:tc>
          <w:tcPr>
            <w:tcW w:w="709"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46.3</w:t>
            </w:r>
          </w:p>
        </w:tc>
        <w:tc>
          <w:tcPr>
            <w:tcW w:w="993"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46.3</w:t>
            </w:r>
          </w:p>
        </w:tc>
      </w:tr>
      <w:tr>
        <w:tblPrEx>
          <w:tblLayout w:type="fixed"/>
        </w:tblPrEx>
        <w:trPr>
          <w:gridAfter w:val="1"/>
          <w:wAfter w:w="10" w:type="dxa"/>
          <w:cantSplit/>
          <w:trHeight w:val="171" w:hRule="atLeast"/>
          <w:jc w:val="center"/>
        </w:trPr>
        <w:tc>
          <w:tcPr>
            <w:tcW w:w="567"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ind w:right="37"/>
              <w:rPr>
                <w:color w:val="010205"/>
                <w:sz w:val="18"/>
                <w:szCs w:val="18"/>
              </w:rPr>
            </w:pPr>
          </w:p>
        </w:tc>
        <w:tc>
          <w:tcPr>
            <w:tcW w:w="709" w:type="dxa"/>
            <w:tcBorders>
              <w:top w:val="single" w:color="AEAEAE" w:sz="8" w:space="0"/>
              <w:left w:val="nil"/>
              <w:bottom w:val="single" w:color="AEAEAE" w:sz="8" w:space="0"/>
              <w:right w:val="nil"/>
            </w:tcBorders>
            <w:shd w:val="clear" w:color="auto" w:fill="E0E0E0"/>
          </w:tcPr>
          <w:p>
            <w:pPr>
              <w:autoSpaceDE w:val="0"/>
              <w:autoSpaceDN w:val="0"/>
              <w:adjustRightInd w:val="0"/>
              <w:spacing w:line="320" w:lineRule="atLeast"/>
              <w:ind w:left="60" w:right="37"/>
              <w:rPr>
                <w:color w:val="264A60"/>
                <w:sz w:val="18"/>
                <w:szCs w:val="18"/>
              </w:rPr>
            </w:pPr>
            <w:r>
              <w:rPr>
                <w:color w:val="264A60"/>
                <w:sz w:val="18"/>
                <w:szCs w:val="18"/>
              </w:rPr>
              <w:t>High</w:t>
            </w:r>
          </w:p>
        </w:tc>
        <w:tc>
          <w:tcPr>
            <w:tcW w:w="992" w:type="dxa"/>
            <w:tcBorders>
              <w:top w:val="single" w:color="AEAEAE" w:sz="8" w:space="0"/>
              <w:left w:val="nil"/>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146</w:t>
            </w:r>
          </w:p>
        </w:tc>
        <w:tc>
          <w:tcPr>
            <w:tcW w:w="709" w:type="dxa"/>
            <w:tcBorders>
              <w:top w:val="single" w:color="AEAEAE"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53.7</w:t>
            </w:r>
          </w:p>
        </w:tc>
        <w:tc>
          <w:tcPr>
            <w:tcW w:w="709" w:type="dxa"/>
            <w:tcBorders>
              <w:top w:val="single" w:color="AEAEAE"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53.7</w:t>
            </w:r>
          </w:p>
        </w:tc>
        <w:tc>
          <w:tcPr>
            <w:tcW w:w="993"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100.0</w:t>
            </w:r>
          </w:p>
        </w:tc>
      </w:tr>
      <w:tr>
        <w:tblPrEx>
          <w:tblLayout w:type="fixed"/>
        </w:tblPrEx>
        <w:trPr>
          <w:gridAfter w:val="1"/>
          <w:wAfter w:w="10" w:type="dxa"/>
          <w:cantSplit/>
          <w:trHeight w:val="171" w:hRule="atLeast"/>
          <w:jc w:val="center"/>
        </w:trPr>
        <w:tc>
          <w:tcPr>
            <w:tcW w:w="567"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ind w:right="37"/>
              <w:rPr>
                <w:color w:val="010205"/>
                <w:sz w:val="18"/>
                <w:szCs w:val="18"/>
              </w:rPr>
            </w:pPr>
          </w:p>
        </w:tc>
        <w:tc>
          <w:tcPr>
            <w:tcW w:w="709" w:type="dxa"/>
            <w:tcBorders>
              <w:top w:val="single" w:color="AEAEAE" w:sz="8" w:space="0"/>
              <w:left w:val="nil"/>
              <w:bottom w:val="single" w:color="152935" w:sz="8" w:space="0"/>
              <w:right w:val="nil"/>
            </w:tcBorders>
            <w:shd w:val="clear" w:color="auto" w:fill="E0E0E0"/>
          </w:tcPr>
          <w:p>
            <w:pPr>
              <w:autoSpaceDE w:val="0"/>
              <w:autoSpaceDN w:val="0"/>
              <w:adjustRightInd w:val="0"/>
              <w:spacing w:line="320" w:lineRule="atLeast"/>
              <w:ind w:left="60" w:right="37"/>
              <w:rPr>
                <w:color w:val="264A60"/>
                <w:sz w:val="18"/>
                <w:szCs w:val="18"/>
              </w:rPr>
            </w:pPr>
            <w:r>
              <w:rPr>
                <w:color w:val="264A60"/>
                <w:sz w:val="18"/>
                <w:szCs w:val="18"/>
              </w:rPr>
              <w:t>Total</w:t>
            </w:r>
          </w:p>
        </w:tc>
        <w:tc>
          <w:tcPr>
            <w:tcW w:w="992" w:type="dxa"/>
            <w:tcBorders>
              <w:top w:val="single" w:color="AEAEAE" w:sz="8" w:space="0"/>
              <w:left w:val="nil"/>
              <w:bottom w:val="single" w:color="152935"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272</w:t>
            </w:r>
          </w:p>
        </w:tc>
        <w:tc>
          <w:tcPr>
            <w:tcW w:w="709"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100.0</w:t>
            </w:r>
          </w:p>
        </w:tc>
        <w:tc>
          <w:tcPr>
            <w:tcW w:w="709"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8"/>
                <w:szCs w:val="18"/>
              </w:rPr>
            </w:pPr>
            <w:r>
              <w:rPr>
                <w:color w:val="010205"/>
                <w:sz w:val="18"/>
                <w:szCs w:val="18"/>
              </w:rPr>
              <w:t>100.0</w:t>
            </w:r>
          </w:p>
        </w:tc>
        <w:tc>
          <w:tcPr>
            <w:tcW w:w="993" w:type="dxa"/>
            <w:tcBorders>
              <w:top w:val="single" w:color="AEAEAE" w:sz="8" w:space="0"/>
              <w:left w:val="single" w:color="E0E0E0" w:sz="8" w:space="0"/>
              <w:bottom w:val="single" w:color="152935" w:sz="8" w:space="0"/>
              <w:right w:val="nil"/>
            </w:tcBorders>
            <w:shd w:val="clear" w:color="auto" w:fill="FFFFFF"/>
            <w:vAlign w:val="center"/>
          </w:tcPr>
          <w:p>
            <w:pPr>
              <w:autoSpaceDE w:val="0"/>
              <w:autoSpaceDN w:val="0"/>
              <w:adjustRightInd w:val="0"/>
              <w:ind w:right="37"/>
              <w:rPr>
                <w:sz w:val="18"/>
                <w:szCs w:val="18"/>
              </w:rPr>
            </w:pPr>
          </w:p>
        </w:tc>
      </w:tr>
    </w:tbl>
    <w:p>
      <w:pPr>
        <w:autoSpaceDE w:val="0"/>
        <w:autoSpaceDN w:val="0"/>
        <w:adjustRightInd w:val="0"/>
        <w:ind w:left="720"/>
        <w:jc w:val="center"/>
        <w:rPr>
          <w:b/>
          <w:bCs/>
          <w:sz w:val="20"/>
          <w:szCs w:val="20"/>
        </w:rPr>
      </w:pPr>
    </w:p>
    <w:p>
      <w:pPr>
        <w:tabs>
          <w:tab w:val="left" w:pos="567"/>
        </w:tabs>
        <w:autoSpaceDE w:val="0"/>
        <w:autoSpaceDN w:val="0"/>
        <w:adjustRightInd w:val="0"/>
        <w:jc w:val="both"/>
      </w:pPr>
      <w:r>
        <w:tab/>
      </w:r>
      <w:r>
        <w:t>From the result data in the subject score categorization table, the social support scale stated that there were 126 students with moderate levels of social support and 146 students with high levels of social support.</w:t>
      </w:r>
    </w:p>
    <w:p>
      <w:pPr>
        <w:autoSpaceDE w:val="0"/>
        <w:autoSpaceDN w:val="0"/>
        <w:adjustRightInd w:val="0"/>
        <w:spacing w:line="360" w:lineRule="auto"/>
        <w:ind w:left="720"/>
        <w:jc w:val="both"/>
        <w:rPr>
          <w:sz w:val="20"/>
          <w:szCs w:val="20"/>
        </w:rPr>
      </w:pPr>
    </w:p>
    <w:p>
      <w:pPr>
        <w:autoSpaceDE w:val="0"/>
        <w:autoSpaceDN w:val="0"/>
        <w:adjustRightInd w:val="0"/>
        <w:ind w:left="720"/>
        <w:jc w:val="center"/>
        <w:rPr>
          <w:b/>
          <w:bCs/>
        </w:rPr>
      </w:pPr>
      <w:r>
        <w:rPr>
          <w:b/>
          <w:bCs/>
        </w:rPr>
        <w:t>Table 7. Variable Category 2</w:t>
      </w:r>
    </w:p>
    <w:tbl>
      <w:tblPr>
        <w:tblStyle w:val="14"/>
        <w:tblW w:w="43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67"/>
        <w:gridCol w:w="709"/>
        <w:gridCol w:w="709"/>
        <w:gridCol w:w="709"/>
        <w:gridCol w:w="708"/>
        <w:gridCol w:w="993"/>
      </w:tblGrid>
      <w:tr>
        <w:tblPrEx>
          <w:tblLayout w:type="fixed"/>
        </w:tblPrEx>
        <w:trPr>
          <w:cantSplit/>
          <w:trHeight w:val="376" w:hRule="atLeast"/>
          <w:jc w:val="center"/>
        </w:trPr>
        <w:tc>
          <w:tcPr>
            <w:tcW w:w="4395" w:type="dxa"/>
            <w:gridSpan w:val="6"/>
            <w:tcBorders>
              <w:top w:val="nil"/>
              <w:left w:val="nil"/>
              <w:bottom w:val="nil"/>
              <w:right w:val="nil"/>
            </w:tcBorders>
            <w:shd w:val="clear" w:color="auto" w:fill="FFFFFF"/>
            <w:vAlign w:val="center"/>
          </w:tcPr>
          <w:p>
            <w:pPr>
              <w:autoSpaceDE w:val="0"/>
              <w:autoSpaceDN w:val="0"/>
              <w:adjustRightInd w:val="0"/>
              <w:spacing w:line="320" w:lineRule="atLeast"/>
              <w:ind w:left="60" w:right="60"/>
              <w:jc w:val="center"/>
              <w:rPr>
                <w:color w:val="010205"/>
                <w:sz w:val="14"/>
                <w:szCs w:val="14"/>
              </w:rPr>
            </w:pPr>
            <w:r>
              <w:rPr>
                <w:b/>
                <w:bCs/>
                <w:color w:val="010205"/>
                <w:sz w:val="14"/>
                <w:szCs w:val="14"/>
              </w:rPr>
              <w:t>Social Support Category</w:t>
            </w:r>
          </w:p>
        </w:tc>
      </w:tr>
      <w:tr>
        <w:tblPrEx>
          <w:tblLayout w:type="fixed"/>
        </w:tblPrEx>
        <w:trPr>
          <w:cantSplit/>
          <w:trHeight w:val="772" w:hRule="atLeast"/>
          <w:jc w:val="center"/>
        </w:trPr>
        <w:tc>
          <w:tcPr>
            <w:tcW w:w="1276" w:type="dxa"/>
            <w:gridSpan w:val="2"/>
            <w:tcBorders>
              <w:top w:val="nil"/>
              <w:left w:val="nil"/>
              <w:bottom w:val="single" w:color="152935" w:sz="8" w:space="0"/>
              <w:right w:val="nil"/>
            </w:tcBorders>
            <w:shd w:val="clear" w:color="auto" w:fill="FFFFFF"/>
            <w:vAlign w:val="bottom"/>
          </w:tcPr>
          <w:p>
            <w:pPr>
              <w:autoSpaceDE w:val="0"/>
              <w:autoSpaceDN w:val="0"/>
              <w:adjustRightInd w:val="0"/>
              <w:ind w:right="37"/>
              <w:rPr>
                <w:sz w:val="14"/>
                <w:szCs w:val="14"/>
              </w:rPr>
            </w:pPr>
          </w:p>
        </w:tc>
        <w:tc>
          <w:tcPr>
            <w:tcW w:w="709" w:type="dxa"/>
            <w:tcBorders>
              <w:top w:val="nil"/>
              <w:left w:val="nil"/>
              <w:bottom w:val="single" w:color="152935" w:sz="8" w:space="0"/>
              <w:right w:val="single" w:color="E0E0E0" w:sz="8" w:space="0"/>
            </w:tcBorders>
            <w:shd w:val="clear" w:color="auto" w:fill="FFFFFF"/>
            <w:vAlign w:val="bottom"/>
          </w:tcPr>
          <w:p>
            <w:pPr>
              <w:autoSpaceDE w:val="0"/>
              <w:autoSpaceDN w:val="0"/>
              <w:adjustRightInd w:val="0"/>
              <w:spacing w:line="320" w:lineRule="atLeast"/>
              <w:ind w:left="60" w:right="37"/>
              <w:jc w:val="center"/>
              <w:rPr>
                <w:color w:val="264A60"/>
                <w:sz w:val="14"/>
                <w:szCs w:val="14"/>
              </w:rPr>
            </w:pPr>
            <w:r>
              <w:rPr>
                <w:color w:val="264A60"/>
                <w:sz w:val="14"/>
                <w:szCs w:val="14"/>
              </w:rPr>
              <w:t>Frequency</w:t>
            </w:r>
          </w:p>
        </w:tc>
        <w:tc>
          <w:tcPr>
            <w:tcW w:w="709"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spacing w:line="320" w:lineRule="atLeast"/>
              <w:ind w:left="60" w:right="37"/>
              <w:jc w:val="center"/>
              <w:rPr>
                <w:color w:val="264A60"/>
                <w:sz w:val="14"/>
                <w:szCs w:val="14"/>
              </w:rPr>
            </w:pPr>
            <w:r>
              <w:rPr>
                <w:color w:val="264A60"/>
                <w:sz w:val="14"/>
                <w:szCs w:val="14"/>
              </w:rPr>
              <w:t>Percent</w:t>
            </w:r>
          </w:p>
        </w:tc>
        <w:tc>
          <w:tcPr>
            <w:tcW w:w="708" w:type="dxa"/>
            <w:tcBorders>
              <w:top w:val="nil"/>
              <w:left w:val="single" w:color="E0E0E0" w:sz="8" w:space="0"/>
              <w:bottom w:val="single" w:color="152935" w:sz="8" w:space="0"/>
              <w:right w:val="single" w:color="E0E0E0" w:sz="8" w:space="0"/>
            </w:tcBorders>
            <w:shd w:val="clear" w:color="auto" w:fill="FFFFFF"/>
            <w:vAlign w:val="bottom"/>
          </w:tcPr>
          <w:p>
            <w:pPr>
              <w:autoSpaceDE w:val="0"/>
              <w:autoSpaceDN w:val="0"/>
              <w:adjustRightInd w:val="0"/>
              <w:spacing w:line="320" w:lineRule="atLeast"/>
              <w:ind w:left="60" w:right="37"/>
              <w:jc w:val="center"/>
              <w:rPr>
                <w:color w:val="264A60"/>
                <w:sz w:val="14"/>
                <w:szCs w:val="14"/>
              </w:rPr>
            </w:pPr>
            <w:r>
              <w:rPr>
                <w:color w:val="264A60"/>
                <w:sz w:val="14"/>
                <w:szCs w:val="14"/>
              </w:rPr>
              <w:t>Valid Percent</w:t>
            </w:r>
          </w:p>
        </w:tc>
        <w:tc>
          <w:tcPr>
            <w:tcW w:w="993" w:type="dxa"/>
            <w:tcBorders>
              <w:top w:val="nil"/>
              <w:left w:val="single" w:color="E0E0E0" w:sz="8" w:space="0"/>
              <w:bottom w:val="single" w:color="152935" w:sz="8" w:space="0"/>
              <w:right w:val="nil"/>
            </w:tcBorders>
            <w:shd w:val="clear" w:color="auto" w:fill="FFFFFF"/>
            <w:vAlign w:val="bottom"/>
          </w:tcPr>
          <w:p>
            <w:pPr>
              <w:autoSpaceDE w:val="0"/>
              <w:autoSpaceDN w:val="0"/>
              <w:adjustRightInd w:val="0"/>
              <w:spacing w:line="320" w:lineRule="atLeast"/>
              <w:ind w:left="60" w:right="37"/>
              <w:jc w:val="center"/>
              <w:rPr>
                <w:color w:val="264A60"/>
                <w:sz w:val="14"/>
                <w:szCs w:val="14"/>
              </w:rPr>
            </w:pPr>
            <w:r>
              <w:rPr>
                <w:color w:val="264A60"/>
                <w:sz w:val="14"/>
                <w:szCs w:val="14"/>
              </w:rPr>
              <w:t>Cumulative Percent</w:t>
            </w:r>
          </w:p>
        </w:tc>
      </w:tr>
      <w:tr>
        <w:tblPrEx>
          <w:tblLayout w:type="fixed"/>
        </w:tblPrEx>
        <w:trPr>
          <w:cantSplit/>
          <w:trHeight w:val="394" w:hRule="atLeast"/>
          <w:jc w:val="center"/>
        </w:trPr>
        <w:tc>
          <w:tcPr>
            <w:tcW w:w="567" w:type="dxa"/>
            <w:vMerge w:val="restart"/>
            <w:tcBorders>
              <w:top w:val="single" w:color="152935" w:sz="8" w:space="0"/>
              <w:left w:val="nil"/>
              <w:bottom w:val="single" w:color="152935" w:sz="8" w:space="0"/>
              <w:right w:val="nil"/>
            </w:tcBorders>
            <w:shd w:val="clear" w:color="auto" w:fill="E0E0E0"/>
          </w:tcPr>
          <w:p>
            <w:pPr>
              <w:autoSpaceDE w:val="0"/>
              <w:autoSpaceDN w:val="0"/>
              <w:adjustRightInd w:val="0"/>
              <w:spacing w:line="320" w:lineRule="atLeast"/>
              <w:ind w:left="60" w:right="37"/>
              <w:rPr>
                <w:color w:val="264A60"/>
                <w:sz w:val="14"/>
                <w:szCs w:val="14"/>
              </w:rPr>
            </w:pPr>
            <w:r>
              <w:rPr>
                <w:color w:val="264A60"/>
                <w:sz w:val="14"/>
                <w:szCs w:val="14"/>
              </w:rPr>
              <w:t>Valid</w:t>
            </w:r>
          </w:p>
        </w:tc>
        <w:tc>
          <w:tcPr>
            <w:tcW w:w="709" w:type="dxa"/>
            <w:tcBorders>
              <w:top w:val="single" w:color="152935" w:sz="8" w:space="0"/>
              <w:left w:val="nil"/>
              <w:bottom w:val="single" w:color="AEAEAE" w:sz="8" w:space="0"/>
              <w:right w:val="nil"/>
            </w:tcBorders>
            <w:shd w:val="clear" w:color="auto" w:fill="E0E0E0"/>
          </w:tcPr>
          <w:p>
            <w:pPr>
              <w:autoSpaceDE w:val="0"/>
              <w:autoSpaceDN w:val="0"/>
              <w:adjustRightInd w:val="0"/>
              <w:spacing w:line="320" w:lineRule="atLeast"/>
              <w:ind w:left="60" w:right="37"/>
              <w:rPr>
                <w:color w:val="264A60"/>
                <w:sz w:val="14"/>
                <w:szCs w:val="14"/>
              </w:rPr>
            </w:pPr>
            <w:r>
              <w:rPr>
                <w:color w:val="264A60"/>
                <w:sz w:val="14"/>
                <w:szCs w:val="14"/>
              </w:rPr>
              <w:t>Medium</w:t>
            </w:r>
          </w:p>
        </w:tc>
        <w:tc>
          <w:tcPr>
            <w:tcW w:w="709" w:type="dxa"/>
            <w:tcBorders>
              <w:top w:val="single" w:color="152935" w:sz="8" w:space="0"/>
              <w:left w:val="nil"/>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126</w:t>
            </w:r>
          </w:p>
        </w:tc>
        <w:tc>
          <w:tcPr>
            <w:tcW w:w="709"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46.3</w:t>
            </w:r>
          </w:p>
        </w:tc>
        <w:tc>
          <w:tcPr>
            <w:tcW w:w="708" w:type="dxa"/>
            <w:tcBorders>
              <w:top w:val="single" w:color="152935"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46.3</w:t>
            </w:r>
          </w:p>
        </w:tc>
        <w:tc>
          <w:tcPr>
            <w:tcW w:w="993" w:type="dxa"/>
            <w:tcBorders>
              <w:top w:val="single" w:color="152935" w:sz="8" w:space="0"/>
              <w:left w:val="single" w:color="E0E0E0" w:sz="8" w:space="0"/>
              <w:bottom w:val="single" w:color="AEAEAE" w:sz="8" w:space="0"/>
              <w:right w:val="nil"/>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46.3</w:t>
            </w:r>
          </w:p>
        </w:tc>
      </w:tr>
      <w:tr>
        <w:tblPrEx>
          <w:tblLayout w:type="fixed"/>
        </w:tblPrEx>
        <w:trPr>
          <w:cantSplit/>
          <w:trHeight w:val="171" w:hRule="atLeast"/>
          <w:jc w:val="center"/>
        </w:trPr>
        <w:tc>
          <w:tcPr>
            <w:tcW w:w="567"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ind w:right="37"/>
              <w:rPr>
                <w:color w:val="010205"/>
                <w:sz w:val="14"/>
                <w:szCs w:val="14"/>
              </w:rPr>
            </w:pPr>
          </w:p>
        </w:tc>
        <w:tc>
          <w:tcPr>
            <w:tcW w:w="709" w:type="dxa"/>
            <w:tcBorders>
              <w:top w:val="single" w:color="AEAEAE" w:sz="8" w:space="0"/>
              <w:left w:val="nil"/>
              <w:bottom w:val="single" w:color="AEAEAE" w:sz="8" w:space="0"/>
              <w:right w:val="nil"/>
            </w:tcBorders>
            <w:shd w:val="clear" w:color="auto" w:fill="E0E0E0"/>
          </w:tcPr>
          <w:p>
            <w:pPr>
              <w:autoSpaceDE w:val="0"/>
              <w:autoSpaceDN w:val="0"/>
              <w:adjustRightInd w:val="0"/>
              <w:spacing w:line="320" w:lineRule="atLeast"/>
              <w:ind w:left="60" w:right="37"/>
              <w:rPr>
                <w:color w:val="264A60"/>
                <w:sz w:val="14"/>
                <w:szCs w:val="14"/>
              </w:rPr>
            </w:pPr>
            <w:r>
              <w:rPr>
                <w:color w:val="264A60"/>
                <w:sz w:val="14"/>
                <w:szCs w:val="14"/>
              </w:rPr>
              <w:t>High</w:t>
            </w:r>
          </w:p>
        </w:tc>
        <w:tc>
          <w:tcPr>
            <w:tcW w:w="709" w:type="dxa"/>
            <w:tcBorders>
              <w:top w:val="single" w:color="AEAEAE" w:sz="8" w:space="0"/>
              <w:left w:val="nil"/>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146</w:t>
            </w:r>
          </w:p>
        </w:tc>
        <w:tc>
          <w:tcPr>
            <w:tcW w:w="709" w:type="dxa"/>
            <w:tcBorders>
              <w:top w:val="single" w:color="AEAEAE"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53.7</w:t>
            </w:r>
          </w:p>
        </w:tc>
        <w:tc>
          <w:tcPr>
            <w:tcW w:w="708" w:type="dxa"/>
            <w:tcBorders>
              <w:top w:val="single" w:color="AEAEAE" w:sz="8" w:space="0"/>
              <w:left w:val="single" w:color="E0E0E0" w:sz="8" w:space="0"/>
              <w:bottom w:val="single" w:color="AEAEAE"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53.7</w:t>
            </w:r>
          </w:p>
        </w:tc>
        <w:tc>
          <w:tcPr>
            <w:tcW w:w="993" w:type="dxa"/>
            <w:tcBorders>
              <w:top w:val="single" w:color="AEAEAE" w:sz="8" w:space="0"/>
              <w:left w:val="single" w:color="E0E0E0" w:sz="8" w:space="0"/>
              <w:bottom w:val="single" w:color="AEAEAE" w:sz="8" w:space="0"/>
              <w:right w:val="nil"/>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100.0</w:t>
            </w:r>
          </w:p>
        </w:tc>
      </w:tr>
      <w:tr>
        <w:tblPrEx>
          <w:tblLayout w:type="fixed"/>
        </w:tblPrEx>
        <w:trPr>
          <w:cantSplit/>
          <w:trHeight w:val="171" w:hRule="atLeast"/>
          <w:jc w:val="center"/>
        </w:trPr>
        <w:tc>
          <w:tcPr>
            <w:tcW w:w="567" w:type="dxa"/>
            <w:vMerge w:val="continue"/>
            <w:tcBorders>
              <w:top w:val="single" w:color="152935" w:sz="8" w:space="0"/>
              <w:left w:val="nil"/>
              <w:bottom w:val="single" w:color="152935" w:sz="8" w:space="0"/>
              <w:right w:val="nil"/>
            </w:tcBorders>
            <w:shd w:val="clear" w:color="auto" w:fill="E0E0E0"/>
          </w:tcPr>
          <w:p>
            <w:pPr>
              <w:autoSpaceDE w:val="0"/>
              <w:autoSpaceDN w:val="0"/>
              <w:adjustRightInd w:val="0"/>
              <w:ind w:right="37"/>
              <w:rPr>
                <w:color w:val="010205"/>
                <w:sz w:val="14"/>
                <w:szCs w:val="14"/>
              </w:rPr>
            </w:pPr>
          </w:p>
        </w:tc>
        <w:tc>
          <w:tcPr>
            <w:tcW w:w="709" w:type="dxa"/>
            <w:tcBorders>
              <w:top w:val="single" w:color="AEAEAE" w:sz="8" w:space="0"/>
              <w:left w:val="nil"/>
              <w:bottom w:val="single" w:color="152935" w:sz="8" w:space="0"/>
              <w:right w:val="nil"/>
            </w:tcBorders>
            <w:shd w:val="clear" w:color="auto" w:fill="E0E0E0"/>
          </w:tcPr>
          <w:p>
            <w:pPr>
              <w:autoSpaceDE w:val="0"/>
              <w:autoSpaceDN w:val="0"/>
              <w:adjustRightInd w:val="0"/>
              <w:spacing w:line="320" w:lineRule="atLeast"/>
              <w:ind w:left="60" w:right="37"/>
              <w:rPr>
                <w:color w:val="264A60"/>
                <w:sz w:val="14"/>
                <w:szCs w:val="14"/>
              </w:rPr>
            </w:pPr>
            <w:r>
              <w:rPr>
                <w:color w:val="264A60"/>
                <w:sz w:val="14"/>
                <w:szCs w:val="14"/>
              </w:rPr>
              <w:t>Total</w:t>
            </w:r>
          </w:p>
        </w:tc>
        <w:tc>
          <w:tcPr>
            <w:tcW w:w="709" w:type="dxa"/>
            <w:tcBorders>
              <w:top w:val="single" w:color="AEAEAE" w:sz="8" w:space="0"/>
              <w:left w:val="nil"/>
              <w:bottom w:val="single" w:color="152935"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272</w:t>
            </w:r>
          </w:p>
        </w:tc>
        <w:tc>
          <w:tcPr>
            <w:tcW w:w="709"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100.0</w:t>
            </w:r>
          </w:p>
        </w:tc>
        <w:tc>
          <w:tcPr>
            <w:tcW w:w="708" w:type="dxa"/>
            <w:tcBorders>
              <w:top w:val="single" w:color="AEAEAE" w:sz="8" w:space="0"/>
              <w:left w:val="single" w:color="E0E0E0" w:sz="8" w:space="0"/>
              <w:bottom w:val="single" w:color="152935" w:sz="8" w:space="0"/>
              <w:right w:val="single" w:color="E0E0E0" w:sz="8" w:space="0"/>
            </w:tcBorders>
            <w:shd w:val="clear" w:color="auto" w:fill="FFFFFF"/>
          </w:tcPr>
          <w:p>
            <w:pPr>
              <w:autoSpaceDE w:val="0"/>
              <w:autoSpaceDN w:val="0"/>
              <w:adjustRightInd w:val="0"/>
              <w:spacing w:line="320" w:lineRule="atLeast"/>
              <w:ind w:left="60" w:right="37"/>
              <w:jc w:val="right"/>
              <w:rPr>
                <w:color w:val="010205"/>
                <w:sz w:val="14"/>
                <w:szCs w:val="14"/>
              </w:rPr>
            </w:pPr>
            <w:r>
              <w:rPr>
                <w:color w:val="010205"/>
                <w:sz w:val="14"/>
                <w:szCs w:val="14"/>
              </w:rPr>
              <w:t>100.0</w:t>
            </w:r>
          </w:p>
        </w:tc>
        <w:tc>
          <w:tcPr>
            <w:tcW w:w="993" w:type="dxa"/>
            <w:tcBorders>
              <w:top w:val="single" w:color="AEAEAE" w:sz="8" w:space="0"/>
              <w:left w:val="single" w:color="E0E0E0" w:sz="8" w:space="0"/>
              <w:bottom w:val="single" w:color="152935" w:sz="8" w:space="0"/>
              <w:right w:val="nil"/>
            </w:tcBorders>
            <w:shd w:val="clear" w:color="auto" w:fill="FFFFFF"/>
            <w:vAlign w:val="center"/>
          </w:tcPr>
          <w:p>
            <w:pPr>
              <w:autoSpaceDE w:val="0"/>
              <w:autoSpaceDN w:val="0"/>
              <w:adjustRightInd w:val="0"/>
              <w:ind w:right="37"/>
              <w:rPr>
                <w:sz w:val="14"/>
                <w:szCs w:val="14"/>
              </w:rPr>
            </w:pPr>
          </w:p>
        </w:tc>
      </w:tr>
    </w:tbl>
    <w:p>
      <w:pPr>
        <w:autoSpaceDE w:val="0"/>
        <w:autoSpaceDN w:val="0"/>
        <w:adjustRightInd w:val="0"/>
        <w:ind w:left="720"/>
        <w:jc w:val="center"/>
        <w:rPr>
          <w:b/>
          <w:bCs/>
          <w:sz w:val="20"/>
          <w:szCs w:val="20"/>
        </w:rPr>
      </w:pPr>
    </w:p>
    <w:p>
      <w:pPr>
        <w:tabs>
          <w:tab w:val="left" w:pos="567"/>
        </w:tabs>
        <w:autoSpaceDE w:val="0"/>
        <w:autoSpaceDN w:val="0"/>
        <w:adjustRightInd w:val="0"/>
        <w:jc w:val="both"/>
      </w:pPr>
      <w:r>
        <w:rPr>
          <w:b/>
          <w:bCs/>
          <w:sz w:val="28"/>
          <w:szCs w:val="28"/>
        </w:rPr>
        <w:tab/>
      </w:r>
      <w:r>
        <w:t>From the table data on the subject's score categorization on the coping stress scale, it was found that 108 students had moderate coping stress and 164 students had high coping stress.</w:t>
      </w:r>
    </w:p>
    <w:p>
      <w:pPr>
        <w:ind w:firstLine="454"/>
        <w:jc w:val="both"/>
      </w:pPr>
    </w:p>
    <w:p>
      <w:pPr>
        <w:rPr>
          <w:b/>
        </w:rPr>
      </w:pPr>
      <w:r>
        <w:rPr>
          <w:b/>
        </w:rPr>
        <w:t>Discussion</w:t>
      </w:r>
    </w:p>
    <w:p>
      <w:pPr>
        <w:autoSpaceDE w:val="0"/>
        <w:autoSpaceDN w:val="0"/>
        <w:adjustRightInd w:val="0"/>
        <w:ind w:firstLine="567"/>
        <w:jc w:val="both"/>
      </w:pPr>
      <w:r>
        <w:t>The above stated that students who were writing their thesis at the Faculty of Psychology and Education at Universitas Muhammadiyah Sidoarjo found a positive correlation between social support and the ability to deal with stress. With a Pearson correlation value of 0.639 and a significance value of 0.000 &lt;0.05, the hypothesis is stated to be accepted. The results state that a high level of social support means that the level of coping stress will also be high, and conversely, if the level of social support is low, the level of student coping stress will also be low.</w:t>
      </w:r>
    </w:p>
    <w:p>
      <w:pPr>
        <w:autoSpaceDE w:val="0"/>
        <w:autoSpaceDN w:val="0"/>
        <w:adjustRightInd w:val="0"/>
        <w:ind w:firstLine="567"/>
        <w:jc w:val="both"/>
      </w:pPr>
      <w:r>
        <w:t>From the subject score categorization table data on the social support scale, it was found that there were 126 students (46.3%) with a low level of social support and 146 students (53.7%) with a high level of social support. On the coping stress scale, there were 108 students (39.7%) with low levels of coping stress and 164 students (60.3%) with high levels of coping stress. It can be stated that students who are preparing their thesis at the Faculty of Psychology and Education, Muhammadiyah University of Sidoarjo tend to have high levels of social support and coping with stress.</w:t>
      </w:r>
    </w:p>
    <w:p>
      <w:pPr>
        <w:autoSpaceDE w:val="0"/>
        <w:autoSpaceDN w:val="0"/>
        <w:adjustRightInd w:val="0"/>
        <w:ind w:firstLine="567"/>
        <w:jc w:val="both"/>
      </w:pPr>
      <w:r>
        <w:t xml:space="preserve">The results of previous research conducted by Putri Nur Afifah on "The Relationship between Social Support and Coping Stress in Final Semester Students at the Faculty of Psychology, Universitas Medan Area " explains that social support influences coping stress in final-year students with positive results. So it can be explained that the higher the social support of students at the end of Islamic counseling guidance, the higher the coping stress carried out by students </w:t>
      </w:r>
      <w:r>
        <w:fldChar w:fldCharType="begin" w:fldLock="1"/>
      </w:r>
      <w:r>
        <w:instrText xml:space="preserve"> ADDIN ZOTERO_ITEM CSL_CITATION {"citationID":"VgbL2A8f","properties":{"formattedCitation":"(Benshlomo, 2023)","plainCitation":"(Benshlomo, 2023)","dontUpdate":true,"noteIndex":0},"citationItems":[{"id":"jEl7KA78/fqyJ1PDv","uris":["http://www.mendeley.com/documents/?uuid=1ee40321-e951-41e0-9cc8-4b4886db2ef4"],"itemData":{"author":[{"dropping-particle":"","family":"Benshlomo","given":"Ohr","non-dropping-particle":"","parse-names":false,"suffix":""}],"container-title":"</w:instrText>
      </w:r>
      <w:r>
        <w:rPr>
          <w:rFonts w:ascii="Leelawadee UI" w:hAnsi="Leelawadee UI" w:cs="Leelawadee UI"/>
        </w:rPr>
        <w:instrText xml:space="preserve">วารสารวิชาการมหาวิทยาลัยอีสเทิร์นเอเชีย</w:instrText>
      </w:r>
      <w:r>
        <w:instrText xml:space="preserve">","id":"ITEM-1","issue":"1","issued":{"date-parts":[["2023"]]},"page":"88-100","title":"PENGARUH DUKUNGAN SOSIAL TERHADAP COPING STRESS MAHA SISWA TINGKAT AKHIR BIMBINGAN DAN PENYULUHAN ISLAM UIN SYARIF HIDAYATULLAH JAKARTA","type":"article-journal","volume":"4"}}],"schema":"https://github.com/citation-style-language/schema/raw/master/csl-citation.json"} </w:instrText>
      </w:r>
      <w:r>
        <w:fldChar w:fldCharType="separate"/>
      </w:r>
      <w:r>
        <w:t>(Benslomo, 2023)</w:t>
      </w:r>
      <w:r>
        <w:fldChar w:fldCharType="end"/>
      </w:r>
      <w:r>
        <w:t>.</w:t>
      </w:r>
    </w:p>
    <w:p>
      <w:pPr>
        <w:ind w:firstLine="851"/>
        <w:jc w:val="both"/>
      </w:pPr>
      <w:r>
        <w:t xml:space="preserve">As described by Tylor, someone who gets high social support will experience less stress and will be more effective in carrying out coping. Because individuals who get high social support will get more information about the problems they are facing </w:t>
      </w:r>
      <w:r>
        <w:fldChar w:fldCharType="begin" w:fldLock="1"/>
      </w:r>
      <w:r>
        <w:instrText xml:space="preserve"> ADDIN ZOTERO_ITEM CSL_CITATION {"citationID":"If9Ui9sa","properties":{"formattedCitation":"(Coker et al., 2018)","plainCitation":"(Coker et al., 2018)","noteIndex":0},"citationItems":[{"id":"jEl7KA78/hAyXZ2g4","uris":["http://www.mendeley.com/documents/?uuid=3a6b8ed9-8785-49d7-8365-b907055cf7c4"],"itemData":{"ISBN":"8862270801","ISSN":"09240136","PMID":"25246403","abstract":"Predicting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oker","given":"Christopher","non-dropping-particle":"","parse-names":false,"suffix":""},{"dropping-particle":"","family":"Greene","given":"Ethan","non-dropping-particle":"","parse-names":false,"suffix":""},{"dropping-particle":"","family":"Shao","given":"J.","non-dropping-particle":"","parse-names":false,"suffix":""},{"dropping-particle":"","family":"Enclave","given":"Development","non-dropping-particle":"","parse-names":false,"suffix":""},{"dropping-particle":"","family":"Tula","given":"Rao","non-dropping-particle":"","parse-names":false,"suffix":""},{"dropping-particle":"","family":"Marg","given":"Ram","non-dropping-particle":"","parse-names":false,"suffix":""},{"dropping-particle":"","family":"Jones","given":"Lee","non-dropping-particle":"","parse-names":false,"suffix":""},{"dropping-particle":"","family":"Hameiri","given":"Shahar","non-dropping-particle":"","parse-names":false,"suffix":""},{"dropping-particle":"","family":"Cansu","given":"Esra Eymen","non-dropping-particle":"","parse-names":false,"suffix":""},{"dropping-particle":"","family":"Initiative","given":"Road","non-dropping-particle":"","parse-names":false,"suffix":""},{"dropping-particle":"","family":"Maritime","given":"Century","non-dropping-particle":"","parse-names":false,"suffix":""},{"dropping-particle":"","family":"Road","given":"Silk","non-dropping-particle":"","parse-names":false,"suffix":""},{"dropping-particle":"","family":"Çelik","given":"Ali","non-dropping-particle":"","parse-names":false,"suffix":""},{"dropping-particle":"","family":"Yaman","given":"Halil","non-dropping-particle":"","parse-names":false,"suffix":""},{"dropping-particle":"","family":"Turan","given":"Servet","non-dropping-particle":"","parse-names":false,"suffix":""},{"dropping-particle":"","family":"Kara","given":"Alpagut","non-dropping-particle":"","parse-names":false,"suffix":""},{"dropping-particle":"","family":"Kara","given":"Ferhat","non-dropping-particle":"","parse-names":false,"suffix":""},{"dropping-particle":"","family":"Zhu","given":"Baojun","non-dropping-particle":"","parse-names":false,"suffix":""},{"dropping-particle":"","family":"Qu","given":"Xuanhui","non-dropping-particle":"","parse-names":false,"suffix":""},{"dropping-particle":"","family":"Tao","given":"Ying","non-dropping-particle":"","parse-names":false,"suffix":""},{"dropping-particle":"","family":"Zhu","given":"Zicheng","non-dropping-particle":"","parse-names":false,"suffix":""},{"dropping-particle":"","family":"Dhokia","given":"Vimal","non-dropping-particle":"","parse-names":false,"suffix":""},{"dropping-particle":"","family":"Nassehi","given":"Aydin","non-dropping-particle":"","parse-names":false,"suffix":""},{"dropping-particle":"","family":"Newman","given":"Stephen T.","non-dropping-particle":"","parse-names":false,"suffix":""},{"dropping-particle":"","family":"Zheng","given":"Lei","non-dropping-particle":"","parse-names":false,"suffix":""},{"dropping-particle":"","family":"Neville","given":"Anne","non-dropping-particle":"","parse-names":false,"suffix":""},{"dropping-particle":"","family":"Gledhill","given":"Andrew","non-dropping-particle":"","parse-names":false,"suffix":""},{"dropping-particle":"","family":"Johnston","given":"David","non-dropping-particle":"","parse-names":false,"suffix":""},{"dropping-particle":"","family":"Zhang","given":"Haiou","non-dropping-particle":"","parse-names":false,"suffix":""},{"dropping-particle":"","family":"Xu","given":"Jifu Jipeng","non-dropping-particle":"","parse-names":false,"suffix":""},{"dropping-particle":"","family":"Wang","given":"Guilan","non-dropping-particle":"","parse-names":false,"suffix":""},{"dropping-particle":"","family":"Zhang","given":"Xinyue","non-dropping-particle":"","parse-names":false,"suffix":""},{"dropping-particle":"","family":"Guo","given":"Zhimeng","non-dropping-particle":"","parse-names":false,"suffix":""},{"dropping-particle":"","family":"Chen","given":"Cunguang","non-dropping-particle":"","parse-names":false,"suffix":""},{"dropping-particle":"","family":"Yang","given":"Weiwei","non-dropping-particle":"","parse-names":false,"suffix":""},{"dropping-particle":"","family":"Zhang","given":"Kai","non-dropping-particle":"","parse-names":false,"suffix":""},{"dropping-particle":"","family":"Wang","given":"Shuhao Shijie","non-dropping-particle":"","parse-names":false,"suffix":""},{"dropping-particle":"","family":"Liu","given":"Weijun","non-dropping-particle":"","parse-names":false,"suffix":""},{"dropping-particle":"","family":"Shang","given":"Xiaofeng","non-dropping-particle":"","parse-names":false,"suffix":""},{"dropping-particle":"","family":"Boratyński","given":"T.","non-dropping-particle":"","parse-names":false,"suffix":""},{"dropping-particle":"","family":"Roczniak","given":"P.","non-dropping-particle":"","parse-names":false,"suffix":""},{"dropping-particle":"","family":"Żelazo","given":"N.","non-dropping-particle":"","parse-names":false,"suffix":""},{"dropping-particle":"","family":"Zaky","given":"M. T.","non-dropping-particle":"","parse-names":false,"suffix":""},{"dropping-particle":"","family":"Yunn","given":"Heng Shye","non-dropping-particle":"","parse-names":false,"suffix":""},{"dropping-particle":"","family":"Muhamad","given":"Norhamidi","non-dropping-particle":"","parse-names":false,"suffix":""},{"dropping-particle":"","family":"Sulong","given":"Abu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Bakar","non-dropping-particle":"","parse-names":false,"suffix":""},{"dropping-particle":"","family":"Fayyaz","given":"Abdolali","non-dropping-particle":"","parse-names":false,"suffix":""},{"dropping-particle":"","family":"Li","given":"Haw Pei","non-dropping-particle":"","parse-names":false,"suffix":""},{"dropping-particle":"","family":"Amin","given":"Sri Yulis Binti M.","non-dropping-particle":"","parse-names":false,"suffix":""},{"dropping-particle":"","family":"Othman","given":"Muhamad Ridhwan Bin H.","non-dropping-particle":"","parse-names":false,"suffix":""},{"dropping-particle":"","family":"Empeni","given":"Dominic Anak","non-dropping-particle":"","parse-names":false,"suffix":""},{"dropping-particle":"","family":"Yu","given":"Jun","non-dropping-particle":"","parse-names":false,"suffix":""},{"dropping-particle":"","family":"Rombouts","given":"Marleen","non-dropping-particle":"","parse-names":false,"suffix":""},{"dropping-particle":"","family":"Maes","given":"Gert","non-dropping-particle":"","parse-names":false,"suffix":""},{"dropping-particle":"","family":"Motmans","given":"Filip","non-dropping-particle":"","parse-names":false,"suffix":""},{"dropping-particle":"","family":"Yin","given":"L.","non-dropping-particle":"","parse-names":false,"suffix":""},{"dropping-particle":"","family":"Peng","given":"H. X.","non-dropping-particle":"","parse-names":false,"suffix":""},{"dropping-particle":"","family":"Yang","given":"L.","non-dropping-particle":"","parse-names":false,"suffix":""},{"dropping-particle":"","family":"Su","given":"Bo","non-dropping-particle":"","parse-names":false,"suffix":""},{"dropping-particle":"","family":"Yamazaki","given":"Taku","non-dropping-particle":"","parse-names":false,"suffix":""},{"dropping-particle":"","family":"Yadollahi","given":"Aref","non-dropping-particle":"","parse-names":false,"suffix":""},{"dropping-particle":"","family":"Shamsaei","given":"Nima","non-dropping-particle":"","parse-names":false,"suffix":""},{"dropping-particle":"","family":"Thompson","given":"Scott M.","non-dropping-particle":"","parse-names":false,"suffix":""},{"dropping-particle":"","family":"Seely","given":"Denver W.","non-dropping-particle":"","parse-names":false,"suffix":""},{"dropping-particle":"","family":"Wu","given":"G.","non-dropping-particle":"","parse-names":false,"suffix":""},{"dropping-particle":"","family":"Langrana","given":"N. A.","non-dropping-particle":"","parse-names":false,"suffix":""},{"dropping-particle":"","family":"Sadanji","given":"R.","non-dropping-particle":"","parse-names":false,"suffix":""},{"dropping-particle":"","family":"Danforth","given":"S. C","non-dropping-particle":"","parse-names":false,"suffix":""},{"dropping-particle":"","family":"Wormsen","given":"Anders","non-dropping-particle":"","parse-names":false,"suffix":""},{"dropping-particle":"","family":"Fjeldstad","given":"Arne","non-dropping-particle":"","parse-names":false,"suffix":""},{"dropping-particle":"","family":"Kirkemo","given":"Finn","non-dropping-particle":"","parse-names":false,"suffix":""},{"dropping-particle":"","family":"Muff","given":"Anthony David","non-dropping-particle":"","parse-names":false,"suffix":""},{"dropping-particle":"","family":"Reinås","given":"Lorents","non-dropping-particle":"","parse-names":false,"suffix":""},{"dropping-particle":"","family":"Macdonald","given":"Kenneth A.","non-dropping-particle":"","parse-names":false,"suffix":""},{"dropping-particle":"","family":"Avice","given":"Marc","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A.","non-dropping-particle":"","parse-names":false,"suffix":""},{"dropping-particle":"","family":"Berg","given":"Espen","non-dropping-particle":"","parse-names":false,"suffix":""},{"dropping-particle":"","family":"Muff","given":"Anthony David","non-dropping-particle":"","parse-names":false,"suffix":""},{"dropping-particle":"","family":"Gulbrandsen","given":"Egil","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V.","family":"Wong","given":"Kaufui","non-dropping-particle":"","parse-names":false,"suffix":""},{"dropping-particle":"","family":"Hernandez","given":"Aldo","non-dropping-particle":"","parse-names":false,"suffix":""},{"dropping-particle":"","family":"Williams","given":"Christopher B.","non-dropping-particle":"","parse-names":false,"suffix":""},{"dropping-particle":"","family":"Mistree","given":"Farrokh","non-dropping-particle":"","parse-names":false,"suffix":""},{"dropping-particle":"","family":"Rosen","given":"David W.","non-dropping-particle":"","parse-names":false,"suffix":""},{"dropping-particle":"","family":"Williams","given":"Nick","non-dropping-particle":"","parse-names":false,"suffix":""},{"dropping-particle":"","family":"Whittaker","given":"Paul","non-dropping-particle":"","parse-names":false,"suffix":""},{"dropping-particle":"","family":"Whittaker","given":"David","non-dropping-particle":"","parse-names":false,"suffix":""},{"dropping-particle":"","family":"Williams","given":"Bernard","non-dropping-particle":"","parse-names":false,"suffix":""},{"dropping-particle":"","family":"Whyman","given":"Sean","non-dropping-particle":"","parse-names":false,"suffix":""},{"dropping-particle":"","family":"Arif","given":"Khalid Mahmood","non-dropping-particle":"","parse-names":false,"suffix":""},{"dropping-particle":"","family":"Potgieter","given":"Johan","non-dropping-particle":"","parse-names":false,"suffix":""},{"dropping-particle":"","family":"Niinomi","given":"Mitsuo","non-dropping-particle":"","parse-names":false,"suffix":""},{"dropping-particle":"","family":"Wen","given":"Jiaxin","non-dropping-particle":"","parse-names":false,"suffix":""},{"dropping-particle":"","family":"Xie","given":"Zhipeng","non-dropping-particle":"","parse-names":false,"suffix":""},{"dropping-particle":"","family":"Cao","given":"Wenbin","non-dropping-particle":"","parse-names":false,"suffix":""},{"dropping-particle":"","family":"Yang","given":"Xianfeng","non-dropping-particle":"","parse-names":false,"suffix":""},{"dropping-particle":"","family":"Wen","given":"Guian","non-dropping-particle":"","parse-names":false,"suffix":""},{"dropping-particle":"","family":"Cao","given":"Peng","non-dropping-particle":"","parse-names":false,"suffix":""},{"dropping-particle":"","family":"Gabbitas","given":"Brian","non-dropping-particle":"","parse-names":false,"suffix":""},{"dropping-particle":"","family":"Zhang","given":"Deliang","non-dropping-particle":"","parse-names":false,"suffix":""},{"dropping-particle":"","family":"Edmonds","given":"Neil","non-dropping-particle":"","parse-names":false,"suffix":""},{"dropping-particle":"","family":"Wang","given":"Che Chung","non-dropping-particle":"","parse-names":false,"suffix":""},{"dropping-particle":"","family":"Lin","given":"Tao Wei Tzer Long","non-dropping-particle":"","parse-names":false,"suffix":""},{"dropping-particle":"","family":"Hu","given":"Shr Shiung","non-dropping-particle":"","parse-names":false,"suffix":""},{"dropping-particle":"","family":"Wang","given":"Xu","non-dropping-particle":"","parse-names":false,"suffix":""},{"dropping-particle":"","family":"Fang","given":"Zhigang Zak","non-dropping-particle":"","parse-names":false,"suffix":""},{"dropping-particle":"","family":"Sohn","given":"Hong Yong","non-dropping-particle":"","parse-names":false,"suffix":""},{"dropping-particle":"","family":"Li","given":"Ruidi","non-dropping-particle":"","parse-names":false,"suffix":""},{"dropping-particle":"","family":"Shi","given":"Yusheng","non-dropping-particle":"","parse-names":false,"suffix":""},{"dropping-particle":"","family":"Wang","given":"Zhigang Zemin","non-dropping-particle":"","parse-names":false,"suffix":""},{"dropping-particle":"","family":"Wang","given":"Li","non-dropping-particle":"","parse-names":false,"suffix":""},{"dropping-particle":"","family":"Liu","given":"Jinhui Jiancheng","non-dropping-particle":"","parse-names":false,"suffix":""},{"dropping-particle":"","family":"Jiang","given":"Wei","non-dropping-particle":"","parse-names":false,"suffix":""},{"dropping-particle":"","family":"Stender","given":"Michael","non-dropping-particle":"","parse-names":false,"suffix":""},{"dropping-particle":"","family":"Liu","given":"Scott","non-dropping-particle":"","parse-names":false,"suffix":""},{"dropping-particle":"","family":"Munsch","given":"Maximilian","non-dropping-particle":"","parse-names":false,"suffix":""},{"dropping-particle":"","family":"Schmidt-Lehr","given":"Matthias","non-dropping-particle":"","parse-names":false,"suffix":""},{"dropping-particle":"","family":"Wycisk","given":"Eric","non-dropping-particle":"","parse-names":false,"suffix":""},{"dropping-particle":"","family":"Vogler","given":"Michael P.","non-dropping-particle":"","parse-names":false,"suffix":""},{"dropping-particle":"","family":"DeVor","given":"Richard E.","non-dropping-particle":"","parse-names":false,"suffix":""},{"dropping-particle":"","family":"Kapoor","given":"Shiv G.","non-dropping-particle":"","parse-names":false,"suffix":""},{"dropping-particle":"","family":"Logesh","given":"K","non-dropping-particle":"","parse-names":false,"suffix":""},{"dropping-particle":"","family":"Raja","given":"V K Bupesh","non-dropping-particle":"","parse-names":false,"suffix":""},{"dropping-particle":"","family":"Venkatasudhahar","given":"M","non-dropping-particle":"","parse-names":false,"suffix":""},{"dropping-particle":"","family":"Rana","given":"Hitesh Kumar","non-dropping-particle":"","parse-names":false,"suffix":""},{"dropping-particle":"","family":"Ph","given":"Recognizing Outstanding","non-dropping-particle":"","parse-names":false,"suffix":""},{"dropping-particle":"","family":"Coles","given":"Claire D","non-dropping-particle":"","parse-names":false,"suffix":""},{"dropping-particle":"","family":"Vaidyanathan","given":"R.","non-dropping-particle":"","parse-names":false,"suffix":""},{"dropping-particle":"","family":"Walish","given":"J.","non-dropping-particle":"","parse-names":false,"suffix":""},{"dropping-particle":"","family":"Lombardi","given":"J. L.","non-dropping-particle":"","parse-names":false,"suffix":""},{"dropping-particle":"","family":"Kasichainula","given":"S.","non-dropping-particle":"","parse-names":false,"suffix":""},{"dropping-particle":"","family":"Calvert","given":"P.","non-dropping-particle":"","parse-names":false,"suffix":""},{"dropping-particle":"","family":"Cooper","given":"K. C.","non-dropping-particle":"","parse-names":false,"suffix":""},{"dropping-particle":"","family":"Urbanic","given":"R. Jill","non-dropping-particle":"","parse-names":false,"suffix":""},{"dropping-particle":"","family":"Hedrick","given":"Robert W.","non-dropping-particle":"","parse-names":false,"suffix":""},{"dropping-particle":"","family":"Burford","given":"Chris G.","non-dropping-particle":"","parse-names":false,"suffix":""},{"dropping-particle":"","family":"Upadhyaya","given":"G. S.","non-dropping-particle":"","parse-names":false,"suffix":""},{"dropping-particle":"","family":"Stark","given":"Yvonne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For","given":"Method","non-dropping-particle":"","parse-names":false,"suffix":""},{"dropping-particle":"","family":"Hema","given":"Co","non-dropping-particle":"","parse-names":false,"suffix":""},{"dropping-particle":"","family":"Company","given":"Rwax","non-dropping-particle":"","parse-names":false,"suffix":""},{"dropping-particle":"","family":"Manufacturing","given":"Droplet-based Additive","non-dropping-particle":"","parse-names":false,"suffix":""},{"dropping-particle":"","family":"Components","given":"Hard Metal","non-dropping-particle":"","parse-names":false,"suffix":""},{"dropping-particle":"","family":"The","given":"Co","non-dropping-particle":"","parse-names":false,"suffix":""},{"dropping-particle":"","family":"Ph","given":"Recognizing Outstanding","non-dropping-particle":"","parse-names":false,"suffix":""},{"dropping-particle":"","family":"Group","given":"Development","non-dropping-particle":"","parse-names":false,"suffix":""},{"dropping-particle":"","family":"Heaney","given":"Donald F.","non-dropping-particle":"","parse-names":false,"suffix":""},{"dropping-particle":"","family":"Klar","given":"E.","non-dropping-particle":"","parse-names":false,"suffix":""},{"dropping-particle":"","family":"Samal","given":"P.K.","non-dropping-particle":"","parse-names":false,"suffix":""},{"dropping-particle":"","family":"Holbrook","given":"W Paul","non-dropping-particle":"","parse-names":false,"suffix":""},{"dropping-particle":"","family":"Mecklenborg","given":"Mark J","non-dropping-particle":"","parse-names":false,"suffix":""},{"dropping-particle":"","family":"Publications","given":"Senior Directoc","non-dropping-particle":"","parse-names":false,"suffix":""},{"dropping-particle":"","family":"Cassells","given":"Mary J","non-dropping-particle":"","parse-names":false,"suffix":""},{"dropping-particle":"","family":"Manager","given":"Product","non-dropping-particle":"","parse-names":false,"suffix":""},{"dropping-particle":"","family":"Petrovic","given":"John J","non-dropping-particle":"","parse-names":false,"suffix":""},{"dropping-particle":"","family":"Marra","given":"James C","non-dropping-particle":"","parse-names":false,"suffix":""},{"dropping-particle":"","family":"Mecklenborg","given":"Mark J","non-dropping-particle":"","parse-names":false,"suffix":""},{"dropping-particle":"","family":"Politecnico","given":"Fondazione","non-dropping-particle":"","parse-names":false,"suffix":""},{"dropping-particle":"","family":"Covelli","given":"Marco","non-dropping-particle":"","parse-names":false,"suffix":""},{"dropping-particle":"","family":"Badger","given":"Paul","non-dropping-particle":"","parse-names":false,"suffix":""},{"dropping-particle":"","family":"Yarmeak","given":"Gary","non-dropping-particle":"","parse-names":false,"suffix":""},{"dropping-particle":"","family":"Sirinterlikci","given":"Arif","non-dropping-particle":"","parse-names":false,"suffix":""},{"dropping-particle":"","family":"Blessing","given":"Jonathan Peter","non-dropping-particle":"","parse-names":false,"suffix":""},{"dropping-particle":"","family":"Of","given":"Niversity","non-dropping-particle":"","parse-names":false,"suffix":""},{"dropping-particle":"","family":"Basf","given":"P I M","non-dropping-particle":"","parse-names":false,"suffix":""},{"dropping-particle":"","family":"Bureau","given":"International","non-dropping-particle":"","parse-names":false,"suffix":""},{"dropping-particle":"","family":"Bleyan","given":"Davit","non-dropping-particle":"","parse-names":false,"suffix":""},{"dropping-particle":"Der","family":"Formmasse","given":"Einfache Herstellung","non-dropping-particle":"","parse-names":false,"suffix":""},{"dropping-particle":"","family":"Mould","given":"Ready T O","non-dropping-particle":"","parse-names":false,"suffix":""},{"dropping-particle":"","family":"Stark","given":"Yvonne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Uhlmann","given":"Eckart","non-dropping-particle":"","parse-names":false,"suffix":""},{"dropping-particle":"","family":"Bergmann","given":"André","non-dropping-particle":"","parse-names":false,"suffix":""},{"dropping-particle":"","family":"Gridin","given":"Witalij","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Turner","given":"Brian N.","non-dropping-particle":"","parse-names":false,"suffix":""},{"dropping-particle":"","family":"Gold","given":"Scott A.","non-dropping-particle":"","parse-names":false,"suffix":""},{"dropping-particle":"","family":"Tseng","given":"Wenjea J.","non-dropping-particle":"","parse-names":false,"suffix":""},{"dropping-particle":"","family":"Hsu","given":"Chung King","non-dropping-particle":"","parse-names":false,"suffix":""},{"dropping-particle":"","family":"Travitzky","given":"Nahum","non-dropping-particle":"","parse-names":false,"suffix":""},{"dropping-particle":"","family":"Bonet","given":"Alexander","non-dropping-particle":"","parse-names":false,"suffix":""},{"dropping-particle":"","family":"Dermeik","given":"Benjamin","non-dropping-particle":"","parse-names":false,"suffix":""},{"dropping-particle":"","family":"Fey","given":"Tobias","non-dropping-particle":"","parse-names":false,"suffix":""},{"dropping-particle":"","family":"Filbert-Demut","given":"Ina","non-dropping-particle":"","parse-names":false,"suffix":""},{"dropping-particle":"","family":"Schlier","given":"Lorenz","non-dropping-particle":"","parse-names":false,"suffix":""},{"dropping-particle":"","family":"Schlordt","given":"Tobias","non-dropping-particle":"","parse-names":false,"suffix":""},{"dropping-particle":"","family":"Greil","given":"Peter","non-dropping-particle":"","parse-names":false,"suffix":""},{"dropping-particle":"","family":"Thomas-Vielma","given":"P.","non-dropping-particle":"","parse-names":false,"suffix":""},{"dropping-particle":"","family":"Cervera","given":"A.","non-dropping-particle":"","parse-names":false,"suffix":""},{"dropping-particle":"","family":"Levenfeld","given":"B.","non-dropping-particle":"","parse-names":false,"suffix":""},{"dropping-particle":"","family":"Várez","given":"A.","non-dropping-particle":"","parse-names":false,"suffix":""},{"dropping-particle":"","family":"Thomas","given":"Douglas S.","non-dropping-particle":"","parse-names":false,"suffix":""},{"dropping-particle":"","family":"Gilbert","given":"Stanley W.","non-dropping-particle":"","parse-names":false,"suffix":""},{"dropping-particle":"","family":"Ndlovu","given":"Siphilisiwe","non-dropping-particle":"","parse-names":false,"suffix":""},{"dropping-particle":"","family":"Tambani","given":"M. T.","non-dropping-particle":"","parse-names":false,"suffix":""},{"dropping-particle":"","family":"Machio","given":"C.","non-dropping-particle":"","parse-names":false,"suffix":""},{"dropping-particle":"","family":"Madyira","given":"D. M.","non-dropping-particle":"","parse-names":false,"suffix":""},{"dropping-particle":"","family":"Uheida","given":"E. H.","non-dropping-particle":"","parse-names":false,"suffix":""},{"dropping-particle":"","family":"Oosthuizen","given":"G. A.","non-dropping-particle":"","parse-names":false,"suffix":""},{"dropping-particle":"","family":"Suryakumar","given":"Simhambhatla","non-dropping-particle":"","parse-names":false,"suffix":""},{"dropping-particle":"","family":"Karunakaran","given":"K. P.","non-dropping-particle":"","parse-names":false,"suffix":""},{"dropping-particle":"","family":"Bernard","given":"Alain","non-dropping-particle":"","parse-names":false,"suffix":""},{"dropping-particle":"","family":"Chandrasekhar","given":"U.","non-dropping-particle":"","parse-names":false,"suffix":""},{"dropping-particle":"","family":"Raghavender","given":"N.","non-dropping-particle":"","parse-names":false,"suffix":""},{"dropping-particle":"","family":"Sharma","given":"Deepak","non-dropping-particle":"","parse-names":false,"suffix":""},{"dropping-particle":"","family":"Sun","given":"Shoujin","non-dropping-particle":"","parse-names":false,"suffix":""},{"dropping-particle":"","family":"Brandt","given":"Milan","non-dropping-particle":"","parse-names":false,"suffix":""},{"dropping-particle":"","family":"Palanisamy","given":"Suresh","non-dropping-particle":"","parse-names":false,"suffix":""},{"dropping-particle":"","family":"Dargusch","given":"Matthew S.","non-dropping-particle":"","parse-names":false,"suffix":""},{"dropping-particle":"","family":"Prigatano","given":"George P.","non-dropping-particle":"","parse-names":false,"suffix":""},{"dropping-particle":"","family":"Su","given":"Bo","non-dropping-particle":"","parse-names":false,"suffix":""},{"dropping-particle":"","family":"Dhara","given":"Santanu","non-dropping-particle":"","parse-names":false,"suffix":""},{"dropping-particle":"","family":"Wang","given":"Li","non-dropping-particle":"","parse-names":false,"suffix":""},{"dropping-particle":"","family":"Strano","given":"Matteo","non-dropping-particle":"","parse-names":false,"suffix":""},{"dropping-particle":"","family":"Rane","given":"Kedarnath","non-dropping-particle":"","parse-names":false,"suffix":""},{"dropping-particle":"","family":"Herve","given":"Guillaume","non-dropping-particle":"","parse-names":false,"suffix":""},{"dropping-particle":"","family":"Tosi","given":"Anna","non-dropping-particle":"","parse-names":false,"suffix":""},{"dropping-particle":"","family":"Shi","given":"Wang","non-dropping-particle":"","parse-names":false,"suffix":""},{"dropping-particle":"","family":"Libeskind","given":"Daniel","non-dropping-particle":"","parse-names":false,"suffix":""},{"dropping-particle":"","family":"Stavropoulos","given":"Panagiotis","non-dropping-particle":"","parse-names":false,"suffix":""},{"dropping-particle":"","family":"Foteinopoulos","given":"Panagis","non-dropping-particle":"","parse-names":false,"suffix":""},{"dropping-particle":"","family":"Staden","given":"Andries Coetzee","non-dropping-particle":"Van","parse-names":false,"suffix":""},{"dropping-particle":"","family":"Spierings","given":"A. B.","non-dropping-particle":"","parse-names":false,"suffix":""},{"dropping-particle":"","family":"Starr","given":"T. L.","non-dropping-particle":"","parse-names":false,"suffix":""},{"dropping-particle":"","family":"Wegener","given":"K.","non-dropping-particle":"","parse-names":false,"suffix":""},{"dropping-particle":"","family":"Song","given":"Yong Ak","non-dropping-particle":"","parse-names":false,"suffix":""},{"dropping-particle":"","family":"Park","given":"Seong Jin Sehyung S.","non-dropping-particle":"","parse-names":false,"suffix":""},{"dropping-particle":"","family":"Choi","given":"Doosun","non-dropping-particle":"","parse-names":false,"suffix":""},{"dropping-particle":"","family":"Jee","given":"Haesung","non-dropping-particle":"","parse-names":false,"suffix":""},{"dropping-particle":"","family":"Hazarabedian","given":"M. Sofia","non-dropping-particle":"","parse-names":false,"suffix":""},{"dropping-particle":"","family":"Viereckl","given":"Andreas","non-dropping-particle":"","parse-names":false,"suffix":""},{"dropping-particle":"","family":"Quadir","given":"Zakaria","non-dropping-particle":"","parse-names":false,"suffix":""},{"dropping-particle":"","family":"Leadbeater","given":"Garry","non-dropping-particle":"","parse-names":false,"suffix":""},{"dropping-particle":"","family":"Golovanevskiy","given":"Vladimir","non-dropping-particle":"","parse-names":false,"suffix":""},{"dropping-particle":"","family":"Erdal","given":"Skjalg","non-dropping-particle":"","parse-names":false,"suffix":""},{"dropping-particle":"","family":"Georgeson","given":"Paul","non-dropping-particle":"","parse-names":false,"suffix":""},{"dropping-particle":"","family":"Iannuzzi","given":"Mariano","non-dropping-particle":"","parse-names":false,"suffix":""},{"dropping-particle":"","family":"Snelling","given":"Dean","non-dropping-particle":"","parse-names":false,"suffix":""},{"dropping-particle":"","family":"Williams","given":"Christopher B.","non-dropping-particle":"","parse-names":false,"suffix":""},{"dropping-particle":"","family":"Suchicital","given":"Carlos","non-dropping-particle":"","parse-names":false,"suffix":""},{"dropping-particle":"","family":"Druschitz","given":"Alan","non-dropping-particle":"","parse-names":false,"suffix":""},{"dropping-particle":"","family":"Chantarapanich","given":"Nattapon","non-dropping-particle":"","parse-names":false,"suffix":""},{"dropping-particle":"","family":"Puttawibul","given":"Puttisak","non-dropping-particle":"","parse-names":false,"suffix":""},{"dropping-particle":"","family":"Sitthiseripratip","given":"Kriskrai","non-dropping-particle":"","parse-names":false,"suffix":""},{"dropping-particle":"","family":"Sucharitpwatskul","given":"Sedthawatt","non-dropping-particle":"","parse-names":false,"suffix":""},{"dropping-particle":"","family":"Chantaweroad","given":"Surapon","non-dropping-particle":"","parse-names":false,"suffix":""},{"dropping-particle":"","family":"Pfeiffer","given":"Friedrich","non-dropping-particle":"","parse-names":false,"suffix":""},{"dropping-particle":"","family":"Singh","given":"Sunpreet","non-dropping-particle":"","parse-names":false,"suffix":""},{"dropping-particle":"","family":"Ramakrishna","given":"Seeram","non-dropping-particle":"","parse-names":false,"suffix":""},{"dropping-particle":"","family":"Singh","given":"Rupinder","non-dropping-particle":"","parse-names":false,"suffix":""},{"dropping-particle":"","family":"Pfeiffer","given":"Friedrich","non-dropping-particle":"","parse-names":false,"suffix":""},{"dropping-particle":"","family":"Sidambe","given":"A T","non-dropping-particle":"","parse-names":false,"suffix":""},{"dropping-particle":"","family":"Figueroa","given":"I A","non-dropping-particle":"","parse-names":false,"suffix":""},{"dropping-particle":"","family":"Hamilton","given":"H","non-dropping-particle":"","parse-names":false,"suffix":""},{"dropping-particle":"","family":"Todd","given":"I","non-dropping-particle":"","parse-names":false,"suffix":""},{"dropping-particle":"","family":"Shi","given":"Xiaoliang","non-dropping-particle":"","parse-names":false,"suffix":""},{"dropping-particle":"","family":"Shao","given":"Gangqin","non-dropping-particle":"","parse-names":false,"suffix":""},{"dropping-particle":"","family":"Duan","given":"Xinglong","non-dropping-particle":"","parse-names":false,"suffix":""},{"dropping-particle":"","family":"Yuan","given":"Runzhang","non-dropping-particle":"","parse-names":false,"suffix":""},{"dropping-particle":"","family":"Shao","given":"Huiping","non-dropping-particle":"","parse-names":false,"suffix":""},{"dropping-particle":"","family":"Zhao","given":"Dechao","non-dropping-particle":"","parse-names":false,"suffix":""},{"dropping-particle":"","family":"Lin","given":"Tao Wei Tzer Long","non-dropping-particle":"","parse-names":false,"suffix":""},{"dropping-particle":"","family":"He","given":"Jianzhuang","non-dropping-particle":"","parse-names":false,"suffix":""},{"dropping-particle":"","family":"Wu","given":"Ji","non-dropping-particle":"","parse-names":false,"suffix":""},{"dropping-particle":"","family":"Shahbudin","given":"S. N.A.","non-dropping-particle":"","parse-names":false,"suffix":""},{"dropping-particle":"","family":"Othman","given":"Muhamad Ridhwan Bin H.","non-dropping-particle":"","parse-names":false,"suffix":""},{"dropping-particle":"","family":"Amin","given":"Sri Yulis Binti M.","non-dropping-particle":"","parse-names":false,"suffix":""},{"dropping-particle":"","family":"Ibrahim","given":"M. H.I.","non-dropping-particle":"","parse-names":false,"suffix":""},{"dropping-particle":"","family":"Spierings","given":"A. B.","non-dropping-particle":"","parse-names":false,"suffix":""},{"dropping-particle":"","family":"Starr","given":"T. L.","non-dropping-particle":"","parse-names":false,"suffix":""},{"dropping-particle":"","family":"Wegener","given":"K.","non-dropping-particle":"","parse-names":false,"suffix":""},{"dropping-particle":"","family":"Scheithauer","given":"U.","non-dropping-particle":"","parse-names":false,"suffix":""},{"dropping-particle":"","family":"Pötschke","given":"J.","non-dropping-particle":"","parse-names":false,"suffix":""},{"dropping-particle":"","family":"Weingarten","given":"S.","non-dropping-particle":"","parse-names":false,"suffix":""},{"dropping-particle":"","family":"Schwarzer","given":"E.","non-dropping-particle":"","parse-names":false,"suffix":""},{"dropping-particle":"","family":"Vornberger","given":"A.","non-dropping-particle":"","parse-names":false,"suffix":""},{"dropping-particle":"","family":"Moritz","given":"T.","non-dropping-particle":"","parse-names":false,"suffix":""},{"dropping-particle":"","family":"Michaelis","given":"A.","non-dropping-particle":"","parse-names":false,"suffix":""},{"dropping-particle":"","family":"Sandeep","given":"Kuriakose","non-dropping-particle":"","parse-names":false,"suffix":""},{"dropping-particle":"","family":"Paolo","given":"Parenti","non-dropping-particle":"","parse-names":false,"suffix":""},{"dropping-particle":"","family":"Salvatore","given":"Cataldo","non-dropping-particle":"","parse-names":false,"suffix":""},{"dropping-particle":"","family":"Massimiliano","given":"Annoni","non-dropping-particle":"","parse-names":false,"suffix":""},{"dropping-particle":"","family":"Sames","given":"W. J.","non-dropping-particle":"","parse-names":false,"suffix":""},{"dropping-particle":"","family":"List","given":"F. A.","non-dropping-particle":"","parse-names":false,"suffix":""},{"dropping-particle":"","family":"Pannala","given":"S.","non-dropping-particle":"","parse-names":false,"suffix":""},{"dropping-particle":"","family":"Dehoff","given":"R. R.","non-dropping-particle":"","parse-names":false,"suffix":""},{"dropping-particle":"","family":"Babu","given":"S. S.","non-dropping-particle":"","parse-names":false,"suffix":""},{"dropping-particle":"","family":"Samanta","given":"Sudip K.","non-dropping-particle":"","parse-names":false,"suffix":""},{"dropping-particle":"","family":"Chattopadhyay","given":"Himadri","non-dropping-particle":"","parse-names":false,"suffix":""},{"dropping-particle":"","family":"Godkhindi","given":"Madhab Malhar","non-dropping-particle":"","parse-names":false,"suffix":""},{"dropping-particle":"","family":"Geometry","given":"Riemannian","non-dropping-particle":"","parse-names":false,"suffix":""},{"dropping-particle":"","family":"Analysis","given":"Geometric","non-dropping-particle":"","parse-names":false,"suffix":""},{"dropping-particle":"","family":"Sahoo","given":"Priyabrata","non-dropping-particle":"","parse-names":false,"suffix":""},{"dropping-particle":"","family":"Pratap","given":"Tej","non-dropping-particle":"","parse-names":false,"suffix":""},{"dropping-particle":"","family":"Patra","given":"Karali","non-dropping-particle":"","parse-names":false,"suffix":""},{"dropping-particle":"","family":"Dyakonov","given":"A. A.","non-dropping-particle":"","parse-names":false,"suffix":""},{"dropping-particle":"","family":"Sahli","given":"M.","non-dropping-particle":"","parse-names":false,"suffix":""},{"dropping-particle":"","family":"Gelin","given":"J. C.","non-dropping-particle":"","parse-names":false,"suffix":""},{"dropping-particle":"","family":"Sachs","given":"Emanuel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Brancazio","given":"David","non-dropping-particle":"","parse-names":false,"suffix":""},{"dropping-particle":"","family":"Bredt","given":"J","non-dropping-particle":"","parse-names":false,"suffix":""},{"dropping-particle":"","family":"Curodeau","given":"Alain","non-dropping-particle":"","parse-names":false,"suffix":""},{"dropping-particle":"","family":"Esterman","given":"M.","non-dropping-particle":"","parse-names":false,"suffix":""},{"dropping-particle":"","family":"Fan","given":"T.","non-dropping-particle":"","parse-names":false,"suffix":""},{"dropping-particle":"","family":"Harris","given":"C.","non-dropping-particle":"","parse-names":false,"suffix":""},{"dropping-particle":"","family":"Kremmin","given":"K.","non-dropping-particle":"","parse-names":false,"suffix":""},{"dropping-particle":"","family":"Lee","given":"S. J.","non-dropping-particle":"","parse-names":false,"suffix":""},{"dropping-particle":"","family":"Pruitt","given":"B","non-dropping-particle":"","parse-names":false,"suffix":""},{"dropping-particle":"","family":"Williams","given":"P","non-dropping-particle":"","parse-names":false,"suffix":""},{"dropping-particle":"","family":"Bernstein","given":"Lawrence","non-dropping-particle":"","parse-names":false,"suffix":""},{"dropping-particle":"","family":"Dimitrov","given":"D.","non-dropping-particle":"","parse-names":false,"suffix":""},{"dropping-particle":"","family":"Beer","given":"N.","non-dropping-particle":"de","parse-names":false,"suffix":""},{"dropping-particle":"","family":"Hugo","given":"P.","non-dropping-particle":"","parse-names":false,"suffix":""},{"dropping-particle":"","family":"Schreve","given":"K.","non-dropping-particle":"","parse-names":false,"suffix":""},{"dropping-particle":"","family":"Dawes","given":"Jason","non-dropping-particle":"","parse-names":false,"suffix":""},{"dropping-particle":"","family":"Bowerman","given":"Robert","non-dropping-particle":"","parse-names":false,"suffix":""},{"dropping-particle":"","family":"Trepleton","given":"Ross","non-dropping-particle":"","parse-names":false,"suffix":""},{"dropping-particle":"","family":"Robert-Perron","given":"Etienne","non-dropping-particle":"","parse-names":false,"suffix":""},{"dropping-particle":"","family":"Blais","given":"Carl","non-dropping-particle":"","parse-names":false,"suffix":""},{"dropping-particle":"","family":"Pelletier","given":"Sylvain","non-dropping-particle":"","parse-names":false,"suffix":""},{"dropping-particle":"","family":"Thomas","given":"Yannig","non-dropping-particle":"","parse-names":false,"suffix":""},{"dropping-particle":"","family":"Pelletier","given":"Sylvain","non-dropping-particle":"","parse-names":false,"suffix":""},{"dropping-particle":"","family":"Dionne","given":"Martin","non-dropping-particle":"","parse-names":false,"suffix":""},{"dropping-particle":"","family":"Kampker","given":"Achim","non-dropping-particle":"","parse-names":false,"suffix":""},{"dropping-particle":"","family":"Triebs","given":"Johannes","non-dropping-particle":"","parse-names":false,"suffix":""},{"dropping-particle":"","family":"Kawollek","given":"Sebastian","non-dropping-particle":"","parse-names":false,"suffix":""},{"dropping-particle":"","family":"Ayvaz","given":"Peter","non-dropping-particle":"","parse-names":false,"suffix":""},{"dropping-particle":"","family":"Hohenstein","given":"Steffen","non-dropping-particle":"","parse-names":false,"suffix":""},{"dropping-particle":"","family":"Gonzalez-Gutierrez","given":"Joamin","non-dropping-particle":"","parse-names":false,"suffix":""},{"dropping-particle":"","family":"Cano","given":"Santiago","non-dropping-particle":"","parse-names":false,"suffix":""},{"dropping-particle":"","family":"Schuschnigg","given":"Stephan","non-dropping-particle":"","parse-names":false,"suffix":""},{"dropping-particle":"","family":"Kukla","given":"Christian","non-dropping-particle":"","parse-names":false,"suffix":""},{"dropping-particle":"","family":"Sapkota","given":"Janak","non-dropping-particle":"","parse-names":false,"suffix":""},{"dropping-particle":"","family":"Holzer","given":"Clemens","non-dropping-particle":"","parse-names":false,"suffix":""},{"dropping-particle":"","family":"Sahli","given":"M.","non-dropping-particle":"","parse-names":false,"suffix":""},{"dropping-particle":"","family":"Gelin","given":"J. C.","non-dropping-particle":"","parse-names":false,"suffix":""},{"dropping-particle":"","family":"Barrière","given":"T.","non-dropping-particle":"","parse-names":false,"suffix":""},{"dropping-particle":"","family":"Ren","given":"Xiangyuan","non-dropping-particle":"","parse-names":false,"suffix":""},{"dropping-particle":"","family":"Shao","given":"Huiping","non-dropping-particle":"","parse-names":false,"suffix":""},{"dropping-particle":"","family":"Lin","given":"Tao Wei Tzer Long","non-dropping-particle":"","parse-names":false,"suffix":""},{"dropping-particle":"","family":"Zheng","given":"Hang","non-dropping-particle":"","parse-names":false,"suffix":""},{"dropping-particle":"","family":"Rebaioli","given":"Lara","non-dropping-particle":"","parse-names":false,"suffix":""},{"dropping-particle":"","family":"Fassi","given":"Irene","non-dropping-particle":"","parse-names":false,"suffix":""},{"dropping-particle":"","family":"Rane","given":"Kedarnath","non-dropping-particle":"","parse-names":false,"suffix":""},{"dropping-particle":"","family":"Cataldo","given":"Salvatore","non-dropping-particle":"","parse-names":false,"suffix":""},{"dropping-particle":"","family":"Parenti","given":"Paolo","non-dropping-particle":"","parse-names":false,"suffix":""},{"dropping-particle":"","family":"Sbaglia","given":"Luca","non-dropping-particle":"","parse-names":false,"suffix":""},{"dropping-particle":"","family":"Mussi","given":"Valerio","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Nancharaiah","given":"T.","non-dropping-particle":"","parse-names":false,"suffix":""},{"dropping-particle":"","family":"Ranga Raju","given":"D.","non-dropping-particle":"","parse-names":false,"suffix":""},{"dropping-particle":"","family":"Ramachandra Raju","given":"V.","non-dropping-particle":"","parse-names":false,"suffix":""},{"dropping-particle":"","family":"Quinard","given":"C.","non-dropping-particle":"","parse-names":false,"suffix":""},{"dropping-particle":"","family":"Barrière","given":"T.","non-dropping-particle":"","parse-names":false,"suffix":""},{"dropping-particle":"","family":"Gelin","given":"J. C.","non-dropping-particle":"","parse-names":false,"suffix":""},{"dropping-particle":"","family":"Prinz","given":"Fritz B.","non-dropping-particle":"","parse-names":false,"suffix":""},{"dropping-particle":"","family":"Weiss","given":"Lee E.","non-dropping-particle":"","parse-names":false,"suffix":""},{"dropping-particle":"","family":"Danforth","given":"Inventors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K","non-dropping-particle":"","parse-names":false,"suffix":""},{"dropping-particle":"","family":"Park","given":"Highland","non-dropping-particle":"","parse-names":false,"suffix":""},{"dropping-particle":"","family":"Kane","given":"Shashank N.","non-dropping-particle":"","parse-names":false,"suffix":""},{"dropping-particle":"","family":"Mishra","given":"Ashutosh","non-dropping-particle":"","parse-names":false,"suffix":""},{"dropping-particle":"","family":"Dutta","given":"Anup K.","non-dropping-particle":"","parse-names":false,"suffix":""},{"dropping-particle":"","family":"Pop","given":"Adrian P","non-dropping-particle":"","parse-names":false,"suffix":""},{"dropping-particle":"","family":"Ungur","given":"Petru","non-dropping-particle":"","parse-names":false,"suffix":""},{"dropping-particle":"","family":"Bejinaru Mihoc","given":"Gheorghe","non-dropping-particle":"","parse-names":false,"suffix":""},{"dropping-particle":"","family":"Plane","given":"Fixed","non-dropping-particle":"","parse-names":false,"suffix":""},{"dropping-particle":"","family":"Manufacturing","given":"Additive","non-dropping-particle":"","parse-names":false,"suffix":""},{"dropping-particle":"","family":"Version","given":"Help","non-dropping-particle":"","parse-names":false,"suffix":""},{"dropping-particle":"","family":"Phull","given":"Gurpreet Singh","non-dropping-particle":"","parse-names":false,"suffix":""},{"dropping-particle":"","family":"Kumar","given":"Sanjeev Sanjay","non-dropping-particle":"","parse-names":false,"suffix":""},{"dropping-particle":"","family":"Walia","given":"R. S.","non-dropping-particle":"","parse-names":false,"suffix":""},{"dropping-particle":"","family":"Paz","given":"Rubén","non-dropping-particle":"","parse-names":false,"suffix":""},{"dropping-particle":"","family":"Santamarta","given":"Javier","non-dropping-particle":"","parse-names":false,"suffix":""},{"dropping-particle":"","family":"Monzón","given":"Mario D.","non-dropping-particle":"","parse-names":false,"suffix":""},{"dropping-particle":"","family":"García","given":"Joshua","non-dropping-particle":"","parse-names":false,"suffix":""},{"dropping-particle":"","family":"Pei","given":"Eujin","non-dropping-particle":"","parse-names":false,"suffix":""},{"dropping-particle":"","family":"Patent","given":"United States","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GIOVANNI","non-dropping-particle":"","parse-names":false,"suffix":""},{"dropping-particle":"","family":"Parenti","given":"Ing P","non-dropping-particle":"","parse-names":false,"suffix":""},{"dropping-particle":"","family":"Cataldo","given":"Salvatore","non-dropping-particle":"","parse-names":false,"suffix":""},{"dropping-particle":"","family":"Parenti","given":"Paolo","non-dropping-particle":"","parse-names":false,"suffix":""},{"dropping-particle":"","family":"Cataldo","given":"Salvatore","non-dropping-particle":"","parse-names":false,"suffix":""},{"dropping-particle":"","family":"Grigis","given":"Alberto","non-dropping-particle":"","parse-names":false,"suffix":""},{"dropping-particle":"","family":"Covelli","given":"Marco","non-dropping-particle":"","parse-names":false,"suffix":""},{"dropping-particle":"","family":"Annoni","given":"MASSIMILIANO PIETRO GIOVANNI","non-dropping-particle":"","parse-names":false,"suffix":""},{"dropping-particle":"","family":"Kuriakose","given":"Sandeep","non-dropping-particle":"","parse-names":false,"suffix":""},{"dropping-particle":"","family":"Mussi","given":"Valerio","non-dropping-particle":"","parse-names":false,"suffix":""},{"dropping-particle":"","family":"Strano","given":"Matteo","non-dropping-particle":"","parse-names":false,"suffix":""},{"dropping-particle":"","family":"Annoni","given":"MASSIMILIANO PIETRO GIOVANNI","non-dropping-particle":"","parse-names":false,"suffix":""},{"dropping-particle":"","family":"Paper","given":"Conference","non-dropping-particle":"","parse-names":false,"suffix":""},{"dropping-particle":"","family":"Panel","given":"Friedrich B Prinz","non-dropping-particle":"","parse-names":false,"suffix":""},{"dropping-particle":"","family":"Aubin","given":"Richard F","non-dropping-particle":"","parse-names":false,"suffix":""},{"dropping-particle":"","family":"Beaman","given":"Joseph J","non-dropping-particle":"","parse-names":false,"suffix":""},{"dropping-particle":"","family":"Brown","given":"Robert L","non-dropping-particle":"","parse-names":false,"suffix":""},{"dropping-particle":"","family":"Fussell","given":"Paul S","non-dropping-particle":"","parse-names":false,"suffix":""},{"dropping-particle":"","family":"Lightman","given":"Allan J","non-dropping-particle":"","parse-names":false,"suffix":""},{"dropping-particle":"","family":"Weiss","given":"Lee E.","non-dropping-particle":"","parse-names":false,"suffix":""},{"dropping-particle":"","family":"Wozny","given":"Michael J","non-dropping-particle":"","parse-names":false,"suffix":""},{"dropping-particle":"","family":"Hartford","given":"East","non-dropping-particle":"","parse-names":false,"suffix":""},{"dropping-particle":"","family":"Sachs","given":"Emanuel M.","non-dropping-particle":"","parse-names":false,"suffix":""},{"dropping-particle":"","family":"Pandey","given":"Pulak M.","non-dropping-particle":"","parse-names":false,"suffix":""},{"dropping-particle":"","family":"Reddy","given":"N. Venkata","non-dropping-particle":"","parse-names":false,"suffix":""},{"dropping-particle":"","family":"Dhande","given":"Sanjay G.","non-dropping-particle":"","parse-names":false,"suffix":""},{"dropping-particle":"","family":"Ossai","given":"Chinedu I.","non-dropping-particle":"","parse-names":false,"suffix":""},{"dropping-particle":"","family":"Boswell","given":"Brian","non-dropping-particle":"","parse-names":false,"suffix":""},{"dropping-particle":"","family":"Davies","given":"Ian J.","non-dropping-particle":"","parse-names":false,"suffix":""},{"dropping-particle":"","family":"Onler","given":"Recep","non-dropping-particle":"","parse-names":false,"suffix":""},{"dropping-particle":"V.","family":"Atre","given":"Sundar","non-dropping-particle":"","parse-names":false,"suffix":""},{"dropping-particle":"","family":"Ozdoganlar","given":"O. Burak","non-dropping-particle":"","parse-names":false,"suffix":""},{"dropping-particle":"","family":"Korkmaz","given":"Emrullah","non-dropping-particle":"","parse-names":false,"suffix":""},{"dropping-particle":"","family":"Kate","given":"Kunal","non-dropping-particle":"","parse-names":false,"suffix":""},{"dropping-particle":"","family":"Chinn","given":"Richard E.","non-dropping-particle":"","parse-names":false,"suffix":""},{"dropping-particle":"V.","family":"Atre","given":"Sundar","non-dropping-particle":"","parse-names":false,"suffix":""},{"dropping-particle":"","family":"Ozdoganlar","given":"O. Burak","non-dropping-particle":"","parse-names":false,"suffix":""},{"dropping-particle":"","family":"Onagoruwa","given":"Seyi","non-dropping-particle":"","parse-names":false,"suffix":""},{"dropping-particle":"","family":"Bose","given":"Susmita","non-dropping-particle":"","parse-names":false,"suffix":""},{"dropping-particle":"","family":"Bandyopadhyay","given":"Amit","non-dropping-particle":"","parse-names":false,"suffix":""},{"dropping-particle":"","family":"Oliaei","given":"S. N.B.","non-dropping-particle":"","parse-names":false,"suffix":""},{"dropping-particle":"","family":"Karpat","given":"Y.","non-dropping-particle":"","parse-names":false,"suffix":""},{"dropping-particle":"","family":"Ntroduction","given":"I","non-dropping-particle":"","parse-names":false,"suffix":""},{"dropping-particle":"","family":"Ning","given":"Wong Yee","non-dropping-particle":"","parse-names":false,"suffix":""},{"dropping-particle":"","family":"Muhamad","given":"Norhamidi","non-dropping-particle":"","parse-names":false,"suffix":""},{"dropping-particle":"","family":"Sulong","given":"Abu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Bakar","non-dropping-particle":"","parse-names":false,"suffix":""},{"dropping-particle":"","family":"Fayyaz","given":"Abdolali","non-dropping-particle":"","parse-names":false,"suffix":""},{"dropping-particle":"","family":"Raza","given":"Muhammad Rafi","non-dropping-particle":"","parse-names":false,"suffix":""},{"dropping-particle":"","family":"Study","given":"Case","non-dropping-particle":"","parse-names":false,"suffix":""},{"dropping-particle":"","family":"Ngo","given":"Tuan D.","non-dropping-particle":"","parse-names":false,"suffix":""},{"dropping-particle":"","family":"Kashani","given":"Alireza","non-dropping-particle":"","parse-names":false,"suffix":""},{"dropping-particle":"","family":"Imbalzano","given":"Gabriele","non-dropping-particle":"","parse-names":false,"suffix":""},{"dropping-particle":"","family":"Nguyen","given":"Kate T.Q.","non-dropping-particle":"","parse-names":false,"suffix":""},{"dropping-particle":"","family":"Hui","given":"David","non-dropping-particle":"","parse-names":false,"suffix":""},{"dropping-particle":"","family":"Ng","given":"S. H.","non-dropping-particle":"","parse-names":false,"suffix":""},{"dropping-particle":"","family":"Hull","given":"J. B.","non-dropping-particle":"","parse-names":false,"suffix":""},{"dropping-particle":"","family":"Henshall","given":"J. L.","non-dropping-particle":"","parse-names":false,"suffix":""},{"dropping-particle":"","family":"Newman","given":"Stephen T.","non-dropping-particle":"","parse-names":false,"suffix":""},{"dropping-particle":"","family":"Zhu","given":"Zicheng","non-dropping-particle":"","parse-names":false,"suffix":""},{"dropping-particle":"","family":"Dhokia","given":"Vimal","non-dropping-particle":"","parse-names":false,"suffix":""},{"dropping-particle":"","family":"Shokrani","given":"Alborz","non-dropping-particle":"","parse-names":false,"suffix":""},{"dropping-particle":"","family":"Kukla","given":"Christian","non-dropping-particle":"","parse-names":false,"suffix":""},{"dropping-particle":"","family":"Gonzalez-Gutierrez","given":"Joamin","non-dropping-particle":"","parse-names":false,"suffix":""},{"dropping-particle":"","family":"Cano","given":"Santiago","non-dropping-particle":"","parse-names":false,"suffix":""},{"dropping-particle":"","family":"Hampel","given":"Stefan","non-dropping-particle":"","parse-names":false,"suffix":""},{"dropping-particle":"","family":"Nelaturi","given":"Saigopal","non-dropping-particle":"","parse-names":false,"suffix":""},{"dropping-particle":"","family":"Behandish","given":"Morad","non-dropping-particle":"","parse-names":false,"suffix":""},{"dropping-particle":"","family":"Mirzendehdel","given":"Amir M.","non-dropping-particle":"","parse-names":false,"suffix":""},{"dropping-particle":"","family":"Kleer","given":"Johan","non-dropping-particle":"de","parse-names":false,"suffix":""},{"dropping-particle":"","family":"Nau","given":"B.","non-dropping-particle":"","parse-names":false,"suffix":""},{"dropping-particle":"","family":"Roderburg","given":"A.","non-dropping-particle":"","parse-names":false,"suffix":""},{"dropping-particle":"","family":"Klocke","given":"F.","non-dropping-particle":"","parse-names":false,"suffix":""},{"dropping-particle":"","family":"Musp","given":"Laboratorio","non-dropping-particle":"","parse-names":false,"suffix":""},{"dropping-particle":"","family":"Utensili","given":"Macchine","non-dropping-particle":"","parse-names":false,"suffix":""},{"dropping-particle":"","family":"Murr","given":"Lawrence E.","non-dropping-particle":"","parse-names":false,"suffix":""},{"dropping-particle":"","family":"Gaytan","given":"Sara M.","non-dropping-particle":"","parse-names":false,"suffix":""},{"dropping-particle":"","family":"Ramirez","given":"Diana A.","non-dropping-particle":"","parse-names":false,"suffix":""},{"dropping-particle":"","family":"Martinez","given":"Edwin","non-dropping-particle":"","parse-names":false,"suffix":""},{"dropping-particle":"","family":"Hernandez","given":"Jennifer","non-dropping-particle":"","parse-names":false,"suffix":""},{"dropping-particle":"","family":"Amato","given":"Krista N.","non-dropping-particle":"","parse-names":false,"suffix":""},{"dropping-particle":"","family":"Shindo","given":"Patrick W.","non-dropping-particle":"","parse-names":false,"suffix":""},{"dropping-particle":"","family":"Medina","given":"Francisco R.","non-dropping-particle":"","parse-names":false,"suffix":""},{"dropping-particle":"","family":"Wicker","given":"Ryan B.","non-dropping-particle":"","parse-names":false,"suffix":""},{"dropping-particle":"","family":"Mohanty","given":"Saralasrita","non-dropping-particle":"","parse-names":false,"suffix":""},{"dropping-particle":"","family":"Rameshbabu","given":"Arun Prabhu","non-dropping-particle":"","parse-names":false,"suffix":""},{"dropping-particle":"","family":"Mandal","given":"Shyamal","non-dropping-particle":"","parse-names":false,"suffix":""},{"dropping-particle":"","family":"Su","given":"Bo","non-dropping-particle":"","parse-names":false,"suffix":""},{"dropping-particle":"","family":"Dhara","given":"Santanu","non-dropping-particle":"","parse-names":false,"suffix":""},{"dropping-particle":"","family":"Mohamed","given":"Omar A.","non-dropping-particle":"","parse-names":false,"suffix":""},{"dropping-particle":"","family":"Masood","given":"Syed H.","non-dropping-particle":"","parse-names":false,"suffix":""},{"dropping-particle":"","family":"Bhowmik","given":"Jahar L.","non-dropping-particle":"","parse-names":false,"suffix":""},{"dropping-particle":"","family":"Mireles","given":"Jorge","non-dropping-particle":"","parse-names":false,"suffix":""},{"dropping-particle":"","family":"Espalin","given":"David","non-dropping-particle":"","parse-names":false,"suffix":""},{"dropping-particle":"","family":"Roberson","given":"David","non-dropping-particle":"","parse-names":false,"suffix":""},{"dropping-particle":"","family":"Zinniel","given":"Bob","non-dropping-particle":"","parse-names":false,"suffix":""},{"dropping-particle":"","family":"Medina","given":"Francisco R.","non-dropping-particle":"","parse-names":false,"suffix":""},{"dropping-particle":"","family":"Wicker","given":"Ryan B.","non-dropping-particle":"","parse-names":false,"suffix":""},{"dropping-particle":"","family":"Milano","given":"Politecnico D I","non-dropping-particle":"","parse-names":false,"suffix":""},{"dropping-particle":"","family":"Grigis","given":"Alberto","non-dropping-particle":"","parse-names":false,"suffix":""},{"dropping-particle":"","family":"Annoni","given":"Lecturers M","non-dropping-particle":"","parse-names":false,"suffix":""},{"dropping-particle":"","family":"Demir","given":"A G","non-dropping-particle":"","parse-names":false,"suffix":""},{"dropping-particle":"","family":"Ingegneria","given":"Facoltà","non-dropping-particle":"","parse-names":false,"suffix":""},{"dropping-particle":"","family":"Magistrale","given":"Laurea","non-dropping-particle":"","parse-names":false,"suffix":""},{"dropping-particle":"","family":"Di","given":"Modelli","non-dropping-particle":"","parse-names":false,"suffix":""},{"dropping-particle":"","family":"In","given":"Switching","non-dropping-particle":"","parse-names":false,"suffix":""},{"dropping-particle":"","family":"Resistive","given":"Memorie","non-dropping-particle":"","parse-names":false,"suffix":""},{"dropping-particle":"","family":"Della","given":"Ruolo","non-dropping-particle":"","parse-names":false,"suffix":""},{"dropping-particle":"","family":"Merz","given":"R.","non-dropping-particle":"","parse-names":false,"suffix":""},{"dropping-particle":"","family":"Ramaswami","given":"","non-dropping-particle":"","parse-names":false,"suffix":""},{"dropping-particle":"","family":"Terk","given":"K","non-dropping-particle":"","parse-names":false,"suffix":""},{"dropping-particle":"","family":"Weiss","given":"M","non-dropping-particle":"","parse-names":false,"suffix":""},{"dropping-particle":"","family":"Dipl-Ing techn DDr hc Fritz Paschke Dipl-Ing DDr Helmut Detter","given":"O O","non-dropping-particle":"","parse-names":false,"suffix":""},{"dropping-particle":"","family":"Merklein","given":"Marion","non-dropping-particle":"","parse-names":false,"suffix":""},{"dropping-particle":"","family":"Junker","given":"Daniel","non-dropping-particle":"","parse-names":false,"suffix":""},{"dropping-particle":"","family":"Schaub","given":"Adam","non-dropping-particle":"","parse-names":false,"suffix":""},{"dropping-particle":"","family":"Neubauer","given":"Franziska","non-dropping-particle":"","parse-names":false,"suffix":""},{"dropping-particle":"","family":"Meng","given":"Fei","non-dropping-particle":"","parse-names":false,"suffix":""},{"dropping-particle":"","family":"Zhang","given":"Haiou","non-dropping-particle":"","parse-names":false,"suffix":""},{"dropping-particle":"","family":"Wang","given":"Guilan","non-dropping-particle":"","parse-names":false,"suffix":""},{"dropping-particle":"","family":"Md Ani","given":"Sarizal","non-dropping-particle":"","parse-names":false,"suffix":""},{"dropping-particle":"","family":"Muchtar","given":"Andanastuti","non-dropping-particle":"","parse-names":false,"suffix":""},{"dropping-particle":"","family":"Muhamad","given":"Norhamidi","non-dropping-particle":"","parse-names":false,"suffix":""},{"dropping-particle":"","family":"Ghani","given":"Jaharah A.","non-dropping-particle":"","parse-names":false,"suffix":""},{"dropping-particle":"","family":"Godec","given":"Damir","non-dropping-particle":"","parse-names":false,"suffix":""},{"dropping-particle":"","family":"Cano","given":"Santiago","non-dropping-particle":"","parse-names":false,"suffix":""},{"dropping-particle":"","family":"Holzer","given":"Clemens","non-dropping-particle":"","parse-names":false,"suffix":""},{"dropping-particle":"","family":"Gonzalez-Gutierrez","given":"Joamin","non-dropping-particle":"","parse-names":false,"suffix":""},{"dropping-particle":"","family":"Masood","given":"Syed H.","non-dropping-particle":"","parse-names":false,"suffix":""},{"dropping-particle":"","family":"Song","given":"W. Q.","non-dropping-particle":"","parse-names":false,"suffix":""},{"dropping-particle":"","family":"Mason","given":"Michael S.","non-dropping-particle":"","parse-names":false,"suffix":""},{"dropping-particle":"","family":"Huang","given":"Tieshu","non-dropping-particle":"","parse-names":false,"suffix":""},{"dropping-particle":"","family":"Landers","given":"Robert G.","non-dropping-particle":"","parse-names":false,"suffix":""},{"dropping-particle":"","family":"Leu","given":"Ming C.","non-dropping-particle":"","parse-names":false,"suffix":""},{"dropping-particle":"","family":"Hilmas","given":"Gregory E.","non-dropping-particle":"","parse-names":false,"suffix":""},{"dropping-particle":"","family":"Scarlet","given":"Douglas","non-dropping-particle":"","parse-names":false,"suffix":""},{"dropping-particle":"","family":"Martina","given":"F.","non-dropping-particle":"","parse-names":false,"suffix":""},{"dropping-particle":"","family":"Mehnen","given":"J.","non-dropping-particle":"","parse-names":false,"suffix":""},{"dropping-particle":"","family":"Williams","given":"S. W.","non-dropping-particle":"","parse-names":false,"suffix":""},{"dropping-particle":"","family":"Colegrove","given":"P.","non-dropping-particle":"","parse-names":false,"suffix":""},{"dropping-particle":"","family":"Wang","given":"Fude","non-dropping-particle":"","parse-names":false,"suffix":""},{"dropping-particle":"","family":"Marcus","given":"L","non-dropping-particle":"","parse-names":false,"suffix":""},{"dropping-particle":"","family":"St","given":"Joseph J","non-dropping-particle":"","parse-names":false,"suffix":""},{"dropping-particle":"","family":"Barlow","given":"W","non-dropping-particle":"","parse-names":false,"suffix":""},{"dropping-particle":"","family":"David","given":"L B","non-dropping-particle":"","parse-names":false,"suffix":""},{"dropping-particle":"","family":"Crawford","given":"H","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Mahmoodan","given":"M.","non-dropping-particle":"","parse-names":false,"suffix":""},{"dropping-particle":"","family":"Aliakbarzadeh","given":"H.","non-dropping-particle":"","parse-names":false,"suffix":""},{"dropping-particle":"","family":"Gholamipour","given":"R.","non-dropping-particle":"","parse-names":false,"suffix":""},{"dropping-particle":"","family":"Magnusson","given":"Nate","non-dropping-particle":"","parse-names":false,"suffix":""},{"dropping-particle":"","family":"Schmidt","given":"Sandvik Hard MAterials","non-dropping-particle":"","parse-names":false,"suffix":""},{"dropping-particle":"","family":"Magnoni","given":"Paolo","non-dropping-particle":"","parse-names":false,"suffix":""},{"dropping-particle":"","family":"Rebaioli","given":"Lara","non-dropping-particle":"","parse-names":false,"suffix":""},{"dropping-particle":"","family":"Fassi","given":"Irene","non-dropping-particle":"","parse-names":false,"suffix":""},{"dropping-particle":"","family":"Pedrocchi","given":"Nicola","non-dropping-particle":"","parse-names":false,"suffix":""},{"dropping-particle":"","family":"Tosatti","given":"Lorenzo Molinari","non-dropping-particle":"","parse-names":false,"suffix":""},{"dropping-particle":"","family":"M Nafis","given":"O. Z.","non-dropping-particle":"","parse-names":false,"suffix":""},{"dropping-particle":"","family":"Nafrizuan","given":"M. Y.","non-dropping-particle":"","parse-names":false,"suffix":""},{"dropping-particle":"","family":"Munira","given":"M. A.","non-dropping-particle":"","parse-names":false,"suffix":""},{"dropping-particle":"","family":"Kartina","given":"J.","non-dropping-particle":"","parse-names":false,"suffix":""},{"dropping-particle":"","family":"Amin","given":"Sri Yulis Binti M.","non-dropping-particle":"","parse-names":false,"suffix":""},{"dropping-particle":"","family":"Muhamad","given":"Norhamidi","non-dropping-particle":"","parse-names":false,"suffix":""},{"dropping-particle":"","family":"Jamaludin","given":"Khairur Rijal","non-dropping-particle":"","parse-names":false,"suffix":""},{"dropping-particle":"","family":"Fayyaza","given":"Abdolali","non-dropping-particle":"","parse-names":false,"suffix":""},{"dropping-particle":"","family":"Yunn","given":"Heng Shye","non-dropping-particle":"","parse-names":false,"suffix":""},{"dropping-particle":"","family":"Lutton Cwalina","given":"K.","non-dropping-particle":"","parse-names":false,"suffix":""},{"dropping-particle":"","family":"Demarest","given":"C. R.","non-dropping-particle":"","parse-names":false,"suffix":""},{"dropping-particle":"","family":"Gerard","given":"A. Y.","non-dropping-particle":"","parse-names":false,"suffix":""},{"dropping-particle":"","family":"Scully","given":"J. R.","non-dropping-particle":"","parse-names":false,"suffix":""},{"dropping-particle":"","family":"Luong","given":"Dung","non-dropping-particle":"","parse-names":false,"suffix":""},{"dropping-particle":"","family":"Lehmhus","given":"Dirk","non-dropping-particle":"","parse-names":false,"suffix":""},{"dropping-particle":"","family":"Gupta","given":"Nikhil","non-dropping-particle":"","parse-names":false,"suffix":""},{"dropping-particle":"","family":"Weise","given":"Joerg","non-dropping-particle":"","parse-names":false,"suffix":""},{"dropping-particle":"","family":"Bayoumi","given":"Mohamed","non-dropping-particle":"","parse-names":false,"suffix":""},{"dropping-particle":"","family":"Lotterio","given":"Marco","non-dropping-particle":"","parse-names":false,"suffix":""},{"dropping-particle":"","family":"Liu","given":"Jinhui Jiancheng","non-dropping-particle":"","parse-names":false,"suffix":""},{"dropping-particle":"","family":"Camfield","given":"Robert","non-dropping-particle":"","parse-names":false,"suffix":""},{"dropping-particle":"","family":"Liu","given":"Z E","non-dropping-particle":"","parse-names":false,"suffix":""},{"dropping-particle":"","family":"Ko","given":"T C","non-dropping-particle":"","parse-names":false,"suffix":""},{"dropping-particle":"","family":"Best","given":"J","non-dropping-particle":"","parse-names":false,"suffix":""},{"dropping-particle":"","family":"Cawley","given":"J D","non-dropping-particle":"","parse-names":false,"suffix":""},{"dropping-particle":"","family":"Heuer","given":"a H","non-dropping-particle":"","parse-names":false,"suffix":""},{"dropping-particle":"","family":"Lin","given":"Tao Wei Tzer Long","non-dropping-particle":"","parse-names":false,"suffix":""},{"dropping-particle":"","family":"Hourng","given":"Lih Wu","non-dropping-particle":"","parse-names":false,"suffix":""},{"dropping-particle":"","family":"Lin","given":"Dongguo","non-dropping-particle":"","parse-names":false,"suffix":""},{"dropping-particle":"","family":"Xu","given":"Jifu Jipeng","non-dropping-particle":"","parse-names":false,"suffix":""},{"dropping-particle":"","family":"Shan","given":"Zhongde","non-dropping-particle":"","parse-names":false,"suffix":""},{"dropping-particle":"","family":"Chung","given":"Sung Taek Shan Chen","non-dropping-particle":"","parse-names":false,"suffix":""},{"dropping-particle":"","family":"Park","given":"Seong Jin Sehyung S.","non-dropping-particle":"","parse-names":false,"suffix":""},{"dropping-particle":"","family":"Li","given":"Lin","non-dropping-particle":"","parse-names":false,"suffix":""},{"dropping-particle":"","family":"Haghighi","given":"Azadeh","non-dropping-particle":"","parse-names":false,"suffix":""},{"dropping-particle":"","family":"Yang","given":"Yiran","non-dropping-particle":"","parse-names":false,"suffix":""},{"dropping-particle":"","family":"Li","given":"Yimin Yan","non-dropping-particle":"","parse-names":false,"suffix":""},{"dropping-particle":"","family":"Guo","given":"Zhimeng","non-dropping-particle":"","parse-names":false,"suffix":""},{"dropping-particle":"","family":"Li","given":"Jian Zhong","non-dropping-particle":"","parse-names":false,"suffix":""},{"dropping-particle":"","family":"Wu","given":"Tao","non-dropping-particle":"","parse-names":false,"suffix":""},{"dropping-particle":"","family":"Yu","given":"Zu Yuan","non-dropping-particle":"","parse-names":false,"suffix":""},{"dropping-particle":"","family":"Zhang","given":"Long","non-dropping-particle":"","parse-names":false,"suffix":""},{"dropping-particle":"","family":"Chen","given":"Guo Qing Gang","non-dropping-particle":"","parse-names":false,"suffix":""},{"dropping-particle":"","family":"Guo","given":"Dong Ming","non-dropping-particle":"","parse-names":false,"suffix":""},{"dropping-particle":"","family":"Li","given":"Tao","non-dropping-particle":"","parse-names":false,"suffix":""},{"dropping-particle":"","family":"Li","given":"Quan Qingfa","non-dropping-particle":"","parse-names":false,"suffix":""},{"dropping-particle":"","family":"Fuh","given":"J. Y.H.","non-dropping-particle":"","parse-names":false,"suffix":""},{"dropping-particle":"","family":"Yu","given":"Poh Ching","non-dropping-particle":"","parse-names":false,"suffix":""},{"dropping-particle":"","family":"Lu","given":"L.","non-dropping-particle":"","parse-names":false,"suffix":""},{"dropping-particle":"","family":"Lembo","given":"John","non-dropping-particle":"","parse-names":false,"suffix":""},{"dropping-particle":"","family":"Lee","given":"Wei Chen","non-dropping-particle":"","parse-names":false,"suffix":""},{"dropping-particle":"","family":"Wei","given":"Ching Chih","non-dropping-particle":"","parse-names":false,"suffix":""},{"dropping-particle":"","family":"Chung","given":"Sung Taek Shan Chen","non-dropping-particle":"","parse-names":false,"suffix":""},{"dropping-particle":"","family":"Lee","given":"Jian Yuan","non-dropping-particle":"","parse-names":false,"suffix":""},{"dropping-particle":"","family":"An","given":"Jia","non-dropping-particle":"","parse-names":false,"suffix":""},{"dropping-particle":"","family":"Chua","given":"Chee Kai","non-dropping-particle":"","parse-names":false,"suffix":""},{"dropping-particle":"","family":"Cortina","given":"Magdalena","non-dropping-particle":"","parse-names":false,"suffix":""},{"dropping-particle":"","family":"Arrizubieta","given":"Jon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Lantada","given":"Andrés Díaz","non-dropping-particle":"","parse-names":false,"suffix":""},{"dropping-particle":"","family":"Piotter","given":"Volker","non-dropping-particle":"","parse-names":false,"suffix":""},{"dropping-particle":"","family":"Plewa","given":"Klaus","non-dropping-particle":"","parse-names":false,"suffix":""},{"dropping-particle":"","family":"Barié","given":"Nicole","non-dropping-particle":"","parse-names":false,"suffix":""},{"dropping-particle":"","family":"Guttmann","given":"Markus","non-dropping-particle":"","parse-names":false,"suffix":""},{"dropping-particle":"","family":"Wissmann","given":"Markus","non-dropping-particle":"","parse-names":false,"suffix":""},{"dropping-particle":"","family":"Kurgan","given":"Naci","non-dropping-particle":"","parse-names":false,"suffix":""},{"dropping-particle":"","family":"Greul","given":"Matthias","non-dropping-particle":"","parse-names":false,"suffix":""},{"dropping-particle":"","family":"Ku","given":"Matthias","non-dropping-particle":"","parse-names":false,"suffix":""},{"dropping-particle":"","family":"Kumbhar","given":"N. N.","non-dropping-particle":"","parse-names":false,"suffix":""},{"dropping-particle":"V.","family":"Mulay","given":"A.","non-dropping-particle":"","parse-names":false,"suffix":""},{"dropping-particle":"","family":"Kumar","given":"Sanjeev Sanjay","non-dropping-particle":"","parse-names":false,"suffix":""},{"dropping-particle":"","family":"Czekanski","given":"Aleksander","non-dropping-particle":"","parse-names":false,"suffix":""},{"dropping-particle":"","family":"Kukla","given":"Christian","non-dropping-particle":"","parse-names":false,"suffix":""},{"dropping-particle":"","family":"Duretek","given":"Ivica","non-dropping-particle":"","parse-names":false,"suffix":""},{"dropping-particle":"","family":"Gonzalez-Gutierrez","given":"Joamin","non-dropping-particle":"","parse-names":false,"suffix":""},{"dropping-particle":"","family":"Holzer","given":"Clemens","non-dropping-particle":"","parse-names":false,"suffix":""},{"dropping-particle":"","family":"Kruth","given":"Jean Pierre","non-dropping-particle":"","parse-names":false,"suffix":""},{"dropping-particle":"","family":"Leu","given":"Ming C.","non-dropping-particle":"","parse-names":false,"suffix":""},{"dropping-particle":"","family":"Nakagawa","given":"T.","non-dropping-particle":"","parse-names":false,"suffix":""},{"dropping-particle":"","family":"Kong","given":"Xiangji","non-dropping-particle":"","parse-names":false,"suffix":""},{"dropping-particle":"","family":"Koh","given":"Young Hag","non-dropping-particle":"","parse-names":false,"suffix":""},{"dropping-particle":"","family":"Halloran","given":"John W.","non-dropping-particle":"","parse-names":false,"suffix":""},{"dropping-particle":"","family":"Klocke","given":"F.","non-dropping-particle":"","parse-names":false,"suffix":""},{"dropping-particle":"","family":"Wirtz","given":"H","non-dropping-particle":"","parse-names":false,"suffix":""},{"dropping-particle":"","family":"Meiners","given":"W","non-dropping-particle":"","parse-names":false,"suffix":""},{"dropping-particle":"","family":"Kizaki","given":"Toru","non-dropping-particle":"","parse-names":false,"suffix":""},{"dropping-particle":"","family":"Sugita","given":"Naohiko","non-dropping-particle":"","parse-names":false,"suffix":""},{"dropping-particle":"","family":"Mitsuishi","given":"Mamoru","non-dropping-particle":"","parse-names":false,"suffix":""},{"dropping-particle":"","family":"Kishore","given":"Vidya","non-dropping-particle":"","parse-names":false,"suffix":""},{"dropping-particle":"","family":"Ajinjeru","given":"Christine","non-dropping-particle":"","parse-names":false,"suffix":""},{"dropping-particle":"","family":"Nycz","given":"Andrzej","non-dropping-particle":"","parse-names":false,"suffix":""},{"dropping-particle":"","family":"Post","given":"Brian","non-dropping-particle":"","parse-names":false,"suffix":""},{"dropping-particle":"","family":"Lindahl","given":"John","non-dropping-particle":"","parse-names":false,"suffix":""},{"dropping-particle":"","family":"Kunc","given":"Vlastimil","non-dropping-particle":"","parse-names":false,"suffix":""},{"dropping-particle":"","family":"Duty","given":"Chad","non-dropping-particle":"","parse-names":false,"suffix":""},{"dropping-particle":"","family":"Kim","given":"Chang Ju Chung Soo","non-dropping-particle":"","parse-names":false,"suffix":""},{"dropping-particle":"","family":"Bono","given":"Matthew","non-dropping-particle":"","parse-names":false,"suffix":""},{"dropping-particle":"","family":"Ni","given":"Jun","non-dropping-particle":"","parse-names":false,"suffix":""},{"dropping-particle":"","family":"Kim","given":"Jongwon","non-dropping-particle":"","parse-names":false,"suffix":""},{"dropping-particle":"","family":"Cho","given":"K. S.","non-dropping-particle":"","parse-names":false,"suffix":""},{"dropping-particle":"","family":"Hwang","given":"J. C.","non-dropping-particle":"","parse-names":false,"suffix":""},{"dropping-particle":"","family":"Iurascu","given":"C. C.","non-dropping-particle":"","parse-names":false,"suffix":""},{"dropping-particle":"","family":"Park","given":"F. C.","non-dropping-particle":"","parse-names":false,"suffix":""},{"dropping-particle":"","family":"Kietzman","given":"J W","non-dropping-particle":"","parse-names":false,"suffix":""},{"dropping-particle":"","family":"Cooper","given":"A G","non-dropping-particle":"","parse-names":false,"suffix":""},{"dropping-particle":"","family":"Weiss","given":"Lee E.","non-dropping-particle":"","parse-names":false,"suffix":""},{"dropping-particle":"","family":"Schultz","given":"L.","non-dropping-particle":"","parse-names":false,"suffix":""},{"dropping-particle":"","family":"Lombardi","given":"J. L.","non-dropping-particle":"","parse-names":false,"suffix":""},{"dropping-particle":"","family":"Prinz","given":"Fritz B.","non-dropping-particle":"","parse-names":false,"suffix":""},{"dropping-particle":"","family":"Kerbrat","given":"Olivier","non-dropping-particle":"","parse-names":false,"suffix":""},{"dropping-particle":"","family":"Mognol","given":"Pascal","non-dropping-particle":"","parse-names":false,"suffix":""},{"dropping-particle":"","family":"Hascoët","given":"Jean Yves","non-dropping-particle":"","parse-names":false,"suffix":""},{"dropping-particle":"","family":"Hascoet","given":"J. Y.","non-dropping-particle":"","parse-names":false,"suffix":""},{"dropping-particle":"","family":"Kelley","given":"Andrew","non-dropping-particle":"","parse-names":false,"suffix":""},{"dropping-particle":"","family":"Kataria","given":"Ravinder","non-dropping-particle":"","parse-names":false,"suffix":""},{"dropping-particle":"","family":"Kumar","given":"Jatinder","non-dropping-particle":"","parse-names":false,"suffix":""},{"dropping-particle":"","family":"Kasperovich","given":"Galina","non-dropping-particle":"","parse-names":false,"suffix":""},{"dropping-particle":"","family":"Hausmann","given":"Joachim","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Karačić","given":"Sabina","non-dropping-particle":"","parse-names":false,"suffix":""},{"dropping-particle":"","family":"Wilén","given":"Britt Marie","non-dropping-particle":"","parse-names":false,"suffix":""},{"dropping-particle":"","family":"Suarez","given":"Carolina","non-dropping-particle":"","parse-names":false,"suffix":""},{"dropping-particle":"","family":"Hagelia","given":"Per","non-dropping-particle":"","parse-names":false,"suffix":""},{"dropping-particle":"","family":"Persson","given":"Frank","non-dropping-particle":"","parse-names":false,"suffix":""},{"dropping-particle":"","family":"Cossio","given":"María Laura T","non-dropping-particle":"","parse-names":false,"suffix":""},{"dropping-particle":"","family":"Giesen","given":"Laura F","non-dropping-particle":"","parse-names":false,"suffix":""},{"dropping-particle":"","family":"Jones","given":"Jason B.","non-dropping-particle":"","parse-names":false,"suffix":""},{"dropping-particle":"","family":"Part","given":"R C","non-dropping-particle":"","parse-names":false,"suffix":""},{"dropping-particle":"","family":"Kuriakose","given":"Sandeep","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Jiang","given":"Aimin","non-dropping-particle":"","parse-names":false,"suffix":""},{"dropping-particle":"","family":"Wen","given":"Bo","non-dropping-particle":"","parse-names":false,"suffix":""},{"dropping-particle":"","family":"Li","given":"Quan Qingfa","non-dropping-particle":"","parse-names":false,"suffix":""},{"dropping-particle":"","family":"Ji","given":"C. H.","non-dropping-particle":"","parse-names":false,"suffix":""},{"dropping-particle":"","family":"Loh","given":"N. H.","non-dropping-particle":"","parse-names":false,"suffix":""},{"dropping-particle":"","family":"Khor","given":"K. A.","non-dropping-particle":"","parse-names":false,"suffix":""},{"dropping-particle":"","family":"Tor","given":"S. B.","non-dropping-particle":"","parse-names":false,"suffix":""},{"dropping-particle":"","family":"Jain","given":"Pranjal","non-dropping-particle":"","parse-names":false,"suffix":""},{"dropping-particle":"","family":"Kuthe","given":"A. M.","non-dropping-particle":"","parse-names":false,"suffix":""},{"dropping-particle":"","family":"Jones","given":"Jason B.","non-dropping-particle":"","parse-names":false,"suffix":""},{"dropping-particle":"","family":"Jackson","given":"M J","non-dropping-particle":"","parse-names":false,"suffix":""},{"dropping-particle":"","family":"Robinson","given":"G M","non-dropping-particle":"","parse-names":false,"suffix":""},{"dropping-particle":"","family":"Whitfield","given":"M D","non-dropping-particle":"","parse-names":false,"suffix":""},{"dropping-particle":"","family":"Centre","given":"Birck Nanotechnology","non-dropping-particle":"","parse-names":false,"suffix":""},{"dropping-particle":"","family":"Lafayette","given":"West","non-dropping-particle":"","parse-names":false,"suffix":""},{"dropping-particle":"","family":"Lafayette","given":"West","non-dropping-particle":"","parse-names":false,"suffix":""},{"dropping-particle":"","family":"Islam","given":"M.","non-dropping-particle":"","parse-names":false,"suffix":""},{"dropping-particle":"","family":"Martinez-Duarte","given":"R.","non-dropping-particle":"","parse-names":false,"suffix":""},{"dropping-particle":"","family":"Dun","given":"Yichao","non-dropping-particle":"","parse-names":false,"suffix":""},{"dropping-particle":"","family":"Zhu","given":"Lida","non-dropping-particle":"","parse-names":false,"suffix":""},{"dropping-particle":"","family":"Wang","given":"Shuhao Shijie","non-dropping-particle":"","parse-names":false,"suffix":""},{"dropping-particle":"","family":"Virtanen","given":"Juho Pekka","non-dropping-particle":"","parse-names":false,"suffix":""},{"dropping-particle":"","family":"Hyyppä","given":"Hannu","non-dropping-particle":"","parse-names":false,"suffix":""},{"dropping-particle":"","family":"Kurkela","given":"Matti","non-dropping-particle":"","parse-names":false,"suffix":""},{"dropping-particle":"","family":"Vaaja","given":"Matti","non-dropping-particle":"","parse-names":false,"suffix":""},{"dropping-particle":"","family":"Alho","given":"Petteri","non-dropping-particle":"","parse-names":false,"suffix":""},{"dropping-particle":"","family":"Hyyppä","given":"Juha","non-dropping-particle":"","parse-names":false,"suffix":""},{"dropping-particle":"","family":"Hur","given":"Junghoon","non-dropping-particle":"","parse-names":false,"suffix":""},{"dropping-particle":"","family":"Lee","given":"Kunwoo","non-dropping-particle":"","parse-names":false,"suffix":""},{"dropping-particle":"","family":"Zhu-Hu","given":"","non-dropping-particle":"","parse-names":false,"suffix":""},{"dropping-particle":"","family":"Kim","given":"Jongwon","non-dropping-particle":"","parse-names":false,"suffix":""},{"dropping-particle":"","family":"Huang","given":"Ming Shyan","non-dropping-particle":"","parse-names":false,"suffix":""},{"dropping-particle":"","family":"Hsu","given":"Hung Chuan","non-dropping-particle":"","parse-names":false,"suffix":""},{"dropping-particle":"","family":"Horvath","given":"Daniel","non-dropping-particle":"","parse-names":false,"suffix":""},{"dropping-particle":"","family":"Noorani","given":"Rafiq","non-dropping-particle":"","parse-names":false,"suffix":""},{"dropping-particle":"","family":"Mendelson","given":"Mel","non-dropping-particle":"","parse-names":false,"suffix":""},{"dropping-particle":"","family":"Heralić","given":"Almir","non-dropping-particle":"","parse-names":false,"suffix":""},{"dropping-particle":"","family":"Christiansson","given":"Anna Karin","non-dropping-particle":"","parse-names":false,"suffix":""},{"dropping-particle":"","family":"Lennartson","given":"Bengt","non-dropping-particle":"","parse-names":false,"suffix":""},{"dropping-particle":"","family":"Heng","given":"Shye Yunn","non-dropping-particle":"","parse-names":false,"suffix":""},{"dropping-particle":"","family":"Raza","given":"Muhammad Rafi","non-dropping-particle":"","parse-names":false,"suffix":""},{"dropping-particle":"","family":"Muhamad","given":"Norhamidi","non-dropping-particle":"","parse-names":false,"suffix":""},{"dropping-particle":"","family":"Sulong","given":"Abu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Bakar","non-dropping-particle":"","parse-names":false,"suffix":""},{"dropping-particle":"","family":"Fayyaz","given":"Abdolali","non-dropping-particle":"","parse-names":false,"suffix":""},{"dropping-particle":"","family":"M. Amin","given":"Sriyulis","non-dropping-particle":"","parse-names":false,"suffix":""},{"dropping-particle":"","family":"Heigel","given":"Jarred C.","non-dropping-particle":"","parse-names":false,"suffix":""},{"dropping-particle":"","family":"Hebbalkar","given":"Sunil","non-dropping-particle":"","parse-names":false,"suffix":""},{"dropping-particle":"","family":"He","given":"Rujie","non-dropping-particle":"","parse-names":false,"suffix":""},{"dropping-particle":"","family":"Zhang","given":"Rubing","non-dropping-particle":"","parse-names":false,"suffix":""},{"dropping-particle":"","family":"Zhu","given":"Xiaolei","non-dropping-particle":"","parse-names":false,"suffix":""},{"dropping-particle":"","family":"Wei","given":"Kai","non-dropping-particle":"","parse-names":false,"suffix":""},{"dropping-particle":"","family":"Qu","given":"Zhaoliang","non-dropping-particle":"","parse-names":false,"suffix":""},{"dropping-particle":"","family":"Pei","given":"Yongmao","non-dropping-particle":"","parse-names":false,"suffix":""},{"dropping-particle":"","family":"Fang","given":"Daining","non-dropping-particle":"","parse-names":false,"suffix":""},{"dropping-particle":"","family":"Hartmann","given":"K.","non-dropping-particle":"","parse-names":false,"suffix":""},{"dropping-particle":"","family":"Krishnan","given":"R.","non-dropping-particle":"","parse-names":false,"suffix":""},{"dropping-particle":"","family":"Merz","given":"R.","non-dropping-particle":"","parse-names":false,"suffix":""},{"dropping-particle":"","family":"Neplotnik","given":"G.","non-dropping-particle":"","parse-names":false,"suffix":""},{"dropping-particle":"","family":"Prinz","given":"Fritz B.","non-dropping-particle":"","parse-names":false,"suffix":""},{"dropping-particle":"","family":"Schultz","given":"L.","non-dropping-particle":"","parse-names":false,"suffix":""},{"dropping-particle":"","family":"Terk","given":"M.","non-dropping-particle":"","parse-names":false,"suffix":""},{"dropping-particle":"","family":"Weiss","given":"Lee E.","non-dropping-particle":"","parse-names":false,"suffix":""},{"dropping-particle":"","family":"Guo","given":"Nannan","non-dropping-particle":"","parse-names":false,"suffix":""},{"dropping-particle":"","family":"Leu","given":"Ming C.","non-dropping-particle":"","parse-names":false,"suffix":""},{"dropping-particle":"","family":"Guo","given":"Peng","non-dropping-particle":"","parse-names":false,"suffix":""},{"dropping-particle":"","family":"Zou","given":"Bin","non-dropping-particle":"","parse-names":false,"suffix":""},{"dropping-particle":"","family":"Huang","given":"Chuanzhen","non-dropping-particle":"","parse-names":false,"suffix":""},{"dropping-particle":"","family":"Gao","given":"Huabing","non-dropping-particle":"","parse-names":false,"suffix":""},{"dropping-particle":"","family":"Gu","given":"Lining","non-dropping-particle":"","parse-names":false,"suffix":""},{"dropping-particle":"","family":"Huang","given":"Jiwu","non-dropping-particle":"","parse-names":false,"suffix":""},{"dropping-particle":"","family":"Xie","given":"Chenhui","non-dropping-particle":"","parse-names":false,"suffix":""},{"dropping-particle":"","family":"Grida","given":"Imen","non-dropping-particle":"","parse-names":false,"suffix":""},{"dropping-particle":"","family":"Evans","given":"Julian R.G.","non-dropping-particle":"","parse-names":false,"suffix":""},{"dropping-particle":"","family":"Grguraš","given":"Damir","non-dropping-particle":"","parse-names":false,"suffix":""},{"dropping-particle":"","family":"Kramar","given":"Davorin","non-dropping-particle":"","parse-names":false,"suffix":""},{"dropping-particle":"","family":"Greulich","given":"Michael","non-dropping-particle":"","parse-names":false,"suffix":""},{"dropping-particle":"","family":"Govindarajan","given":"Sivakumar","non-dropping-particle":"","parse-names":false,"suffix":""},{"dropping-particle":"","family":"Gonzlez-Gutirrez","given":"Joamn","non-dropping-particle":"","parse-names":false,"suffix":""},{"dropping-particle":"","family":"Beulke","given":"Gustavo","non-dropping-particle":"","parse-names":false,"suffix":""},{"dropping-particle":"","family":"Emri","given":"Igor","non-dropping-particle":"","parse-names":false,"suffix":""},{"dropping-particle":"","family":"Gonzalez-Gutierrez","given":"Joamin","non-dropping-particle":"","parse-names":false,"suffix":""},{"dropping-particle":"","family":"Godec","given":"Damir","non-dropping-particle":"","parse-names":false,"suffix":""},{"dropping-particle":"","family":"Kukla","given":"Christian","non-dropping-particle":"","parse-names":false,"suffix":""},{"dropping-particle":"","family":"Schlauf","given":"Thomas","non-dropping-particle":"","parse-names":false,"suffix":""},{"dropping-particle":"","family":"Burkhardt","given":"C.","non-dropping-particle":"","parse-names":false,"suffix":""},{"dropping-particle":"","family":"Holzer","given":"Clemens","non-dropping-particle":"","parse-names":false,"suffix":""},{"dropping-particle":"","family":"Gibson","given":"Michael A.","non-dropping-particle":"","parse-names":false,"suffix":""},{"dropping-particle":"","family":"Mykulowycz","given":"Nicholas M.","non-dropping-particle":"","parse-names":false,"suffix":""},{"dropping-particle":"","family":"Shim","given":"Joseph","non-dropping-particle":"","parse-names":false,"suffix":""},{"dropping-particle":"","family":"Fontana","given":"Richard","non-dropping-particle":"","parse-names":false,"suffix":""},{"dropping-particle":"","family":"Schmitt","given":"Peter","non-dropping-particle":"","parse-names":false,"suffix":""},{"dropping-particle":"","family":"Roberts","given":"Andrew","non-dropping-particle":"","parse-names":false,"suffix":""},{"dropping-particle":"","family":"Ketkaew","given":"Jittisa","non-dropping-particle":"","parse-names":false,"suffix":""},{"dropping-particle":"","family":"Shao","given":"Ling","non-dropping-particle":"","parse-names":false,"suffix":""},{"dropping-particle":"","family":"Chen","given":"Wen","non-dropping-particle":"","parse-names":false,"suffix":""},{"dropping-particle":"","family":"Bordeenithikasem","given":"Punnathat","non-dropping-particle":"","parse-names":false,"suffix":""},{"dropping-particle":"","family":"Myerberg","given":"Jonah S.","non-dropping-particle":"","parse-names":false,"suffix":""},{"dropping-particle":"","family":"Fulop","given":"Ricardo","non-dropping-particle":"","parse-names":false,"suffix":""},{"dropping-particle":"","family":"Verminski","given":"Matthew D.","non-dropping-particle":"","parse-names":false,"suffix":""},{"dropping-particle":"","family":"Sachs","given":"Emanuel M.","non-dropping-particle":"","parse-names":false,"suffix":""},{"dropping-particle":"","family":"Chiang","given":"Yet Ming","non-dropping-particle":"","parse-names":false,"suffix":""},{"dropping-particle":"","family":"Schuh","given":"Christopher A.","non-dropping-particle":"","parse-names":false,"suffix":""},{"dropping-particle":"","family":"John Hart","given":"A.","non-dropping-particle":"","parse-names":false,"suffix":""},{"dropping-particle":"","family":"Schroers","given":"Jan","non-dropping-particle":"","parse-names":false,"suffix":""},{"dropping-particle":"","family":"Giberti","given":"Hermes","non-dropping-particle":"","parse-names":false,"suffix":""},{"dropping-particle":"","family":"Strano","given":"Matteo","non-dropping-particle":"","parse-names":false,"suffix":""},{"dropping-particle":"","family":"Annoni","given":"MASSIMILIANO PIETRO GIOVANNI","non-dropping-particle":"","parse-names":false,"suffix":""},{"dropping-particle":"","family":"Ghazanfari","given":"Amir","non-dropping-particle":"","parse-names":false,"suffix":""},{"dropping-particle":"","family":"Li","given":"Wenbin","non-dropping-particle":"","parse-names":false,"suffix":""},{"dropping-particle":"","family":"Leu","given":"Ming C.","non-dropping-particle":"","parse-names":false,"suffix":""},{"dropping-particle":"","family":"Hilmas","given":"Gregory E.","non-dropping-particle":"","parse-names":false,"suffix":""},{"dropping-particle":"","family":"Geiger","given":"Martin","non-dropping-particle":"","parse-names":false,"suffix":""},{"dropping-particle":"","family":"Steger","given":"Wilhelm","non-dropping-particle":"","parse-names":false,"suffix":""},{"dropping-particle":"","family":"Greul","given":"Matthias","non-dropping-particle":"","parse-names":false,"suffix":""},{"dropping-particle":"","family":"Sindel","given":"Manfred","non-dropping-particle":"","parse-names":false,"suffix":""},{"dropping-particle":"","family":"Fullenwider","given":"Blake","non-dropping-particle":"","parse-names":false,"suffix":""},{"dropping-particle":"","family":"Kiani","given":"Parnian","non-dropping-particle":"","parse-names":false,"suffix":""},{"dropping-particle":"","family":"Schoenung","given":"Julie M.","non-dropping-particle":"","parse-names":false,"suffix":""},{"dropping-particle":"","family":"Ma","given":"Kaka","non-dropping-particle":"","parse-names":false,"suffix":""},{"dropping-particle":"","family":"Freitas","given":"Dino","non-dropping-particle":"","parse-names":false,"suffix":""},{"dropping-particle":"","family":"Almeida","given":"Henrique A.","non-dropping-particle":"","parse-names":false,"suffix":""},{"dropping-particle":"","family":"Bártolo","given":"Helena","non-dropping-particle":"","parse-names":false,"suffix":""},{"dropping-particle":"","family":"Bártolo","given":"Paulo J.","non-dropping-particle":"","parse-names":false,"suffix":""},{"dropping-particle":"","family":"Frazier","given":"William E.","non-dropping-particle":"","parse-names":false,"suffix":""},{"dropping-particle":"","family":"Rohstoffe","given":"Fachagentur Nachwachsende","non-dropping-particle":"","parse-names":false,"suffix":""},{"dropping-particle":"","family":"Frank","given":"Matthew C.","non-dropping-particle":"","parse-names":false,"suffix":""},{"dropping-particle":"","family":"Wysk","given":"Richard A.","non-dropping-particle":"","parse-names":false,"suffix":""},{"dropping-particle":"","family":"Joshi","given":"Sanjay B.","non-dropping-particle":"","parse-names":false,"suffix":""},{"dropping-particle":"","family":"Flynn","given":"Joseph M.","non-dropping-particle":"","parse-names":false,"suffix":""},{"dropping-particle":"","family":"Shokrani","given":"Alborz","non-dropping-particle":"","parse-names":false,"suffix":""},{"dropping-particle":"","family":"Newman","given":"Stephen T.","non-dropping-particle":"","parse-names":false,"suffix":""},{"dropping-particle":"","family":"Dhokia","given":"Vimal","non-dropping-particle":"","parse-names":false,"suffix":""},{"dropping-particle":"","family":"Ferreira","given":"T. J.","non-dropping-particle":"","parse-names":false,"suffix":""},{"dropping-particle":"","family":"Vieira","given":"M. T.","non-dropping-particle":"","parse-names":false,"suffix":""},{"dropping-particle":"","family":"Fernandes","given":"C. M.","non-dropping-particle":"","parse-names":false,"suffix":""},{"dropping-particle":"","family":"Senos","given":"A. M.R.","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Bakar","non-dropping-particle":"","parse-names":false,"suffix":""},{"dropping-particle":"","family":"Yunn","given":"Heng Shye","non-dropping-particle":"","parse-names":false,"suffix":""},{"dropping-particle":"","family":"Amin","given":"Sri Yulis Binti M.","non-dropping-particle":"","parse-names":false,"suffix":""},{"dropping-particle":"","family":"Rajabi","given":"Javad","non-dropping-particle":"","parse-names":false,"suffix":""},{"dropping-particle":"","family":"Wong","given":"Yee Ning","non-dropping-particle":"","parse-names":false,"suffix":""},{"dropping-particle":"","family":"Esaklul","given":"Khlefa A.","non-dropping-particle":"","parse-names":false,"suffix":""},{"dropping-particle":"","family":"Ahmed","given":"Tawfik M.","non-dropping-particle":"","parse-names":false,"suffix":""},{"dropping-particle":"","family":"Enneti","given":"Ravi K.","non-dropping-particle":"","parse-names":false,"suffix":""},{"dropping-particle":"","family":"Prough","given":"Kevin C.","non-dropping-particle":"","parse-names":false,"suffix":""},{"dropping-particle":"","family":"Wolfe","given":"Thomas A.","non-dropping-particle":"","parse-names":false,"suffix":""},{"dropping-particle":"","family":"Klein","given":"Andrew","non-dropping-particle":"","parse-names":false,"suffix":""},{"dropping-particle":"","family":"Studley","given":"Nick","non-dropping-particle":"","parse-names":false,"suffix":""},{"dropping-particle":"","family":"Trasorras","given":"Juan L.","non-dropping-particle":"","parse-names":false,"suffix":""},{"dropping-particle":"","family":"Engström","given":"Sebastian","non-dropping-particle":"","parse-names":false,"suffix":""},{"dropping-particle":"","family":"El-Wardany","given":"T.","non-dropping-particle":"","parse-names":false,"suffix":""},{"dropping-particle":"","family":"Barth","given":"R.","non-dropping-particle":"","parse-names":false,"suffix":""},{"dropping-particle":"","family":"Holowczak","given":"J.","non-dropping-particle":"","parse-names":false,"suffix":""},{"dropping-particle":"","family":"Tredway","given":"W.","non-dropping-particle":"","parse-names":false,"suffix":""},{"dropping-particle":"","family":"Chen","given":"L. J.","non-dropping-particle":"","parse-names":false,"suffix":""},{"dropping-particle":"","family":"Zhang","given":"Shuai","non-dropping-particle":"","parse-names":false,"suffix":""},{"dropping-particle":"","family":"Zhang","given":"Yazhou","non-dropping-particle":"","parse-names":false,"suffix":""},{"dropping-particle":"","family":"Gao","given":"Ming","non-dropping-particle":"","parse-names":false,"suffix":""},{"dropping-particle":"","family":"Wang","given":"Fude","non-dropping-particle":"","parse-names":false,"suffix":""},{"dropping-particle":"","family":"Li","given":"Quan Qingfa","non-dropping-particle":"","parse-names":false,"suffix":""},{"dropping-particle":"","family":"Zeng","given":"Xiaoyan","non-dropping-particle":"","parse-names":false,"suffix":""},{"dropping-particle":"","family":"Edition","given":"Third","non-dropping-particle":"","parse-names":false,"suffix":""},{"dropping-particle":"","family":"Du","given":"Wei","non-dropping-particle":"","parse-names":false,"suffix":""},{"dropping-particle":"","family":"Bai","given":"Qiang","non-dropping-particle":"","parse-names":false,"suffix":""},{"dropping-particle":"","family":"Zhang","given":"Bi","non-dropping-particle":"","parse-names":false,"suffix":""},{"dropping-particle":"","family":"Wang","given":"Jun","non-dropping-particle":"","parse-names":false,"suffix":""},{"dropping-particle":"","family":"Chen","given":"Ting-wei","non-dropping-particle":"","parse-names":false,"suffix":""},{"dropping-particle":"","family":"Jin","given":"Yu-an","non-dropping-particle":"","parse-names":false,"suffix":""},{"dropping-particle":"","family":"He","given":"Yong","non-dropping-particle":"","parse-names":false,"suffix":""},{"dropping-particle":"","family":"Material","given":"Introduction","non-dropping-particle":"","parse-names":false,"suffix":""},{"dropping-particle":"","family":"Dornfeld","given":"D.","non-dropping-particle":"","parse-names":false,"suffix":""},{"dropping-particle":"","family":"Min","given":"S.","non-dropping-particle":"","parse-names":false,"suffix":""},{"dropping-particle":"","family":"Takeuchi","given":"Y.","non-dropping-particle":"","parse-names":false,"suffix":""},{"dropping-particle":"","family":"Angelo","given":"L.","non-dropping-particle":"Di","parse-names":false,"suffix":""},{"dropping-particle":"","family":"Stefano","given":"P.","non-dropping-particle":"Di","parse-names":false,"suffix":""},{"dropping-particle":"","family":"Marzola","given":"A.","non-dropping-particle":"","parse-names":false,"suffix":""},{"dropping-particle":"","family":"Dhara","given":"Santanu","non-dropping-particle":"","parse-names":false,"suffix":""},{"dropping-particle":"","family":"Su","given":"Bo","non-dropping-particle":"","parse-names":false,"suffix":""},{"dropping-particle":"","family":"Desfontaines","given":"M.","non-dropping-particle":"","parse-names":false,"suffix":""},{"dropping-particle":"","family":"Jorand","given":"Y.","non-dropping-particle":"","parse-names":false,"suffix":""},{"dropping-particle":"","family":"Gonon","given":"Maurice","non-dropping-particle":"","parse-names":false,"suffix":""},{"dropping-particle":"","family":"Fantozzi","given":"G.","non-dropping-particle":"","parse-names":false,"suffix":""},{"dropping-particle":"","family":"Delanoë","given":"Aurélie","non-dropping-particle":"","parse-names":false,"suffix":""},{"dropping-particle":"","family":"Lay","given":"Sabine","non-dropping-particle":"","parse-names":false,"suffix":""},{"dropping-particle":"","family":"DebRoy","given":"T.","non-dropping-particle":"","parse-names":false,"suffix":""},{"dropping-particle":"","family":"Wei","given":"H. L.","non-dropping-particle":"","parse-names":false,"suffix":""},{"dropping-particle":"","family":"Zuback","given":"J. S.","non-dropping-particle":"","parse-names":false,"suffix":""},{"dropping-particle":"","family":"Mukherjee","given":"T.","non-dropping-particle":"","parse-names":false,"suffix":""},{"dropping-particle":"","family":"Elmer","given":"J. W.","non-dropping-particle":"","parse-names":false,"suffix":""},{"dropping-particle":"","family":"Milewski","given":"J. O.","non-dropping-particle":"","parse-names":false,"suffix":""},{"dropping-particle":"","family":"Beese","given":"A. M.","non-dropping-particle":"","parse-names":false,"suffix":""},{"dropping-particle":"","family":"Wilson-Heid","given":"A.","non-dropping-particle":"","parse-names":false,"suffix":""},{"dropping-particle":"","family":"De","given":"A.","non-dropping-particle":"","parse-names":false,"suffix":""},{"dropping-particle":"","family":"Zhang","given":"W.","non-dropping-particle":"","parse-names":false,"suffix":""},{"dropping-particle":"","family":"Oliveira","given":"Fernando Brandão","non-dropping-particle":"De","parse-names":false,"suffix":""},{"dropping-particle":"","family":"Rodrigues","given":"Alessandro Roger","non-dropping-particle":"","parse-names":false,"suffix":""},{"dropping-particle":"","family":"Coelho","given":"Reginaldo Teixeira","non-dropping-particle":"","parse-names":false,"suffix":""},{"dropping-particle":"","family":"Souza","given":"Adriano Fagali","non-dropping-particle":"De","parse-names":false,"suffix":""},{"dropping-particle":"","family":"Lima","given":"Milton Sergio Fernandes","non-dropping-particle":"De","parse-names":false,"suffix":""},{"dropping-particle":"","family":"Sankaré","given":"Simon","non-dropping-particle":"","parse-names":false,"suffix":""},{"dropping-particle":"","family":"Danforth","given":"Inventors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Dadhich","given":"Prabhash","non-dropping-particle":"","parse-names":false,"suffix":""},{"dropping-particle":"","family":"Srivas","given":"Pavan Kumar","non-dropping-particle":"","parse-names":false,"suffix":""},{"dropping-particle":"","family":"Mohanty","given":"Saralasrita","non-dropping-particle":"","parse-names":false,"suffix":""},{"dropping-particle":"","family":"Dhara","given":"Santanu","non-dropping-particle":"","parse-names":false,"suffix":""},{"dropping-particle":"","family":"Câmara","given":"M. A.","non-dropping-particle":"","parse-names":false,"suffix":""},{"dropping-particle":"","family":"Rubio","given":"J. C.Campos","non-dropping-particle":"","parse-names":false,"suffix":""},{"dropping-particle":"","family":"Abrão","given":"A. M.","non-dropping-particle":"","parse-names":false,"suffix":""},{"dropping-particle":"","family":"Davim","given":"J. P.","non-dropping-particle":"","parse-names":false,"suffix":""},{"dropping-particle":"","family":"Cuellar","given":"Juan Sebastian","non-dropping-particle":"","parse-names":false,"suffix":""},{"dropping-particle":"","family":"Smit","given":"Gerwin","non-dropping-particle":"","parse-names":false,"suffix":""},{"dropping-particle":"","family":"Plettenburg","given":"Dick","non-dropping-particle":"","parse-names":false,"suffix":""},{"dropping-particle":"","family":"Zadpoor","given":"Amir","non-dropping-particle":"","parse-names":false,"suffix":""},{"dropping-particle":"","family":"Criales","given":"Luis E.","non-dropping-particle":"","parse-names":false,"suffix":""},{"dropping-particle":"","family":"Arısoy","given":"Yiğit M.","non-dropping-particle":"","parse-names":false,"suffix":""},{"dropping-particle":"","family":"Lane","given":"Brandon","non-dropping-particle":"","parse-names":false,"suffix":""},{"dropping-particle":"","family":"Moylan","given":"Shawn","non-dropping-particle":"","parse-names":false,"suffix":""},{"dropping-particle":"","family":"Donmez","given":"Alkan","non-dropping-particle":"","parse-names":false,"suffix":""},{"dropping-particle":"","family":"Özel","given":"Tuğrul","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Cordero","given":"Zachary C.","non-dropping-particle":"","parse-names":false,"suffix":""},{"dropping-particle":"","family":"Siddel","given":"Derek H.","non-dropping-particle":"","parse-names":false,"suffix":""},{"dropping-particle":"","family":"Peter","given":"William H.","non-dropping-particle":"","parse-names":false,"suffix":""},{"dropping-particle":"","family":"Elliott","given":"Amelia M.","non-dropping-particle":"","parse-names":false,"suffix":""},{"dropping-particle":"","family":"Ph","given":"Recognizing Outstanding","non-dropping-particle":"","parse-names":false,"suffix":""},{"dropping-particle":"","family":"Chuankrerkkul","given":"Nutthita","non-dropping-particle":"","parse-names":false,"suffix":""},{"dropping-particle":"","family":"Messer","given":"Peter F","non-dropping-particle":"","parse-names":false,"suffix":""},{"dropping-particle":"","family":"Davies","given":"Hywel A","non-dropping-particle":"","parse-names":false,"suffix":""},{"dropping-particle":"","family":"Chu","given":"Won Shik","non-dropping-particle":"","parse-names":false,"suffix":""},{"dropping-particle":"","family":"Kim","given":"Chang Ju Chung Soo","non-dropping-particle":"","parse-names":false,"suffix":""},{"dropping-particle":"","family":"Lee","given":"Hyun Taek","non-dropping-particle":"","parse-names":false,"suffix":""},{"dropping-particle":"","family":"Choi","given":"Jung Oh","non-dropping-particle":"","parse-names":false,"suffix":""},{"dropping-particle":"Il","family":"Park","given":"Jae","non-dropping-particle":"","parse-names":false,"suffix":""},{"dropping-particle":"","family":"Song","given":"Ji Hyeon","non-dropping-particle":"","parse-names":false,"suffix":""},{"dropping-particle":"","family":"Jang","given":"Ki Hwan","non-dropping-particle":"","parse-names":false,"suffix":""},{"dropping-particle":"","family":"Ahn","given":"Sung Hoon","non-dropping-particle":"","parse-names":false,"suffix":""},{"dropping-particle":"","family":"Chong","given":"Li","non-dropping-particle":"","parse-names":false,"suffix":""},{"dropping-particle":"","family":"Ramakrishna","given":"Seeram","non-dropping-particle":"","parse-names":false,"suffix":""},{"dropping-particle":"","family":"Singh","given":"Sunpreet","non-dropping-particle":"","parse-names":false,"suffix":""},{"dropping-particle":"","family":"Chen","given":"Guo Qing Gang","non-dropping-particle":"","parse-names":false,"suffix":""},{"dropping-particle":"","family":"Cao","given":"Peng","non-dropping-particle":"","parse-names":false,"suffix":""},{"dropping-particle":"","family":"Wen","given":"Guian","non-dropping-particle":"","parse-names":false,"suffix":""},{"dropping-particle":"","family":"Edmonds","given":"Neil","non-dropping-particle":"","parse-names":false,"suffix":""},{"dropping-particle":"","family":"Li","given":"Yimin Yan","non-dropping-particle":"","parse-names":false,"suffix":""},{"dropping-particle":"","family":"Chu","given":"Won Shik","non-dropping-particle":"","parse-names":false,"suffix":""},{"dropping-particle":"","family":"Kim","given":"Sung Geun","non-dropping-particle":"","parse-names":false,"suffix":""},{"dropping-particle":"","family":"Jung","given":"Woo Kyun","non-dropping-particle":"","parse-names":false,"suffix":""},{"dropping-particle":"","family":"Kim","given":"Hyung Jung Kyu","non-dropping-particle":"","parse-names":false,"suffix":""},{"dropping-particle":"","family":"Ahn","given":"Sung Hoon","non-dropping-particle":"","parse-names":false,"suffix":""},{"dropping-particle":"","family":"Gal","given":"Chang Woo","non-dropping-particle":"","parse-names":false,"suffix":""},{"dropping-particle":"","family":"Song","given":"Gi Woung","non-dropping-particle":"","parse-names":false,"suffix":""},{"dropping-particle":"","family":"Baek","given":"Woon Hyung","non-dropping-particle":"","parse-names":false,"suffix":""},{"dropping-particle":"","family":"Kim","given":"Hyung Jung Kyu","non-dropping-particle":"","parse-names":false,"suffix":""},{"dropping-particle":"","family":"Lee","given":"Dae Keun","non-dropping-particle":"","parse-names":false,"suffix":""},{"dropping-particle":"","family":"Lim","given":"Ki Wook","non-dropping-particle":"","parse-names":false,"suffix":""},{"dropping-particle":"","family":"Park","given":"Seong Jin Sehyung S.","non-dropping-particle":"","parse-names":false,"suffix":""},{"dropping-particle":"","family":"Chae","given":"J.","non-dropping-particle":"","parse-names":false,"suffix":""},{"dropping-particle":"","family":"Park","given":"Seong Jin Sehyung S.","non-dropping-particle":"","parse-names":false,"suffix":""},{"dropping-particle":"","family":"Freiheit","given":"T.","non-dropping-particle":"","parse-names":false,"suffix":""},{"dropping-particle":"","family":"Chabert","given":"France","non-dropping-particle":"","parse-names":false,"suffix":""},{"dropping-particle":"","family":"Dunstan","given":"David E.","non-dropping-particle":"","parse-names":false,"suffix":""},{"dropping-particle":"V.","family":"Franks","given":"George","non-dropping-particle":"","parse-names":false,"suffix":""},{"dropping-particle":"","family":"Cesarano","given":"Joseph","non-dropping-particle":"","parse-names":false,"suffix":""},{"dropping-particle":"","family":"Ce","given":"Nataly","non-dropping-particle":"","parse-names":false,"suffix":""},{"dropping-particle":"","family":"Paul","given":"Shiladitya","non-dropping-particle":"","parse-names":false,"suffix":""},{"dropping-particle":"","family":"Cano","given":"Santiago","non-dropping-particle":"","parse-names":false,"suffix":""},{"dropping-particle":"","family":"Gonzalez-Gutierrez","given":"Joamin","non-dropping-particle":"","parse-names":false,"suffix":""},{"dropping-particle":"","family":"Sapkota","given":"Janak","non-dropping-particle":"","parse-names":false,"suffix":""},{"dropping-particle":"","family":"Spoerk","given":"Martin","non-dropping-particle":"","parse-names":false,"suffix":""},{"dropping-particle":"","family":"Arbeiter","given":"Florian","non-dropping-particle":"","parse-names":false,"suffix":""},{"dropping-particle":"","family":"Schuschnigg","given":"Stephan","non-dropping-particle":"","parse-names":false,"suffix":""},{"dropping-particle":"","family":"Holzer","given":"Clemens","non-dropping-particle":"","parse-names":false,"suffix":""},{"dropping-particle":"","family":"Kukla","given":"Christian","non-dropping-particle":"","parse-names":false,"suffix":""},{"dropping-particle":"","family":"Bukvic","given":"Gill","non-dropping-particle":"","parse-names":false,"suffix":""},{"dropping-particle":"","family":"Sanchez","given":"Luiz Eduardo De Angelo","non-dropping-particle":"","parse-names":false,"suffix":""},{"dropping-particle":"","family":"Fortulan","given":"Carlos Alberto","non-dropping-particle":"","parse-names":false,"suffix":""},{"dropping-particle":"","family":"Fiocchi","given":"A. A.","non-dropping-particle":"","parse-names":false,"suffix":""},{"dropping-particle":"","family":"Marinescu","given":"Ioan Demitrius","non-dropping-particle":"","parse-names":false,"suffix":""},{"dropping-particle":"","family":"Fabrication","given":"Solid Freeform","non-dropping-particle":"","parse-names":false,"suffix":""},{"dropping-particle":"","family":"Advanced","given":"An","non-dropping-particle":"","parse-names":false,"suffix":""},{"dropping-particle":"","family":"Approach","given":"Manufacturing","non-dropping-particle":"","parse-names":false,"suffix":""},{"dropping-particle":"","family":"Bose","given":"Animesh","non-dropping-particle":"","parse-names":false,"suffix":""},{"dropping-particle":"","family":"Schuh","given":"Christopher A.","non-dropping-particle":"","parse-names":false,"suffix":""},{"dropping-particle":"","family":"Tobia","given":"Jay C.","non-dropping-particle":"","parse-names":false,"suffix":""},{"dropping-particle":"","family":"Tuncer","given":"Nihan","non-dropping-particle":"","parse-names":false,"suffix":""},{"dropping-particle":"","family":"Mykulowycz","given":"Nicholas M.","non-dropping-particle":"","parse-names":false,"suffix":""},{"dropping-particle":"","family":"Preston","given":"Aaron","non-dropping-particle":"","parse-names":false,"suffix":""},{"dropping-particle":"","family":"Barbati","given":"Alexander C.","non-dropping-particle":"","parse-names":false,"suffix":""},{"dropping-particle":"","family":"Kernan","given":"Brian","non-dropping-particle":"","parse-names":false,"suffix":""},{"dropping-particle":"","family":"Gibson","given":"Michael A.","non-dropping-particle":"","parse-names":false,"suffix":""},{"dropping-particle":"","family":"Krause","given":"Dana","non-dropping-particle":"","parse-names":false,"suffix":""},{"dropping-particle":"","family":"Brzezinski","given":"Tomek","non-dropping-particle":"","parse-names":false,"suffix":""},{"dropping-particle":"","family":"Schroers","given":"Jan","non-dropping-particle":"","parse-names":false,"suffix":""},{"dropping-particle":"","family":"Fulop","given":"Ricardo","non-dropping-particle":"","parse-names":false,"suffix":""},{"dropping-particle":"","family":"Myerberg","given":"Jonah S.","non-dropping-particle":"","parse-names":false,"suffix":""},{"dropping-particle":"","family":"Sowerbutts","given":"Mark","non-dropping-particle":"","parse-names":false,"suffix":""},{"dropping-particle":"","family":"Chiang","given":"Yet Ming","non-dropping-particle":"","parse-names":false,"suffix":""},{"dropping-particle":"","family":"John Hart","given":"A.","non-dropping-particle":"","parse-names":false,"suffix":""},{"dropping-particle":"","family":"Sachs","given":"Emanuel M.","non-dropping-particle":"","parse-names":false,"suffix":""},{"dropping-particle":"","family":"Lomeli","given":"Ester E.","non-dropping-particle":"","parse-names":false,"suffix":""},{"dropping-particle":"","family":"Lund","given":"Alan C.","non-dropping-particle":"","parse-names":false,"suffix":""},{"dropping-particle":"","family":"Boschetto","given":"Alberto","non-dropping-particle":"","parse-names":false,"suffix":""},{"dropping-particle":"","family":"Bottini","given":"Luana","non-dropping-particle":"","parse-names":false,"suffix":""},{"dropping-particle":"","family":"Veniali","given":"Francesco","non-dropping-particle":"","parse-names":false,"suffix":""},{"dropping-particle":"","family":"Bordin","given":"A.","non-dropping-particle":"","parse-names":false,"suffix":""},{"dropping-particle":"","family":"Sartori","given":"S.","non-dropping-particle":"","parse-names":false,"suffix":""},{"dropping-particle":"","family":"Bruschi","given":"S.","non-dropping-particle":"","parse-names":false,"suffix":""},{"dropping-particle":"","family":"Ghiotti","given":"A.","non-dropping-particle":"","parse-names":false,"suffix":""},{"dropping-particle":"","family":"Bariani","given":"P. F.","non-dropping-particle":"","parse-names":false,"suffix":""},{"dropping-particle":"","family":"Boparai","given":"Kamaljit Singh","non-dropping-particle":"","parse-names":false,"suffix":""},{"dropping-particle":"","family":"Singh","given":"Rupinder","non-dropping-particle":"","parse-names":false,"suffix":""},{"dropping-particle":"","family":"Singh","given":"Harwinder","non-dropping-particle":"","parse-names":false,"suffix":""},{"dropping-particle":"","family":"Bissacco","given":"G.","non-dropping-particle":"","parse-names":false,"suffix":""},{"dropping-particle":"","family":"Hansen","given":"H. N.","non-dropping-particle":"","parse-names":false,"suffix":""},{"dropping-particle":"","family":"Slunsky","given":"J.","non-dropping-particle":"","parse-names":false,"suffix":""},{"dropping-particle":"","family":"Chiffre","given":"L.","non-dropping-particle":"De","parse-names":false,"suffix":""},{"dropping-particle":"","family":"Bikas","given":"H.","non-dropping-particle":"","parse-names":false,"suffix":""},{"dropping-particle":"","family":"Stavropoulos","given":"Panagiotis","non-dropping-particle":"","parse-names":false,"suffix":""},{"dropping-particle":"","family":"Chryssolouris","given":"G.","non-dropping-particle":"","parse-names":false,"suffix":""},{"dropping-particle":"","family":"Bártolo","given":"Paulo J.","non-dropping-particle":"","parse-names":false,"suffix":""},{"dropping-particle":"","family":"Bhorkade","given":"Ashish","non-dropping-particle":"","parse-names":false,"suffix":""},{"dropping-particle":"","family":"Bharambe","given":"Chetan","non-dropping-particle":"","parse-names":false,"suffix":""},{"dropping-particle":"","family":"Bhangale","given":"Suraj","non-dropping-particle":"","parse-names":false,"suffix":""},{"dropping-particle":"","family":"Patil","given":"Pankaj","non-dropping-particle":"","parse-names":false,"suffix":""},{"dropping-particle":"","family":"Scholar","given":"B E","non-dropping-particle":"","parse-names":false,"suffix":""},{"dropping-particle":"","family":"Nashik","given":"Bvcoe&amp;ri","non-dropping-particle":"","parse-names":false,"suffix":""},{"dropping-particle":"","family":"Bernås","given":"Mia","non-dropping-particle":"","parse-names":false,"suffix":""},{"dropping-particle":"","family":"Westermann","given":"Ida","non-dropping-particle":"","parse-names":false,"suffix":""},{"dropping-particle":"","family":"Johnsen","given":"Roy","non-dropping-particle":"","parse-names":false,"suffix":""},{"dropping-particle":"","family":"Torres","given":"Cristian","non-dropping-particle":"","parse-names":false,"suffix":""},{"dropping-particle":"","family":"Jernberg","given":"Anders","non-dropping-particle":"","parse-names":false,"suffix":""},{"dropping-particle":"","family":"Qvale","given":"Atle H.","non-dropping-particle":"","parse-names":false,"suffix":""},{"dropping-particle":"","family":"Iannuzzi","given":"Mariano","non-dropping-particle":"","parse-names":false,"suffix":""},{"dropping-particle":"","family":"Bellini","given":"Anna","non-dropping-particle":"","parse-names":false,"suffix":""},{"dropping-particle":"","family":"Shor","given":"Lauren","non-dropping-particle":"","parse-names":false,"suffix":""},{"dropping-particle":"","family":"Guceri","given":"Selcuk I.","non-dropping-particle":"","parse-names":false,"suffix":""},{"dropping-particle":"","family":"Güçeri","given":"Selçuk","non-dropping-particle":"","parse-names":false,"suffix":""},{"dropping-particle":"","family":"Baumann","given":"Felix W.","non-dropping-particle":"","parse-names":false,"suffix":""},{"dropping-particle":"","family":"Eichhoff","given":"Julian R.","non-dropping-particle":"","parse-names":false,"suffix":""},{"dropping-particle":"","family":"Roller","given":"Dieter","non-dropping-particle":"","parse-names":false,"suffix":""},{"dropping-particle":"","family":"Bakan","given":"H. I.","non-dropping-particle":"","parse-names":false,"suffix":""},{"dropping-particle":"","family":"Celis","given":"J. P.","non-dropping-particle":"","parse-names":false,"suffix":""},{"dropping-particle":"","family":"Gürbilek","given":"Nurdan","non-dropping-particle":"","parse-names":false,"suffix":""},{"dropping-particle":"","family":"Bai","given":"Qiang","non-dropping-particle":"","parse-names":false,"suffix":""},{"dropping-particle":"","family":"Bai","given":"Yong","non-dropping-particle":"","parse-names":false,"suffix":""},{"dropping-particle":"","family":"Attia","given":"Usama M.","non-dropping-particle":"","parse-names":false,"suffix":""},{"dropping-particle":"","family":"Alcock","given":"Jeffrey R.","non-dropping-particle":"","parse-names":false,"suffix":""},{"dropping-particle":"","family":"Aramcharoen","given":"A.","non-dropping-particle":"","parse-names":false,"suffix":""},{"dropping-particle":"","family":"Mativenga","given":"P. T.","non-dropping-particle":"","parse-names":false,"suffix":""},{"dropping-particle":"","family":"Anzalone","given":"Gerald C.","non-dropping-particle":"","parse-names":false,"suffix":""},{"dropping-particle":"","family":"Zhang","given":"Chenlong","non-dropping-particle":"","parse-names":false,"suffix":""},{"dropping-particle":"","family":"Wijnen","given":"Bas","non-dropping-particle":"","parse-names":false,"suffix":""},{"dropping-particle":"","family":"Sanders","given":"Paul G.","non-dropping-particle":"","parse-names":false,"suffix":""},{"dropping-particle":"","family":"Pearce","given":"Joshua M.","non-dropping-particle":"","parse-names":false,"suffix":""},{"dropping-particle":"","family":"Antony","given":"Leo V.M.","non-dropping-particle":"","parse-names":false,"suffix":""},{"dropping-particle":"","family":"Reddy","given":"Ramana G.","non-dropping-particle":"","parse-names":false,"suffix":""},{"dropping-particle":"","family":"Demir","given":"A G","non-dropping-particle":"","parse-names":false,"suffix":""},{"dropping-particle":"","family":"Anitha","given":"R.","non-dropping-particle":"","parse-names":false,"suffix":""},{"dropping-particle":"","family":"Arunachalam","given":"S.","non-dropping-particle":"","parse-names":false,"suffix":""},{"dropping-particle":"","family":"Radhakrishnan","given":"P.","non-dropping-particle":"","parse-names":false,"suffix":""},{"dropping-particle":"","family":"Ang","given":"Ker Chin","non-dropping-particle":"","parse-names":false,"suffix":""},{"dropping-particle":"","family":"Leong","given":"Kah Fai","non-dropping-particle":"","parse-names":false,"suffix":""},{"dropping-particle":"","family":"Chua","given":"Chee Kai","non-dropping-particle":"","parse-names":false,"suffix":""},{"dropping-particle":"","family":"Chandrasekaran","given":"Margam","non-dropping-particle":"","parse-names":false,"suffix":""},{"dropping-particle":"","family":"Praniewicz","given":"Maxwell","non-dropping-particle":"","parse-names":false,"suffix":""},{"dropping-particle":"","family":"Kurfess","given":"Thomas","non-dropping-particle":"","parse-names":false,"suffix":""},{"dropping-particle":"","family":"Saldana","given":"Christopher","non-dropping-particle":"","parse-names":false,"suffix":""},{"dropping-particle":"","family":"Amanullah","given":"A. N.M.","non-dropping-particle":"","parse-names":false,"suffix":""},{"dropping-particle":"","family":"Murshiduzzaman","given":"","non-dropping-particle":"","parse-names":false,"suffix":""},{"dropping-particle":"","family":"Saleh","given":"Tanveer","non-dropping-particle":"","parse-names":false,"suffix":""},{"dropping-particle":"","family":"Khan","given":"Raisuddin","non-dropping-particle":"","parse-names":false,"suffix":""},{"dropping-particle":"","family":"Almeida","given":"F. A.","non-dropping-particle":"","parse-names":false,"suffix":""},{"dropping-particle":"","family":"Carrapichano","given":"J. M.","non-dropping-particle":"","parse-names":false,"suffix":""},{"dropping-particle":"","family":"Fernandes","given":"A. J.S.","non-dropping-particle":"","parse-names":false,"suffix":""},{"dropping-particle":"","family":"Sacramento","given":"J.","non-dropping-particle":"","parse-names":false,"suffix":""},{"dropping-particle":"","family":"Silva","given":"R. F.","non-dropping-particle":"","parse-names":false,"suffix":""},{"dropping-particle":"","family":"Oliveira","given":"F. J.","non-dropping-particle":"","parse-names":false,"suffix":""},{"dropping-particle":"","family":"Allibert","given":"C. H.","non-dropping-particle":"","parse-names":false,"suffix":""},{"dropping-particle":"","family":"Agarwala","given":"Mukesh K","non-dropping-particle":"","parse-names":false,"suffix":""},{"dropping-particle":"","family":"Weeren","given":"R","non-dropping-particle":"Van","parse-names":false,"suffix":""},{"dropping-particle":"","family":"Vaidyanathan","given":"R.","non-dropping-particle":"","parse-names":false,"suffix":""},{"dropping-particle":"","family":"Bandyopadhyay","given":"Amit","non-dropping-particle":"","parse-names":false,"suffix":""},{"dropping-particle":"","family":"Carrasquillo","given":"G","non-dropping-particle":"","parse-names":false,"suffix":""},{"dropping-particle":"","family":"Jamalabad","given":"V","non-dropping-particle":"","parse-names":false,"suffix":""},{"dropping-particle":"","family":"Langrana","given":"N. A.","non-dropping-particle":"","parse-names":false,"suffix":""},{"dropping-particle":"","family":"Safari","given":"A","non-dropping-particle":"","parse-names":false,"suffix":""},{"dropping-particle":"","family":"Garofalini","given":"S H","non-dropping-particle":"","parse-names":false,"suffix":""},{"dropping-particle":"","family":"Danforth","given":"S. C","non-dropping-particle":"","parse-names":false,"suffix":""},{"dropping-particle":"","family":"Burlew","given":"J","non-dropping-particle":"","parse-names":false,"suffix":""},{"dropping-particle":"","family":"Donaldson","given":"R","non-dropping-particle":"","parse-names":false,"suffix":""},{"dropping-particle":"","family":"Whalen","given":"P","non-dropping-particle":"","parse-names":false,"suffix":""},{"dropping-particle":"","family":"Ballard","given":"C","non-dropping-particle":"","parse-names":false,"suffix":""},{"dropping-particle":"Van","family":"Weeren","given":"R","non-dropping-particle":"","parse-names":false,"suffix":""},{"dropping-particle":"","family":"Bandyopadhyay","given":"Amit","non-dropping-particle":"","parse-names":false,"suffix":""},{"dropping-particle":"","family":"Safari","given":"A","non-dropping-particle":"","parse-names":false,"suffix":""},{"dropping-particle":"","family":"Danforth","given":"S. C","non-dropping-particle":"","parse-names":false,"suffix":""},{"dropping-particle":"","family":"Priedeman","given":"W R","non-dropping-particle":"","parse-names":false,"suffix":""},{"dropping-particle":"","family":"Prinz","given":"Fritz B.","non-dropping-particle":"","parse-names":false,"suffix":""},{"dropping-particle":"","family":"Lara-subiabre","given":"Brenda Angélica","non-dropping-particle":"","parse-names":false,"suffix":""},{"dropping-particle":"","family":"Chacón","given":"Maria","non-dropping-particle":"","parse-names":false,"suffix":""},{"dropping-particle":"","family":"Chacón","given":"Azael","non-dropping-particle":"","parse-names":false,"suffix":""},{"dropping-particle":"","family":"Díaz Larenas","given":"Claudio","non-dropping-particle":"","parse-names":false,"suffix":""},{"dropping-particle":"","family":"Bastías Díaz","given":"Cecilia","non-dropping-particle":"","parse-names":false,"suffix":""},{"dropping-particle":"","family":"Reflexiva","given":"Investigación Identidad","non-dropping-particle":"","parse-names":false,"suffix":""},{"dropping-particle":"","family":"Práctica","given":"D E S U","non-dropping-particle":"","parse-names":false,"suffix":""},{"dropping-particle":"","family":"Sañudo","given":"Lya","non-dropping-particle":"","parse-names":false,"suffix":""},{"dropping-particle":"","family":"Escobar","given":"Nancy","non-dropping-particle":"","parse-names":false,"suffix":""},{"dropping-particle":"","family":"Helena","given":"Sonia","non-dropping-particle":"","parse-names":false,"suffix":""},{"dropping-particle":"","family":"Galindo","given":"Castellanos","non-dropping-particle":"","parse-names":false,"suffix":""},{"dropping-particle":"","family":"Esperanza","given":"Ruby","non-dropping-particle":"","parse-names":false,"suffix":""},{"dropping-particle":"","family":"Escobar","given":"Yaya","non-dropping-particle":"","parse-names":false,"suffix":""},{"dropping-particle":"","family":"Ferra","given":"Pérez","non-dropping-particle":"","parse-names":false,"suffix":""},{"dropping-particle":"","family":"López Calva","given":"Martín","non-dropping-particle":"","parse-names":false,"suffix":""},{"dropping-particle":"","family":"Baz","given":"Domingo","non-dropping-particle":"","parse-names":false,"suffix":""},{"dropping-particle":"","family":"Gonz","given":"Loreto","non-dropping-particle":"","parse-names":false,"suffix":""},{"dropping-particle":"","family":"González Calvo Gustavo","given":"","non-dropping-particle":"","parse-names":false,"suffix":""},{"dropping-particle":"","family":"Esteve","given":"Olga","non-dropping-particle":"","parse-names":false,"suffix":""},{"dropping-particle":"","family":"Lella","given":"C.","non-dropping-particle":"de","parse-names":false,"suffix":""},{"dropping-particle":"","family":"AUFOP","given":"","non-dropping-particle":"","parse-names":false,"suffix":""},{"dropping-particle":"","family":"Hirmas Ready","given":"Carolina","non-dropping-particle":"","parse-names":false,"suffix":""},{"dropping-particle":"","family":"PEREZ GOMEZ","given":"ANGEL I","non-dropping-particle":"","parse-names":false,"suffix":""},{"dropping-particle":"","family":"Martínez","given":"Lurdes","non-dropping-particle":"","parse-names":false,"suffix":""},{"dropping-particle":"","family":"Martín","given":"Montserrat","non-dropping-particle":"","parse-names":false,"suffix":""},{"dropping-particle":"","family":"Capllonch","given":"Marta","non-dropping-particle":"","parse-names":false,"suffix":""},{"dropping-particle":"","family":"Pr","given":"D E L","non-dropping-particle":"","parse-names":false,"suffix":""},{"dropping-particle":"","family":"En","given":"Cticum","non-dropping-particle":"","parse-names":false,"suffix":""},{"dropping-particle":"","family":"Adquisici","given":"L A","non-dropping-particle":"","parse-names":false,"suffix":""},{"dropping-particle":"","family":"Profesionales","given":"D E Competencias","non-dropping-particle":"","parse-names":false,"suffix":""},{"dropping-particle":"","family":"Permiten","given":"Q U E","non-dropping-particle":"","parse-names":false,"suffix":""},{"dropping-particle":"","family":"Transferencia","given":"L A","non-dropping-particle":"","parse-names":false,"suffix":""},{"dropping-particle":"","family":"Propios","given":"Mbitos","non-dropping-particle":"","parse-names":false,"suffix":""},{"dropping-particle":"","family":"Acci","given":"D E L A","non-dropping-particle":"","parse-names":false,"suffix":""},{"dropping-particle":"","family":"Rica","given":"Universidad De Costa","non-dropping-particle":"","parse-names":false,"suffix":""},{"dropping-particle":"","family":"Rica","given":"Costa","non-dropping-particle":"","parse-names":false,"suffix":""},{"dropping-particle":"","family":"Marmo","given":"Célica E Cánovas","non-dropping-particle":"","parse-names":false,"suffix":""},{"dropping-particle":"","family":"Rivas","given":"Teresita","non-dropping-particle":"","parse-names":false,"suffix":""},{"dropping-particle":"","family":"Martín","given":"Celina","non-dropping-particle":"","parse-names":false,"suffix":""},{"dropping-particle":"","family":"Venegas","given":"María Alejandra","non-dropping-particle":"","parse-names":false,"suffix":""},{"dropping-particle":"","family":"Pontes Pedrajas","given":"Alfonso","non-dropping-particle":"","parse-names":false,"suffix":""},{"dropping-particle":"","family":"Serrano Rodríguez","given":"Rocío","non-dropping-particle":"","parse-names":false,"suffix":""},{"dropping-particle":"","family":"Poyato Lopez","given":"Francisco José","non-dropping-particle":"","parse-names":false,"suffix":""},{"dropping-particle":"","family":"Linea","given":"Seminario D E","non-dropping-particle":"","parse-names":false,"suffix":""},{"dropping-particle":"","family":"Las","given":"Enseñanza D E","non-dropping-particle":"","parse-names":false,"suffix":""},{"dropping-particle":"","family":"La","given":"Ciencias Y","non-dropping-particle":"","parse-names":false,"suffix":""},{"dropping-particle":"","family":"Vain","given":"Pablo Daniel","non-dropping-particle":"","parse-names":false,"suffix":""},{"dropping-particle":"","family":"Arbesú García","given":"María Isabel","non-dropping-particle":"","parse-names":false,"suffix":""},{"dropping-particle":"","family":"Gutiérrez Martínez","given":"Elia","non-dropping-particle":"","parse-names":false,"suffix":""},{"dropping-particle":"","family":"Pastells","given":"Àngel","non-dropping-particle":"","parse-names":false,"suffix":""},{"dropping-particle":"","family":"Gvirtz","given":"Silvina","non-dropping-particle":"","parse-names":false,"suffix":""},{"dropping-particle":"","family":"Palamidessi","given":"Mariano","non-dropping-particle":"","parse-names":false,"suffix":""},{"dropping-particle":"","family":"La","given":"Desarrollo E D E","non-dropping-particle":"","parse-names":false,"suffix":""},{"dropping-particle":"","family":"Como","given":"Ocencia","non-dropping-particle":"","parse-names":false,"suffix":""},{"dropping-particle":"","family":"Contreras","given":"Eflexiva Gloria","non-dropping-particle":"","parse-names":false,"suffix":""},{"dropping-particle":"","family":"Arbes","given":"Isabel","non-dropping-particle":"","parse-names":false,"suffix":""},{"dropping-particle":"","family":"Carrasco","given":"Pablo Castro","non-dropping-particle":"","parse-names":false,"suffix":""},{"dropping-particle":"","family":"Carvajal","given":"Carlos Agüero","non-dropping-particle":"","parse-names":false,"suffix":""},{"dropping-particle":"","family":"Alfaro","given":"Andrea Barraza","non-dropping-particle":"","parse-names":false,"suffix":""},{"dropping-particle":"","family":"Puentes","given":"Gonzalo Escobar","non-dropping-particle":"","parse-names":false,"suffix":""},{"dropping-particle":"","family":"Varas","given":"Jaime Jorquera","non-dropping-particle":"","parse-names":false,"suffix":""},{"dropping-particle":"","family":"Barrea","given":"Susana","non-dropping-particle":"","parse-names":false,"suffix":""},{"dropping-particle":"","family":"Guzmán","given":"Isabel","non-dropping-particle":"","parse-names":false,"suffix":""},{"dropping-particle":"","family":"Marín","given":"Rigoberto","non-dropping-particle":"","parse-names":false,"suffix":""},{"dropping-particle":"","family":"Zesati","given":"Gina","non-dropping-particle":"","parse-names":false,"suffix":""},{"dropping-particle":"","family":"Breach","given":"Rosa","non-dropping-particle":"","parse-names":false,"suffix":""},{"dropping-particle":"","family":"Mellado Hernández","given":"M E","non-dropping-particle":"","parse-names":false,"suffix":""},{"dropping-particle":"","family":"Barba","given":"José J.","non-dropping-particle":"","parse-names":false,"suffix":""},{"dropping-particle":"","family":"Gónzalez Calvo","given":"Gustavo","non-dropping-particle":"","parse-names":false,"suffix":""},{"dropping-particle":"","family":"Barba-Martín","given":"Raúl A.","non-dropping-particle":"","parse-names":false,"suffix":""},{"dropping-particle":"","family":"Sanmamed","given":"M.G.","non-dropping-particle":"","parse-names":false,"suffix":""},{"dropping-particle":"","family":"Abeledo","given":"E.J.F.","non-dropping-particle":"","parse-names":false,"suffix":""},{"dropping-particle":"","family":"Tagle","given":"Tania","non-dropping-particle":"","parse-names":false,"suffix":""},{"dropping-particle":"","family":"Gomes Lima","given":"Paulo","non-dropping-particle":"","parse-names":false,"suffix":""},{"dropping-particle":"","family":"Rodrigues","given":"Renata","non-dropping-particle":"","parse-names":false,"suffix":""},{"dropping-particle":"","family":"Rodríguez-Illera","given":"José Luis","non-dropping-particle":"","parse-names":false,"suffix":""},{"dropping-particle":"","family":"نوروز</w:instrText>
      </w:r>
      <w:r>
        <w:rPr>
          <w:rFonts w:hint="cs"/>
        </w:rPr>
        <w:instrText xml:space="preserve">ی</w:instrText>
      </w:r>
      <w:r>
        <w:instrText xml:space="preserve">","given":"محمود","non-dropping-particle":"","parse-names":false,"suffix":""},{"dropping-particle":"","family":"Científica","given":"Sistema De Información","non-dropping-particle":"","parse-names":false,"suffix":""},{"dropping-particle":"","family":"La","given":"Desarrollo E D E","non-dropping-particle":"","parse-names":false,"suffix":""},{"dropping-particle":"","family":"Reflexiva","given":"Investigación Identidad","non-dropping-particle":"","parse-names":false,"suffix":""},{"dropping-particle":"","family":"Profesorado","given":"D E L","non-dropping-particle":"","parse-names":false,"suffix":""},{"dropping-particle":"","family":"Las","given":"Desde","non-dropping-particle":"","parse-names":false,"suffix":""},{"dropping-particle":"","family":"Grupal","given":"Perspectivas","non-dropping-particle":"","parse-names":false,"suffix":""},{"dropping-particle":"","family":"Cano","given":"Elena","non-dropping-particle":"","parse-names":false,"suffix":""},{"dropping-particle":"","family":"Imbernon","given":"Francisco","non-dropping-particle":"","parse-names":false,"suffix":""},{"dropping-particle":"","family":"Moral Santaella","given":"Cristina","non-dropping-particle":"","parse-names":false,"suffix":""},{"dropping-particle":"","family":"Peña","given":"Velázquez","non-dropping-particle":"","parse-names":false,"suffix":""},{"dropping-particle":"","family":"Estrella","given":"A","non-dropping-particle":"","parse-names":false,"suffix":""},{"dropping-particle":"","family":"Reyes","given":"Ulloa","non-dropping-particle":"","parse-names":false,"suffix":""},{"dropping-particle":"","family":"Luis","given":"G","non-dropping-particle":"","parse-names":false,"suffix":""},{"dropping-particle":"","family":"Mujica","given":"Hernández","non-dropping-particle":"","parse-names":false,"suffix":""},{"dropping-particle":"","family":"Jorge","given":"L","non-dropping-particle":"","parse-names":false,"suffix":""},{"dropping-particle":"","family":"Peña","given":"C Estrella A Velázquez","non-dropping-particle":"","parse-names":false,"suffix":""},{"dropping-particle":"","family":"Reyes","given":"C Luis G Ulloa","non-dropping-particle":"","parse-names":false,"suffix":""},{"dropping-particle":"","family":"Auxiliar","given":"Profesor","non-dropping-particle":"","parse-names":false,"suffix":""},{"dropping-particle":"","family":"Pavié","given":"Alex","non-dropping-particle":"","parse-names":false,"suffix":""},{"dropping-particle":"","family":"Imbernón","given":"Francesc","non-dropping-particle":"","parse-names":false,"suffix":""},{"dropping-particle":"","family":"Esteve Olga","given":"","non-dropping-particle":"","parse-names":false,"suffix":""},{"dropping-particle":"","family":"Flores","given":"Pablo","non-dropping-particle":"","parse-names":false,"suffix":""},{"dropping-particle":"","family":"Inexplorados","given":"Explorados E","non-dropping-particle":"","parse-names":false,"suffix":""},{"dropping-particle":"","family":"Cisternas","given":"Tatiana","non-dropping-particle":"","parse-names":false,"suffix":""},{"dropping-particle":"","family":"Lima","given":"Paulo Gomes","non-dropping-particle":"","parse-names":false,"suffix":""},{"dropping-particle":"","family":"Educativos","given":"Centro De Estudios","non-dropping-particle":"","parse-names":false,"suffix":""},{"dropping-particle":"","family":"Federal","given":"Distrito","non-dropping-particle":"","parse-names":false,"suffix":""},{"dropping-particle":"","family":"La","given":"E N","non-dropping-particle":"","parse-names":false,"suffix":""},{"dropping-particle":"","family":"Inicial","given":"Formación","non-dropping-particle":"","parse-names":false,"suffix":""},{"dropping-particle":"","family":"Profesorado","given":"D E L","non-dropping-particle":"","parse-names":false,"suffix":""},{"dropping-particle":"","family":"Muñoz Martínez","given":"Maryluz","non-dropping-particle":"","parse-names":false,"suffix":""},{"dropping-particle":"","family":"Garay Garay","given":"Fredy","non-dropping-particle":"","parse-names":false,"suffix":""},{"dropping-particle":"","family":"Cáceres","given":"M.","non-dropping-particle":"","parse-names":false,"suffix":""},{"dropping-particle":"","family":"Lara","given":"L.","non-dropping-particle":"","parse-names":false,"suffix":""},{"dropping-particle":"","family":"Iglesias","given":"C.M.","non-dropping-particle":"","parse-names":false,"suffix":""},{"dropping-particle":"","family":"Garcia","given":"R.","non-dropping-particle":"","parse-names":false,"suffix":""},{"dropping-particle":"","family":"Bravo","given":"G.","non-dropping-particle":"","parse-names":false,"suffix":""},{"dropping-particle":"","family":"Cañedo","given":"C.","non-dropping-particle":"","parse-names":false,"suffix":""},{"dropping-particle":"","family":"Valdes","given":"O.","non-dropping-particle":"","parse-names":false,"suffix":""},{"dropping-particle":"","family":"Francisco","given":"Juan","non-dropping-particle":"","parse-names":false,"suffix":""},{"dropping-particle":"","family":"Canals","given":"Díaz","non-dropping-particle":"","parse-names":false,"suffix":""},{"dropping-particle":"","family":"Cabero Almenara","given":"J.","non-dropping-particle":"","parse-names":false,"suffix":""},{"dropping-particle":"","family":"Barroso Osuna","given":"J.","non-dropping-particle":"","parse-names":false,"suffix":""},{"dropping-particle":"","family":"El","given":"E N","non-dropping-particle":"","parse-names":false,"suffix":""},{"dropping-particle":"","family":"Enseñar","given":"Oficio D E","non-dropping-particle":"","parse-names":false,"suffix":""},{"dropping-particle":"","family":"Perrenoud","given":"Philippe","non-dropping-particle":"","parse-names":false,"suffix":""},{"dropping-particle":"","family":"Geometry","given":"Riemannian","non-dropping-particle":"","parse-names":false,"suffix":""},{"dropping-particle":"","family":"Analysis","given":"Geometric","non-dropping-particle":"","parse-names":false,"suffix":""},{"dropping-particle":"","family":"Russell","given":"Tom","non-dropping-particle":"","parse-names":false,"suffix":""},{"dropping-particle":"","family":"Vélaz de Medrano","given":"Consuelo","non-dropping-particle":"","parse-names":false,"suffix":""},{"dropping-particle":"","family":"Vaillan","given":"Denise","non-dropping-particle":"","parse-names":false,"suffix":""},{"dropping-particle":"","family":"Perrenoud","given":"Philippe","non-dropping-particle":"","parse-names":false,"suffix":""},{"dropping-particle":"","family":"Desarrollo","given":"E L","non-dropping-particle":"","parse-names":false,"suffix":""},{"dropping-particle":"","family":"Del","given":"Profesional","non-dropping-particle":"","parse-names":false,"suffix":""},{"dropping-particle":"","family":"La","given":"Práctica","non-dropping-particle":"","parse-names":false,"suffix":""},{"dropping-particle":"","family":"La","given":"Hipótesis D E","non-dropping-particle":"","parse-names":false,"suffix":""},{"dropping-particle":"","family":"ABS","given":"","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Bakar","non-dropping-particle":"","parse-names":false,"suffix":""},{"dropping-particle":"","family":"Song","given":"Yong Ak","non-dropping-particle":"","parse-names":false,"suffix":""},{"dropping-particle":"","family":"Park","given":"Seong Jin Sehyung S.","non-dropping-particle":"","parse-names":false,"suffix":""},{"dropping-particle":"","family":"Chae","given":"Soo Won","non-dropping-particle":"","parse-names":false,"suffix":""},{"dropping-particle":"","family":"Di","given":"Olitecnico","non-dropping-particle":"","parse-names":false,"suffix":""},{"dropping-particle":"","family":"Of","given":"Chool","non-dropping-particle":"","parse-names":false,"suffix":""},{"dropping-particle":"","family":"In","given":"C","non-dropping-particle":"","parse-names":false,"suffix":""},{"dropping-particle":"","family":"Milano","given":"Politecnico D I","non-dropping-particle":"","parse-names":false,"suffix":""},{"dropping-particle":"","family":"A.Cazzani","given":"","non-dropping-particle":"","parse-names":false,"suffix":""},{"dropping-particle":"","family":"Resources","given":"Back T O","non-dropping-particle":"","parse-names":false,"suffix":""},{"dropping-particle":"","family":"Ph","given":"Recognizing Outstanding","non-dropping-particle":"","parse-names":false,"suffix":""},{"dropping-particle":"","family":"Singh","given":"Prabhjot","non-dropping-particle":"","parse-names":false,"suffix":""},{"dropping-particle":"","family":"Moon","given":"Yong-mo","non-dropping-particle":"","parse-names":false,"suffix":""},{"dropping-particle":"","family":"Dutta","given":"Debasish","non-dropping-particle":"","parse-names":false,"suffix":""},{"dropping-particle":"","family":"Kota","given":"Sridhar","non-dropping-particle":"","parse-names":false,"suffix":""},{"dropping-particle":"","family":"Jeyachandran","given":"Praveen","non-dropping-particle":"","parse-names":false,"suffix":""},{"dropping-particle":"","family":"Patil","given":"Balu","non-dropping-particle":"","parse-names":false,"suffix":""},{"dropping-particle":"","family":"Doddamani","given":"Mrityunjay","non-dropping-particle":"","parse-names":false,"suffix":""},{"dropping-particle":"","family":"Bontha","given":"Srikanth","non-dropping-particle":"","parse-names":false,"suffix":""},{"dropping-particle":"","family":"Balla","given":"Vamsi Krishna","non-dropping-particle":"","parse-names":false,"suffix":""},{"dropping-particle":"","family":"Greulich","given":"Michael","non-dropping-particle":"","parse-names":false,"suffix":""},{"dropping-particle":"","family":"Greul","given":"Matthias","non-dropping-particle":"","parse-names":false,"suffix":""},{"dropping-particle":"","family":"Pintat","given":"Theo","non-dropping-particle":"","parse-names":false,"suffix":""},{"dropping-particle":"","family":"Bourell","given":"David L.","non-dropping-particle":"","parse-names":false,"suffix":""},{"dropping-particle":"","family":"Karunakaran","given":"K.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Williams","given":"Christopher B.","non-dropping-particle":"","parse-names":false,"suffix":""},{"dropping-particle":"","family":"Hedrick","given":"Robert W.","non-dropping-particle":"","parse-names":false,"suffix":""},{"dropping-particle":"","family":"Urbanic","given":"R. Jill","non-dropping-particle":"","parse-names":false,"suffix":""},{"dropping-particle":"","family":"Burford","given":"Chris G.","non-dropping-particle":"","parse-names":false,"suffix":""},{"dropping-particle":"","family":"Kubalak","given":"Joseph R.","non-dropping-particle":"","parse-names":false,"suffix":""},{"dropping-particle":"","family":"Wicks","given":"Alfred L.","non-dropping-particle":"","parse-names":false,"suffix":""},{"dropping-particle":"","family":"Williams","given":"Christopher B.","non-dropping-particle":"","parse-names":false,"suffix":""},{"dropping-particle":"","family":"Bonaiti","given":"Giuseppe","non-dropping-particle":"","parse-names":false,"suffix":""},{"dropping-particle":"","family":"Parenti","given":"Paolo","non-dropping-particle":"","parse-names":false,"suffix":""},{"dropping-particle":"","family":"Annoni","given":"MASSIMILIANO PIETRO GIOVANNI","non-dropping-particle":"","parse-names":false,"suffix":""},{"dropping-particle":"","family":"Kapoor","given":"Shiv G.","non-dropping-particle":"","parse-names":false,"suffix":""},{"dropping-particle":"","family":"Thompson","given":"Yvonne","non-dropping-particle":"","parse-names":false,"suffix":""},{"dropping-particle":"","family":"Gonzalez-Gutierrez","given":"Joamin","non-dropping-particle":"","parse-names":false,"suffix":""},{"dropping-particle":"","family":"Kukla","given":"Christian","non-dropping-particle":"","parse-names":false,"suffix":""},{"dropping-particle":"","family":"Felfer","given":"Peter","non-dropping-particle":"","parse-names":false,"suffix":""},{"dropping-particle":"","family":"Braconnier","given":"Daniel J.","non-dropping-particle":"","parse-names":false,"suffix":""},{"dropping-particle":"","family":"Jensen","given":"Robert E.","non-dropping-particle":"","parse-names":false,"suffix":""},{"dropping-particle":"","family":"Peterson","given":"Amy M.","non-dropping-particle":"","parse-names":false,"suffix":""},{"dropping-particle":"","family":"Oyelola","given":"Olusola","non-dropping-particle":"","parse-names":false,"suffix":""},{"dropping-particle":"","family":"Crawforth","given":"Peter","non-dropping-particle":"","parse-names":false,"suffix":""},{"dropping-particle":"","family":"M'Saoubi","given":"Rachid","non-dropping-particle":"","parse-names":false,"suffix":""},{"dropping-particle":"","family":"Clare","given":"Adam T.","non-dropping-particle":"","parse-names":false,"suffix":""},{"dropping-particle":"","family":"Kulkarni","given":"Harshal","non-dropping-particle":"","parse-names":false,"suffix":""},{"dropping-particle":"V.","family":"Dabhade","given":"Vikram","non-dropping-particle":"","parse-names":false,"suffix":""},{"dropping-particle":"","family":"Jabbari","given":"Amin","non-dropping-particle":"","parse-names":false,"suffix":""},{"dropping-particle":"","family":"Abrinia","given":"Karen","non-dropping-particle":"","parse-names":false,"suffix":""},{"dropping-particle":"","family":"Strano","given":"Matteo","non-dropping-particle":"","parse-names":false,"suffix":""},{"dropping-particle":"","family":"Rane","given":"Kedarnath","non-dropping-particle":"","parse-names":false,"suffix":""},{"dropping-particle":"","family":"Briatico Vangosa","given":"Francesco","non-dropping-particle":"","parse-names":false,"suffix":""},{"dropping-particle":"","family":"Landro","given":"Luca","non-dropping-particle":"Di","parse-names":false,"suffix":""},{"dropping-particle":"","family":"Thompson","given":"David C.","non-dropping-particle":"","parse-names":false,"suffix":""},{"dropping-particle":"","family":"Crawford","given":"Richard H.","non-dropping-particle":"","parse-names":false,"suffix":""},{"dropping-particle":"","family":"Aleni","given":"Afshin Hasani","non-dropping-particle":"","parse-names":false,"suffix":""},{"dropping-particle":"","family":"Ituarte","given":"Iñigo Flores","non-dropping-particle":"","parse-names":false,"suffix":""},{"dropping-particle":"","family":"Mohite","given":"Ashish","non-dropping-particle":"","parse-names":false,"suffix":""},{"dropping-particle":"","family":"St-Pierre","given":"Luc","non-dropping-particle":"","parse-names":false,"suffix":""},{"dropping-particle":"","family":"Partanen","given":"Jouni","non-dropping-particle":"","parse-names":false,"suffix":""},{"dropping-particle":"","family":"Guan","given":"Kai","non-dropping-particle":"","parse-names":false,"suffix":""},{"dropping-particle":"","family":"Wang","given":"Zhigang Zemin","non-dropping-particle":"","parse-names":false,"suffix":""},{"dropping-particle":"","family":"Gao","given":"Ming","non-dropping-particle":"","parse-names":false,"suffix":""},{"dropping-particle":"","family":"Li","given":"Xiangyou","non-dropping-particle":"","parse-names":false,"suffix":""},{"dropping-particle":"","family":"Zeng","given":"Xiaoyan","non-dropping-particle":"","parse-names":false,"suffix":""},{"dropping-particle":"","family":"Liu","given":"Bin","non-dropping-particle":"","parse-names":false,"suffix":""},{"dropping-particle":"","family":"Wang","given":"Yuxiang","non-dropping-particle":"","parse-names":false,"suffix":""},{"dropping-particle":"","family":"Lin","given":"Ziwei","non-dropping-particle":"","parse-names":false,"suffix":""},{"dropping-particle":"","family":"Zhang","given":"Tao","non-dropping-particle":"","parse-names":false,"suffix":""},{"dropping-particle":"","family":"Gonzalez-Gutierrez","given":"Joamin","non-dropping-particle":"","parse-names":false,"suffix":""},{"dropping-particle":"","family":"Arbeiter","given":"Florian","non-dropping-particle":"","parse-names":false,"suffix":""},{"dropping-particle":"","family":"Schlauf","given":"Thomas","non-dropping-particle":"","parse-names":false,"suffix":""},{"dropping-particle":"","family":"Kukla","given":"Christian","non-dropping-particle":"","parse-names":false,"suffix":""},{"dropping-particle":"","family":"Holzer","given":"Clemens","non-dropping-particle":"","parse-names":false,"suffix":""},{"dropping-particle":"","family":"Carneiro","given":"Luiz","non-dropping-particle":"","parse-names":false,"suffix":""},{"dropping-particle":"","family":"Jalalahmadi","given":"Behrooz","non-dropping-particle":"","parse-names":false,"suffix":""},{"dropping-particle":"","family":"Ashtekar","given":"Ankur","non-dropping-particle":"","parse-names":false,"suffix":""},{"dropping-particle":"","family":"Jiang","given":"Yanyao","non-dropping-particle":"","parse-names":false,"suffix":""},{"dropping-particle":"","family":"Romero","given":"Ana","non-dropping-particle":"","parse-names":false,"suffix":""},{"dropping-particle":"","family":"Herranz","given":"Gemma","non-dropping-particle":"","parse-names":false,"suffix":""},{"dropping-particle":"","family":"Ferraris","given":"Eleonora","non-dropping-particle":"","parse-names":false,"suffix":""},{"dropping-particle":"","family":"Vleugels","given":"Jef","non-dropping-particle":"","parse-names":false,"suffix":""},{"dropping-particle":"","family":"Guo","given":"Yuebin","non-dropping-particle":"","parse-names":false,"suffix":""},{"dropping-particle":"","family":"Bourell","given":"David L.","non-dropping-particle":"","parse-names":false,"suffix":""},{"dropping-particle":"","family":"Kruth","given":"Jean Pierre","non-dropping-particle":"","parse-names":false,"suffix":""},{"dropping-particle":"","family":"Lauwers","given":"Bert","non-dropping-particle":"","parse-names":false,"suffix":""},{"dropping-particle":"","family":"Bakkelund","given":"Jim","non-dropping-particle":"","parse-names":false,"suffix":""},{"dropping-particle":"","family":"Karlsen","given":"Roald","non-dropping-particle":"","parse-names":false,"suffix":""},{"dropping-particle":"","family":"Bjørke","given":"Øyvind","non-dropping-particle":"","parse-names":false,"suffix":""},{"dropping-particle":"","family":"Greul","given":"Matthias","non-dropping-particle":"","parse-names":false,"suffix":""},{"dropping-particle":"","family":"Pintat","given":"Theo","non-dropping-particle":"","parse-names":false,"suffix":""},{"dropping-particle":"","family":"Greulich","given":"Michael","non-dropping-particle":"","parse-names":false,"suffix":""},{"dropping-particle":"","family":"Suryakumar","given":"Simhambhatla","non-dropping-particle":"","parse-names":false,"suffix":""},{"dropping-particle":"","family":"Karunakaran","given":"K. P.","non-dropping-particle":"","parse-names":false,"suffix":""},{"dropping-particle":"","family":"Chandrasekhar","given":"U.","non-dropping-particle":"","parse-names":false,"suffix":""},{"dropping-particle":"","family":"Somashekara","given":"M. A.","non-dropping-particle":"","parse-names":false,"suffix":""},{"dropping-particle":"","family":"Milano","given":"Politecnico D I","non-dropping-particle":"","parse-names":false,"suffix":""},{"dropping-particle":"","family":"Singh","given":"Prabhjot","non-dropping-particle":"","parse-names":false,"suffix":""},{"dropping-particle":"","family":"Dutta","given":"Debasish","non-dropping-particle":"","parse-names":false,"suffix":""},{"dropping-particle":"","family":"Hapsari","given":"Anindyakusuma","non-dropping-particle":"","parse-names":false,"suffix":""},{"dropping-particle":"","family":"Ritohardoyo","given":"Su","non-dropping-particle":"","parse-names":false,"suffix":""},{"dropping-particle":"","family":"Taiwan Foundation for Democracy","given":"(TFD)","non-dropping-particle":"","parse-names":false,"suffix":""},{"dropping-particle":"","family":"Holsti","given":"Ole R.","non-dropping-particle":"","parse-names":false,"suffix":""},{"dropping-particle":"","family":"Allison","given":"Graham T.","non-dropping-particle":"","parse-names":false,"suffix":""},{"dropping-particle":"","family":"Sri","given":"Tan","non-dropping-particle":"","parse-names":false,"suffix":""},{"dropping-particle":"","family":"Seri","given":"Dato","non-dropping-particle":"","parse-names":false,"suffix":""},{"dropping-particle":"","family":"Hamid","given":"Syed","non-dropping-particle":"","parse-names":false,"suffix":""},{"dropping-particle":"","family":"Syed","given":"Sri","non-dropping-particle":"","parse-names":false,"suffix":""},{"dropping-particle":"","family":"Albar","given":"Jaafar","non-dropping-particle":"","parse-names":false,"suffix":""},{"dropping-particle":"","family":"Mallick","given":"Pk","non-dropping-particle":"","parse-names":false,"suffix":""},{"dropping-particle":"","family":"Booth","given":"Ken","non-dropping-particle":"","parse-names":false,"suffix":""},{"dropping-particle":"","family":"Short","given":"Senéad","non-dropping-particle":"","parse-names":false,"suffix":""},{"dropping-particle":"","family":"Influence","given":"Authoritarian","non-dropping-particle":"","parse-names":false,"suffix":""},{"dropping-particle":"","family":"Tang","given":"Shiping","non-dropping-particle":"","parse-names":false,"suffix":""}],"container-title":"Transcommunication","id":"ITEM-1","issue":"1","issued":{"date-parts":[["2018"]]},"page":"1-8","title":"COPING STRESS MAHASISWA PRAKTIKAN DITINJAU DARI JENIS KELAMIN","type":"article-journal","volume":"53"}}],"schema":"https://github.com/citation-style-language/schema/raw/master/csl-citation.json"} </w:instrText>
      </w:r>
      <w:r>
        <w:fldChar w:fldCharType="separate"/>
      </w:r>
      <w:r>
        <w:t>(Coker et al., 2018)</w:t>
      </w:r>
      <w:r>
        <w:fldChar w:fldCharType="end"/>
      </w:r>
      <w:r>
        <w:t xml:space="preserve">. According to (Johnson, 2019), social support can help individuals improve ways to deal with or solve problems related to reducing stress symptoms by providing information, attention, and feedback needed to carry out coping stress </w:t>
      </w:r>
      <w:r>
        <w:rPr>
          <w:i/>
          <w:iCs/>
        </w:rPr>
        <w:fldChar w:fldCharType="begin" w:fldLock="1"/>
      </w:r>
      <w:r>
        <w:rPr>
          <w:i/>
          <w:iCs/>
        </w:rPr>
        <w:instrText xml:space="preserve"> ADDIN ZOTERO_ITEM CSL_CITATION {"citationID":"GMuhlunw","properties":{"formattedCitation":"(Coker et al., 2018)","plainCitation":"(Coker et al., 2018)","noteIndex":0},"citationItems":[{"id":"jEl7KA78/hAyXZ2g4","uris":["http://www.mendeley.com/documents/?uuid=3a6b8ed9-8785-49d7-8365-b907055cf7c4"],"itemData":{"ISBN":"8862270801","ISSN":"09240136","PMID":"25246403","abstract":"Predicting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oker","given":"Christopher","non-dropping-particle":"","parse-names":false,"suffix":""},{"dropping-particle":"","family":"Greene","given":"Ethan","non-dropping-particle":"","parse-names":false,"suffix":""},{"dropping-particle":"","family":"Shao","given":"J.","non-dropping-particle":"","parse-names":false,"suffix":""},{"dropping-particle":"","family":"Enclave","given":"Development","non-dropping-particle":"","parse-names":false,"suffix":""},{"dropping-particle":"","family":"Tula","given":"Rao","non-dropping-particle":"","parse-names":false,"suffix":""},{"dropping-particle":"","family":"Marg","given":"Ram","non-dropping-particle":"","parse-names":false,"suffix":""},{"dropping-particle":"","family":"Jones","given":"Lee","non-dropping-particle":"","parse-names":false,"suffix":""},{"dropping-particle":"","family":"Hameiri","given":"Shahar","non-dropping-particle":"","parse-names":false,"suffix":""},{"dropping-particle":"","family":"Cansu","given":"Esra Eymen","non-dropping-particle":"","parse-names":false,"suffix":""},{"dropping-particle":"","family":"Initiative","given":"Road","non-dropping-particle":"","parse-names":false,"suffix":""},{"dropping-particle":"","family":"Maritime","given":"Century","non-dropping-particle":"","parse-names":false,"suffix":""},{"dropping-particle":"","family":"Road","given":"Silk","non-dropping-particle":"","parse-names":false,"suffix":""},{"dropping-particle":"","family":"Çelik","given":"Ali","non-dropping-particle":"","parse-names":false,"suffix":""},{"dropping-particle":"","family":"Yaman","given":"Halil","non-dropping-particle":"","parse-names":false,"suffix":""},{"dropping-particle":"","family":"Turan","given":"Servet","non-dropping-particle":"","parse-names":false,"suffix":""},{"dropping-particle":"","family":"Kara","given":"Alpagut","non-dropping-particle":"","parse-names":false,"suffix":""},{"dropping-particle":"","family":"Kara","given":"Ferhat","non-dropping-particle":"","parse-names":false,"suffix":""},{"dropping-particle":"","family":"Zhu","given":"Baojun","non-dropping-particle":"","parse-names":false,"suffix":""},{"dropping-particle":"","family":"Qu","given":"Xuanhui","non-dropping-particle":"","parse-names":false,"suffix":""},{"dropping-particle":"","family":"Tao","given":"Ying","non-dropping-particle":"","parse-names":false,"suffix":""},{"dropping-particle":"","family":"Zhu","given":"Zicheng","non-dropping-particle":"","parse-names":false,"suffix":""},{"dropping-particle":"","family":"Dhokia","given":"Vimal","non-dropping-particle":"","parse-names":false,"suffix":""},{"dropping-particle":"","family":"Nassehi","given":"Aydin","non-dropping-particle":"","parse-names":false,"suffix":""},{"dropping-particle":"","family":"Newman","given":"Stephen T.","non-dropping-particle":"","parse-names":false,"suffix":""},{"dropping-particle":"","family":"Zheng","given":"Lei","non-dropping-particle":"","parse-names":false,"suffix":""},{"dropping-particle":"","family":"Neville","given":"Anne","non-dropping-particle":"","parse-names":false,"suffix":""},{"dropping-particle":"","family":"Gledhill","given":"Andrew","non-dropping-particle":"","parse-names":false,"suffix":""},{"dropping-particle":"","family":"Johnston","given":"David","non-dropping-particle":"","parse-names":false,"suffix":""},{"dropping-particle":"","family":"Zhang","given":"Haiou","non-dropping-particle":"","parse-names":false,"suffix":""},{"dropping-particle":"","family":"Xu","given":"Jifu Jipeng","non-dropping-particle":"","parse-names":false,"suffix":""},{"dropping-particle":"","family":"Wang","given":"Guilan","non-dropping-particle":"","parse-names":false,"suffix":""},{"dropping-particle":"","family":"Zhang","given":"Xinyue","non-dropping-particle":"","parse-names":false,"suffix":""},{"dropping-particle":"","family":"Guo","given":"Zhimeng","non-dropping-particle":"","parse-names":false,"suffix":""},{"dropping-particle":"","family":"Chen","given":"Cunguang","non-dropping-particle":"","parse-names":false,"suffix":""},{"dropping-particle":"","family":"Yang","given":"Weiwei","non-dropping-particle":"","parse-names":false,"suffix":""},{"dropping-particle":"","family":"Zhang","given":"Kai","non-dropping-particle":"","parse-names":false,"suffix":""},{"dropping-particle":"","family":"Wang","given":"Shuhao Shijie","non-dropping-particle":"","parse-names":false,"suffix":""},{"dropping-particle":"","family":"Liu","given":"Weijun","non-dropping-particle":"","parse-names":false,"suffix":""},{"dropping-particle":"","family":"Shang","given":"Xiaofeng","non-dropping-particle":"","parse-names":false,"suffix":""},{"dropping-particle":"","family":"Boratyński","given":"T.","non-dropping-particle":"","parse-names":false,"suffix":""},{"dropping-particle":"","family":"Roczniak","given":"P.","non-dropping-particle":"","parse-names":false,"suffix":""},{"dropping-particle":"","family":"Żelazo","given":"N.","non-dropping-particle":"","parse-names":false,"suffix":""},{"dropping-particle":"","family":"Zaky","given":"M. T.","non-dropping-particle":"","parse-names":false,"suffix":""},{"dropping-particle":"","family":"Yunn","given":"Heng Shye","non-dropping-particle":"","parse-names":false,"suffix":""},{"dropping-particle":"","family":"Muhamad","given":"Norhamidi","non-dropping-particle":"","parse-names":false,"suffix":""},{"dropping-particle":"","family":"Sulong","given":"Abu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Bakar","non-dropping-particle":"","parse-names":false,"suffix":""},{"dropping-particle":"","family":"Fayyaz","given":"Abdolali","non-dropping-particle":"","parse-names":false,"suffix":""},{"dropping-particle":"","family":"Li","given":"Haw Pei","non-dropping-particle":"","parse-names":false,"suffix":""},{"dropping-particle":"","family":"Amin","given":"Sri Yulis Binti M.","non-dropping-particle":"","parse-names":false,"suffix":""},{"dropping-particle":"","family":"Othman","given":"Muhamad Ridhwan Bin H.","non-dropping-particle":"","parse-names":false,"suffix":""},{"dropping-particle":"","family":"Empeni","given":"Dominic Anak","non-dropping-particle":"","parse-names":false,"suffix":""},{"dropping-particle":"","family":"Yu","given":"Jun","non-dropping-particle":"","parse-names":false,"suffix":""},{"dropping-particle":"","family":"Rombouts","given":"Marleen","non-dropping-particle":"","parse-names":false,"suffix":""},{"dropping-particle":"","family":"Maes","given":"Gert","non-dropping-particle":"","parse-names":false,"suffix":""},{"dropping-particle":"","family":"Motmans","given":"Filip","non-dropping-particle":"","parse-names":false,"suffix":""},{"dropping-particle":"","family":"Yin","given":"L.","non-dropping-particle":"","parse-names":false,"suffix":""},{"dropping-particle":"","family":"Peng","given":"H. X.","non-dropping-particle":"","parse-names":false,"suffix":""},{"dropping-particle":"","family":"Yang","given":"L.","non-dropping-particle":"","parse-names":false,"suffix":""},{"dropping-particle":"","family":"Su","given":"Bo","non-dropping-particle":"","parse-names":false,"suffix":""},{"dropping-particle":"","family":"Yamazaki","given":"Taku","non-dropping-particle":"","parse-names":false,"suffix":""},{"dropping-particle":"","family":"Yadollahi","given":"Aref","non-dropping-particle":"","parse-names":false,"suffix":""},{"dropping-particle":"","family":"Shamsaei","given":"Nima","non-dropping-particle":"","parse-names":false,"suffix":""},{"dropping-particle":"","family":"Thompson","given":"Scott M.","non-dropping-particle":"","parse-names":false,"suffix":""},{"dropping-particle":"","family":"Seely","given":"Denver W.","non-dropping-particle":"","parse-names":false,"suffix":""},{"dropping-particle":"","family":"Wu","given":"G.","non-dropping-particle":"","parse-names":false,"suffix":""},{"dropping-particle":"","family":"Langrana","given":"N. A.","non-dropping-particle":"","parse-names":false,"suffix":""},{"dropping-particle":"","family":"Sadanji","given":"R.","non-dropping-particle":"","parse-names":false,"suffix":""},{"dropping-particle":"","family":"Danforth","given":"S. C","non-dropping-particle":"","parse-names":false,"suffix":""},{"dropping-particle":"","family":"Wormsen","given":"Anders","non-dropping-particle":"","parse-names":false,"suffix":""},{"dropping-particle":"","family":"Fjeldstad","given":"Arne","non-dropping-particle":"","parse-names":false,"suffix":""},{"dropping-particle":"","family":"Kirkemo","given":"Finn","non-dropping-particle":"","parse-names":false,"suffix":""},{"dropping-particle":"","family":"Muff","given":"Anthony David","non-dropping-particle":"","parse-names":false,"suffix":""},{"dropping-particle":"","family":"Reinås","given":"Lorents","non-dropping-particle":"","parse-names":false,"suffix":""},{"dropping-particle":"","family":"Macdonald","given":"Kenneth A.","non-dropping-particle":"","parse-names":false,"suffix":""},{"dropping-particle":"","family":"Avice","given":"Marc","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A.","non-dropping-particle":"","parse-names":false,"suffix":""},{"dropping-particle":"","family":"Berg","given":"Espen","non-dropping-particle":"","parse-names":false,"suffix":""},{"dropping-particle":"","family":"Muff","given":"Anthony David","non-dropping-particle":"","parse-names":false,"suffix":""},{"dropping-particle":"","family":"Gulbrandsen","given":"Egil","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family":"Fjeldstad","given":"Arne","non-dropping-particle":"","parse-names":false,"suffix":""},{"dropping-particle":"","family":"Reinås","given":"Lorents","non-dropping-particle":"","parse-names":false,"suffix":""},{"dropping-particle":"","family":"Macdonald","given":"Kenneth A.","non-dropping-particle":"","parse-names":false,"suffix":""},{"dropping-particle":"","family":"Muff","given":"Anthony David","non-dropping-particle":"","parse-names":false,"suffix":""},{"dropping-particle":"V.","family":"Wong","given":"Kaufui","non-dropping-particle":"","parse-names":false,"suffix":""},{"dropping-particle":"","family":"Hernandez","given":"Aldo","non-dropping-particle":"","parse-names":false,"suffix":""},{"dropping-particle":"","family":"Williams","given":"Christopher B.","non-dropping-particle":"","parse-names":false,"suffix":""},{"dropping-particle":"","family":"Mistree","given":"Farrokh","non-dropping-particle":"","parse-names":false,"suffix":""},{"dropping-particle":"","family":"Rosen","given":"David W.","non-dropping-particle":"","parse-names":false,"suffix":""},{"dropping-particle":"","family":"Williams","given":"Nick","non-dropping-particle":"","parse-names":false,"suffix":""},{"dropping-particle":"","family":"Whittaker","given":"Paul","non-dropping-particle":"","parse-names":false,"suffix":""},{"dropping-particle":"","family":"Whittaker","given":"David","non-dropping-particle":"","parse-names":false,"suffix":""},{"dropping-particle":"","family":"Williams","given":"Bernard","non-dropping-particle":"","parse-names":false,"suffix":""},{"dropping-particle":"","family":"Whyman","given":"Sean","non-dropping-particle":"","parse-names":false,"suffix":""},{"dropping-particle":"","family":"Arif","given":"Khalid Mahmood","non-dropping-particle":"","parse-names":false,"suffix":""},{"dropping-particle":"","family":"Potgieter","given":"Johan","non-dropping-particle":"","parse-names":false,"suffix":""},{"dropping-particle":"","family":"Niinomi","given":"Mitsuo","non-dropping-particle":"","parse-names":false,"suffix":""},{"dropping-particle":"","family":"Wen","given":"Jiaxin","non-dropping-particle":"","parse-names":false,"suffix":""},{"dropping-particle":"","family":"Xie","given":"Zhipeng","non-dropping-particle":"","parse-names":false,"suffix":""},{"dropping-particle":"","family":"Cao","given":"Wenbin","non-dropping-particle":"","parse-names":false,"suffix":""},{"dropping-particle":"","family":"Yang","given":"Xianfeng","non-dropping-particle":"","parse-names":false,"suffix":""},{"dropping-particle":"","family":"Wen","given":"Guian","non-dropping-particle":"","parse-names":false,"suffix":""},{"dropping-particle":"","family":"Cao","given":"Peng","non-dropping-particle":"","parse-names":false,"suffix":""},{"dropping-particle":"","family":"Gabbitas","given":"Brian","non-dropping-particle":"","parse-names":false,"suffix":""},{"dropping-particle":"","family":"Zhang","given":"Deliang","non-dropping-particle":"","parse-names":false,"suffix":""},{"dropping-particle":"","family":"Edmonds","given":"Neil","non-dropping-particle":"","parse-names":false,"suffix":""},{"dropping-particle":"","family":"Wang","given":"Che Chung","non-dropping-particle":"","parse-names":false,"suffix":""},{"dropping-particle":"","family":"Lin","given":"Tao Wei Tzer Long","non-dropping-particle":"","parse-names":false,"suffix":""},{"dropping-particle":"","family":"Hu","given":"Shr Shiung","non-dropping-particle":"","parse-names":false,"suffix":""},{"dropping-particle":"","family":"Wang","given":"Xu","non-dropping-particle":"","parse-names":false,"suffix":""},{"dropping-particle":"","family":"Fang","given":"Zhigang Zak","non-dropping-particle":"","parse-names":false,"suffix":""},{"dropping-particle":"","family":"Sohn","given":"Hong Yong","non-dropping-particle":"","parse-names":false,"suffix":""},{"dropping-particle":"","family":"Li","given":"Ruidi","non-dropping-particle":"","parse-names":false,"suffix":""},{"dropping-particle":"","family":"Shi","given":"Yusheng","non-dropping-particle":"","parse-names":false,"suffix":""},{"dropping-particle":"","family":"Wang","given":"Zhigang Zemin","non-dropping-particle":"","parse-names":false,"suffix":""},{"dropping-particle":"","family":"Wang","given":"Li","non-dropping-particle":"","parse-names":false,"suffix":""},{"dropping-particle":"","family":"Liu","given":"Jinhui Jiancheng","non-dropping-particle":"","parse-names":false,"suffix":""},{"dropping-particle":"","family":"Jiang","given":"Wei","non-dropping-particle":"","parse-names":false,"suffix":""},{"dropping-particle":"","family":"Stender","given":"Michael","non-dropping-particle":"","parse-names":false,"suffix":""},{"dropping-particle":"","family":"Liu","given":"Scott","non-dropping-particle":"","parse-names":false,"suffix":""},{"dropping-particle":"","family":"Munsch","given":"Maximilian","non-dropping-particle":"","parse-names":false,"suffix":""},{"dropping-particle":"","family":"Schmidt-Lehr","given":"Matthias","non-dropping-particle":"","parse-names":false,"suffix":""},{"dropping-particle":"","family":"Wycisk","given":"Eric","non-dropping-particle":"","parse-names":false,"suffix":""},{"dropping-particle":"","family":"Vogler","given":"Michael P.","non-dropping-particle":"","parse-names":false,"suffix":""},{"dropping-particle":"","family":"DeVor","given":"Richard E.","non-dropping-particle":"","parse-names":false,"suffix":""},{"dropping-particle":"","family":"Kapoor","given":"Shiv G.","non-dropping-particle":"","parse-names":false,"suffix":""},{"dropping-particle":"","family":"Logesh","given":"K","non-dropping-particle":"","parse-names":false,"suffix":""},{"dropping-particle":"","family":"Raja","given":"V K Bupesh","non-dropping-particle":"","parse-names":false,"suffix":""},{"dropping-particle":"","family":"Venkatasudhahar","given":"M","non-dropping-particle":"","parse-names":false,"suffix":""},{"dropping-particle":"","family":"Rana","given":"Hitesh Kumar","non-dropping-particle":"","parse-names":false,"suffix":""},{"dropping-particle":"","family":"Ph","given":"Recognizing Outstanding","non-dropping-particle":"","parse-names":false,"suffix":""},{"dropping-particle":"","family":"Coles","given":"Claire D","non-dropping-particle":"","parse-names":false,"suffix":""},{"dropping-particle":"","family":"Vaidyanathan","given":"R.","non-dropping-particle":"","parse-names":false,"suffix":""},{"dropping-particle":"","family":"Walish","given":"J.","non-dropping-particle":"","parse-names":false,"suffix":""},{"dropping-particle":"","family":"Lombardi","given":"J. L.","non-dropping-particle":"","parse-names":false,"suffix":""},{"dropping-particle":"","family":"Kasichainula","given":"S.","non-dropping-particle":"","parse-names":false,"suffix":""},{"dropping-particle":"","family":"Calvert","given":"P.","non-dropping-particle":"","parse-names":false,"suffix":""},{"dropping-particle":"","family":"Cooper","given":"K. C.","non-dropping-particle":"","parse-names":false,"suffix":""},{"dropping-particle":"","family":"Urbanic","given":"R. Jill","non-dropping-particle":"","parse-names":false,"suffix":""},{"dropping-particle":"","family":"Hedrick","given":"Robert W.","non-dropping-particle":"","parse-names":false,"suffix":""},{"dropping-particle":"","family":"Burford","given":"Chris G.","non-dropping-particle":"","parse-names":false,"suffix":""},{"dropping-particle":"","family":"Upadhyaya","given":"G. S.","non-dropping-particle":"","parse-names":false,"suffix":""},{"dropping-particle":"","family":"Stark","given":"Yvonne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For","given":"Method","non-dropping-particle":"","parse-names":false,"suffix":""},{"dropping-particle":"","family":"Hema","given":"Co","non-dropping-particle":"","parse-names":false,"suffix":""},{"dropping-particle":"","family":"Company","given":"Rwax","non-dropping-particle":"","parse-names":false,"suffix":""},{"dropping-particle":"","family":"Manufacturing","given":"Droplet-based Additive","non-dropping-particle":"","parse-names":false,"suffix":""},{"dropping-particle":"","family":"Components","given":"Hard Metal","non-dropping-particle":"","parse-names":false,"suffix":""},{"dropping-particle":"","family":"The","given":"Co","non-dropping-particle":"","parse-names":false,"suffix":""},{"dropping-particle":"","family":"Ph","given":"Recognizing Outstanding","non-dropping-particle":"","parse-names":false,"suffix":""},{"dropping-particle":"","family":"Group","given":"Development","non-dropping-particle":"","parse-names":false,"suffix":""},{"dropping-particle":"","family":"Heaney","given":"Donald F.","non-dropping-particle":"","parse-names":false,"suffix":""},{"dropping-particle":"","family":"Klar","given":"E.","non-dropping-particle":"","parse-names":false,"suffix":""},{"dropping-particle":"","family":"Samal","given":"P.K.","non-dropping-particle":"","parse-names":false,"suffix":""},{"dropping-particle":"","family":"Holbrook","given":"W Paul","non-dropping-particle":"","parse-names":false,"suffix":""},{"dropping-particle":"","family":"Mecklenborg","given":"Mark J","non-dropping-particle":"","parse-names":false,"suffix":""},{"dropping-particle":"","family":"Publications","given":"Senior Directoc","non-dropping-particle":"","parse-names":false,"suffix":""},{"dropping-particle":"","family":"Cassells","given":"Mary J","non-dropping-particle":"","parse-names":false,"suffix":""},{"dropping-particle":"","family":"Manager","given":"Product","non-dropping-particle":"","parse-names":false,"suffix":""},{"dropping-particle":"","family":"Petrovic","given":"John J","non-dropping-particle":"","parse-names":false,"suffix":""},{"dropping-particle":"","family":"Marra","given":"James C","non-dropping-particle":"","parse-names":false,"suffix":""},{"dropping-particle":"","family":"Mecklenborg","given":"Mark J","non-dropping-particle":"","parse-names":false,"suffix":""},{"dropping-particle":"","family":"Politecnico","given":"Fondazione","non-dropping-particle":"","parse-names":false,"suffix":""},{"dropping-particle":"","family":"Covelli","given":"Marco","non-dropping-particle":"","parse-names":false,"suffix":""},{"dropping-particle":"","family":"Badger","given":"Paul","non-dropping-particle":"","parse-names":false,"suffix":""},{"dropping-particle":"","family":"Yarmeak","given":"Gary","non-dropping-particle":"","parse-names":false,"suffix":""},{"dropping-particle":"","family":"Sirinterlikci","given":"Arif","non-dropping-particle":"","parse-names":false,"suffix":""},{"dropping-particle":"","family":"Blessing","given":"Jonathan Peter","non-dropping-particle":"","parse-names":false,"suffix":""},{"dropping-particle":"","family":"Of","given":"Niversity","non-dropping-particle":"","parse-names":false,"suffix":""},{"dropping-particle":"","family":"Basf","given":"P I M","non-dropping-particle":"","parse-names":false,"suffix":""},{"dropping-particle":"","family":"Bureau","given":"International","non-dropping-particle":"","parse-names":false,"suffix":""},{"dropping-particle":"","family":"Bleyan","given":"Davit","non-dropping-particle":"","parse-names":false,"suffix":""},{"dropping-particle":"Der","family":"Formmasse","given":"Einfache Herstellung","non-dropping-particle":"","parse-names":false,"suffix":""},{"dropping-particle":"","family":"Mould","given":"Ready T O","non-dropping-particle":"","parse-names":false,"suffix":""},{"dropping-particle":"","family":"Stark","given":"Yvonne J","non-dropping-particle":"","parse-names":false,"suffix":""},{"dropping-particle":"","family":"Bend","given":"North","non-dropping-particle":"","parse-names":false,"suffix":""},{"dropping-particle":"","family":"Data","given":"Prior Publication","non-dropping-particle":"","parse-names":false,"suffix":""},{"dropping-particle":"","family":"Interaction","given":"Computer","non-dropping-particle":"","parse-names":false,"suffix":""},{"dropping-particle":"","family":"Uhlmann","given":"Eckart","non-dropping-particle":"","parse-names":false,"suffix":""},{"dropping-particle":"","family":"Bergmann","given":"André","non-dropping-particle":"","parse-names":false,"suffix":""},{"dropping-particle":"","family":"Gridin","given":"Witalij","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Turner","given":"Brian N.","non-dropping-particle":"","parse-names":false,"suffix":""},{"dropping-particle":"","family":"Gold","given":"Scott A.","non-dropping-particle":"","parse-names":false,"suffix":""},{"dropping-particle":"","family":"Tseng","given":"Wenjea J.","non-dropping-particle":"","parse-names":false,"suffix":""},{"dropping-particle":"","family":"Hsu","given":"Chung King","non-dropping-particle":"","parse-names":false,"suffix":""},{"dropping-particle":"","family":"Travitzky","given":"Nahum","non-dropping-particle":"","parse-names":false,"suffix":""},{"dropping-particle":"","family":"Bonet","given":"Alexander","non-dropping-particle":"","parse-names":false,"suffix":""},{"dropping-particle":"","family":"Dermeik","given":"Benjamin","non-dropping-particle":"","parse-names":false,"suffix":""},{"dropping-particle":"","family":"Fey","given":"Tobias","non-dropping-particle":"","parse-names":false,"suffix":""},{"dropping-particle":"","family":"Filbert-Demut","given":"Ina","non-dropping-particle":"","parse-names":false,"suffix":""},{"dropping-particle":"","family":"Schlier","given":"Lorenz","non-dropping-particle":"","parse-names":false,"suffix":""},{"dropping-particle":"","family":"Schlordt","given":"Tobias","non-dropping-particle":"","parse-names":false,"suffix":""},{"dropping-particle":"","family":"Greil","given":"Peter","non-dropping-particle":"","parse-names":false,"suffix":""},{"dropping-particle":"","family":"Thomas-Vielma","given":"P.","non-dropping-particle":"","parse-names":false,"suffix":""},{"dropping-particle":"","family":"Cervera","given":"A.","non-dropping-particle":"","parse-names":false,"suffix":""},{"dropping-particle":"","family":"Levenfeld","given":"B.","non-dropping-particle":"","parse-names":false,"suffix":""},{"dropping-particle":"","family":"Várez","given":"A.","non-dropping-particle":"","parse-names":false,"suffix":""},{"dropping-particle":"","family":"Thomas","given":"Douglas S.","non-dropping-particle":"","parse-names":false,"suffix":""},{"dropping-particle":"","family":"Gilbert","given":"Stanley W.","non-dropping-particle":"","parse-names":false,"suffix":""},{"dropping-particle":"","family":"Ndlovu","given":"Siphilisiwe","non-dropping-particle":"","parse-names":false,"suffix":""},{"dropping-particle":"","family":"Tambani","given":"M. T.","non-dropping-particle":"","parse-names":false,"suffix":""},{"dropping-particle":"","family":"Machio","given":"C.","non-dropping-particle":"","parse-names":false,"suffix":""},{"dropping-particle":"","family":"Madyira","given":"D. M.","non-dropping-particle":"","parse-names":false,"suffix":""},{"dropping-particle":"","family":"Uheida","given":"E. H.","non-dropping-particle":"","parse-names":false,"suffix":""},{"dropping-particle":"","family":"Oosthuizen","given":"G. A.","non-dropping-particle":"","parse-names":false,"suffix":""},{"dropping-particle":"","family":"Suryakumar","given":"Simhambhatla","non-dropping-particle":"","parse-names":false,"suffix":""},{"dropping-particle":"","family":"Karunakaran","given":"K. P.","non-dropping-particle":"","parse-names":false,"suffix":""},{"dropping-particle":"","family":"Bernard","given":"Alain","non-dropping-particle":"","parse-names":false,"suffix":""},{"dropping-particle":"","family":"Chandrasekhar","given":"U.","non-dropping-particle":"","parse-names":false,"suffix":""},{"dropping-particle":"","family":"Raghavender","given":"N.","non-dropping-particle":"","parse-names":false,"suffix":""},{"dropping-particle":"","family":"Sharma","given":"Deepak","non-dropping-particle":"","parse-names":false,"suffix":""},{"dropping-particle":"","family":"Sun","given":"Shoujin","non-dropping-particle":"","parse-names":false,"suffix":""},{"dropping-particle":"","family":"Brandt","given":"Milan","non-dropping-particle":"","parse-names":false,"suffix":""},{"dropping-particle":"","family":"Palanisamy","given":"Suresh","non-dropping-particle":"","parse-names":false,"suffix":""},{"dropping-particle":"","family":"Dargusch","given":"Matthew S.","non-dropping-particle":"","parse-names":false,"suffix":""},{"dropping-particle":"","family":"Prigatano","given":"George P.","non-dropping-particle":"","parse-names":false,"suffix":""},{"dropping-particle":"","family":"Su","given":"Bo","non-dropping-particle":"","parse-names":false,"suffix":""},{"dropping-particle":"","family":"Dhara","given":"Santanu","non-dropping-particle":"","parse-names":false,"suffix":""},{"dropping-particle":"","family":"Wang","given":"Li","non-dropping-particle":"","parse-names":false,"suffix":""},{"dropping-particle":"","family":"Strano","given":"Matteo","non-dropping-particle":"","parse-names":false,"suffix":""},{"dropping-particle":"","family":"Rane","given":"Kedarnath","non-dropping-particle":"","parse-names":false,"suffix":""},{"dropping-particle":"","family":"Herve","given":"Guillaume","non-dropping-particle":"","parse-names":false,"suffix":""},{"dropping-particle":"","family":"Tosi","given":"Anna","non-dropping-particle":"","parse-names":false,"suffix":""},{"dropping-particle":"","family":"Shi","given":"Wang","non-dropping-particle":"","parse-names":false,"suffix":""},{"dropping-particle":"","family":"Libeskind","given":"Daniel","non-dropping-particle":"","parse-names":false,"suffix":""},{"dropping-particle":"","family":"Stavropoulos","given":"Panagiotis","non-dropping-particle":"","parse-names":false,"suffix":""},{"dropping-particle":"","family":"Foteinopoulos","given":"Panagis","non-dropping-particle":"","parse-names":false,"suffix":""},{"dropping-particle":"","family":"Staden","given":"Andries Coetzee","non-dropping-particle":"Van","parse-names":false,"suffix":""},{"dropping-particle":"","family":"Spierings","given":"A. B.","non-dropping-particle":"","parse-names":false,"suffix":""},{"dropping-particle":"","family":"Starr","given":"T. L.","non-dropping-particle":"","parse-names":false,"suffix":""},{"dropping-particle":"","family":"Wegener","given":"K.","non-dropping-particle":"","parse-names":false,"suffix":""},{"dropping-particle":"","family":"Song","given":"Yong Ak","non-dropping-particle":"","parse-names":false,"suffix":""},{"dropping-particle":"","family":"Park","given":"Seong Jin Sehyung S.","non-dropping-particle":"","parse-names":false,"suffix":""},{"dropping-particle":"","family":"Choi","given":"Doosun","non-dropping-particle":"","parse-names":false,"suffix":""},{"dropping-particle":"","family":"Jee","given":"Haesung","non-dropping-particle":"","parse-names":false,"suffix":""},{"dropping-particle":"","family":"Hazarabedian","given":"M. Sofia","non-dropping-particle":"","parse-names":false,"suffix":""},{"dropping-particle":"","family":"Viereckl","given":"Andreas","non-dropping-particle":"","parse-names":false,"suffix":""},{"dropping-particle":"","family":"Quadir","given":"Zakaria","non-dropping-particle":"","parse-names":false,"suffix":""},{"dropping-particle":"","family":"Leadbeater","given":"Garry","non-dropping-particle":"","parse-names":false,"suffix":""},{"dropping-particle":"","family":"Golovanevskiy","given":"Vladimir","non-dropping-particle":"","parse-names":false,"suffix":""},{"dropping-particle":"","family":"Erdal","given":"Skjalg","non-dropping-particle":"","parse-names":false,"suffix":""},{"dropping-particle":"","family":"Georgeson","given":"Paul","non-dropping-particle":"","parse-names":false,"suffix":""},{"dropping-particle":"","family":"Iannuzzi","given":"Mariano","non-dropping-particle":"","parse-names":false,"suffix":""},{"dropping-particle":"","family":"Snelling","given":"Dean","non-dropping-particle":"","parse-names":false,"suffix":""},{"dropping-particle":"","family":"Williams","given":"Christopher B.","non-dropping-particle":"","parse-names":false,"suffix":""},{"dropping-particle":"","family":"Suchicital","given":"Carlos","non-dropping-particle":"","parse-names":false,"suffix":""},{"dropping-particle":"","family":"Druschitz","given":"Alan","non-dropping-particle":"","parse-names":false,"suffix":""},{"dropping-particle":"","family":"Chantarapanich","given":"Nattapon","non-dropping-particle":"","parse-names":false,"suffix":""},{"dropping-particle":"","family":"Puttawibul","given":"Puttisak","non-dropping-particle":"","parse-names":false,"suffix":""},{"dropping-particle":"","family":"Sitthiseripratip","given":"Kriskrai","non-dropping-particle":"","parse-names":false,"suffix":""},{"dropping-particle":"","family":"Sucharitpwatskul","given":"Sedthawatt","non-dropping-particle":"","parse-names":false,"suffix":""},{"dropping-particle":"","family":"Chantaweroad","given":"Surapon","non-dropping-particle":"","parse-names":false,"suffix":""},{"dropping-particle":"","family":"Pfeiffer","given":"Friedrich","non-dropping-particle":"","parse-names":false,"suffix":""},{"dropping-particle":"","family":"Singh","given":"Sunpreet","non-dropping-particle":"","parse-names":false,"suffix":""},{"dropping-particle":"","family":"Ramakrishna","given":"Seeram","non-dropping-particle":"","parse-names":false,"suffix":""},{"dropping-particle":"","family":"Singh","given":"Rupinder","non-dropping-particle":"","parse-names":false,"suffix":""},{"dropping-particle":"","family":"Pfeiffer","given":"Friedrich","non-dropping-particle":"","parse-names":false,"suffix":""},{"dropping-particle":"","family":"Sidambe","given":"A T","non-dropping-particle":"","parse-names":false,"suffix":""},{"dropping-particle":"","family":"Figueroa","given":"I A","non-dropping-particle":"","parse-names":false,"suffix":""},{"dropping-particle":"","family":"Hamilton","given":"H","non-dropping-particle":"","parse-names":false,"suffix":""},{"dropping-particle":"","family":"Todd","given":"I","non-dropping-particle":"","parse-names":false,"suffix":""},{"dropping-particle":"","family":"Shi","given":"Xiaoliang","non-dropping-particle":"","parse-names":false,"suffix":""},{"dropping-particle":"","family":"Shao","given":"Gangqin","non-dropping-particle":"","parse-names":false,"suffix":""},{"dropping-particle":"","family":"Duan","given":"Xinglong","non-dropping-particle":"","parse-names":false,"suffix":""},{"dropping-particle":"","family":"Yuan","given":"Runzhang","non-dropping-particle":"","parse-names":false,"suffix":""},{"dropping-particle":"","family":"Shao","given":"Huiping","non-dropping-particle":"","parse-names":false,"suffix":""},{"dropping-particle":"","family":"Zhao","given":"Dechao","non-dropping-particle":"","parse-names":false,"suffix":""},{"dropping-particle":"","family":"Lin","given":"Tao Wei Tzer Long","non-dropping-particle":"","parse-names":false,"suffix":""},{"dropping-particle":"","family":"He","given":"Jianzhuang","non-dropping-particle":"","parse-names":false,"suffix":""},{"dropping-particle":"","family":"Wu","given":"Ji","non-dropping-particle":"","parse-names":false,"suffix":""},{"dropping-particle":"","family":"Shahbudin","given":"S. N.A.","non-dropping-particle":"","parse-names":false,"suffix":""},{"dropping-particle":"","family":"Othman","given":"Muhamad Ridhwan Bin H.","non-dropping-particle":"","parse-names":false,"suffix":""},{"dropping-particle":"","family":"Amin","given":"Sri Yulis Binti M.","non-dropping-particle":"","parse-names":false,"suffix":""},{"dropping-particle":"","family":"Ibrahim","given":"M. H.I.","non-dropping-particle":"","parse-names":false,"suffix":""},{"dropping-particle":"","family":"Spierings","given":"A. B.","non-dropping-particle":"","parse-names":false,"suffix":""},{"dropping-particle":"","family":"Starr","given":"T. L.","non-dropping-particle":"","parse-names":false,"suffix":""},{"dropping-particle":"","family":"Wegener","given":"K.","non-dropping-particle":"","parse-names":false,"suffix":""},{"dropping-particle":"","family":"Scheithauer","given":"U.","non-dropping-particle":"","parse-names":false,"suffix":""},{"dropping-particle":"","family":"Pötschke","given":"J.","non-dropping-particle":"","parse-names":false,"suffix":""},{"dropping-particle":"","family":"Weingarten","given":"S.","non-dropping-particle":"","parse-names":false,"suffix":""},{"dropping-particle":"","family":"Schwarzer","given":"E.","non-dropping-particle":"","parse-names":false,"suffix":""},{"dropping-particle":"","family":"Vornberger","given":"A.","non-dropping-particle":"","parse-names":false,"suffix":""},{"dropping-particle":"","family":"Moritz","given":"T.","non-dropping-particle":"","parse-names":false,"suffix":""},{"dropping-particle":"","family":"Michaelis","given":"A.","non-dropping-particle":"","parse-names":false,"suffix":""},{"dropping-particle":"","family":"Sandeep","given":"Kuriakose","non-dropping-particle":"","parse-names":false,"suffix":""},{"dropping-particle":"","family":"Paolo","given":"Parenti","non-dropping-particle":"","parse-names":false,"suffix":""},{"dropping-particle":"","family":"Salvatore","given":"Cataldo","non-dropping-particle":"","parse-names":false,"suffix":""},{"dropping-particle":"","family":"Massimiliano","given":"Annoni","non-dropping-particle":"","parse-names":false,"suffix":""},{"dropping-particle":"","family":"Sames","given":"W. J.","non-dropping-particle":"","parse-names":false,"suffix":""},{"dropping-particle":"","family":"List","given":"F. A.","non-dropping-particle":"","parse-names":false,"suffix":""},{"dropping-particle":"","family":"Pannala","given":"S.","non-dropping-particle":"","parse-names":false,"suffix":""},{"dropping-particle":"","family":"Dehoff","given":"R. R.","non-dropping-particle":"","parse-names":false,"suffix":""},{"dropping-particle":"","family":"Babu","given":"S. S.","non-dropping-particle":"","parse-names":false,"suffix":""},{"dropping-particle":"","family":"Samanta","given":"Sudip K.","non-dropping-particle":"","parse-names":false,"suffix":""},{"dropping-particle":"","family":"Chattopadhyay","given":"Himadri","non-dropping-particle":"","parse-names":false,"suffix":""},{"dropping-particle":"","family":"Godkhindi","given":"Madhab Malhar","non-dropping-particle":"","parse-names":false,"suffix":""},{"dropping-particle":"","family":"Geometry","given":"Riemannian","non-dropping-particle":"","parse-names":false,"suffix":""},{"dropping-particle":"","family":"Analysis","given":"Geometric","non-dropping-particle":"","parse-names":false,"suffix":""},{"dropping-particle":"","family":"Sahoo","given":"Priyabrata","non-dropping-particle":"","parse-names":false,"suffix":""},{"dropping-particle":"","family":"Pratap","given":"Tej","non-dropping-particle":"","parse-names":false,"suffix":""},{"dropping-particle":"","family":"Patra","given":"Karali","non-dropping-particle":"","parse-names":false,"suffix":""},{"dropping-particle":"","family":"Dyakonov","given":"A. A.","non-dropping-particle":"","parse-names":false,"suffix":""},{"dropping-particle":"","family":"Sahli","given":"M.","non-dropping-particle":"","parse-names":false,"suffix":""},{"dropping-particle":"","family":"Gelin","given":"J. C.","non-dropping-particle":"","parse-names":false,"suffix":""},{"dropping-particle":"","family":"Sachs","given":"Emanuel M.","non-dropping-particle":"","parse-names":false,"suffix":""},{"dropping-particle":"","family":"Cima","given":"Michael","non-dropping-particle":"","parse-names":false,"suffix":""},{"dropping-particle":"","family":"Cornie","given":"James","non-dropping-particle":"","parse-names":false,"suffix":""},{"dropping-particle":"","family":"Brancazio","given":"David","non-dropping-particle":"","parse-names":false,"suffix":""},{"dropping-particle":"","family":"Bredt","given":"J","non-dropping-particle":"","parse-names":false,"suffix":""},{"dropping-particle":"","family":"Curodeau","given":"Alain","non-dropping-particle":"","parse-names":false,"suffix":""},{"dropping-particle":"","family":"Esterman","given":"M.","non-dropping-particle":"","parse-names":false,"suffix":""},{"dropping-particle":"","family":"Fan","given":"T.","non-dropping-particle":"","parse-names":false,"suffix":""},{"dropping-particle":"","family":"Harris","given":"C.","non-dropping-particle":"","parse-names":false,"suffix":""},{"dropping-particle":"","family":"Kremmin","given":"K.","non-dropping-particle":"","parse-names":false,"suffix":""},{"dropping-particle":"","family":"Lee","given":"S. J.","non-dropping-particle":"","parse-names":false,"suffix":""},{"dropping-particle":"","family":"Pruitt","given":"B","non-dropping-particle":"","parse-names":false,"suffix":""},{"dropping-particle":"","family":"Williams","given":"P","non-dropping-particle":"","parse-names":false,"suffix":""},{"dropping-particle":"","family":"Bernstein","given":"Lawrence","non-dropping-particle":"","parse-names":false,"suffix":""},{"dropping-particle":"","family":"Dimitrov","given":"D.","non-dropping-particle":"","parse-names":false,"suffix":""},{"dropping-particle":"","family":"Beer","given":"N.","non-dropping-particle":"de","parse-names":false,"suffix":""},{"dropping-particle":"","family":"Hugo","given":"P.","non-dropping-particle":"","parse-names":false,"suffix":""},{"dropping-particle":"","family":"Schreve","given":"K.","non-dropping-particle":"","parse-names":false,"suffix":""},{"dropping-particle":"","family":"Dawes","given":"Jason","non-dropping-particle":"","parse-names":false,"suffix":""},{"dropping-particle":"","family":"Bowerman","given":"Robert","non-dropping-particle":"","parse-names":false,"suffix":""},{"dropping-particle":"","family":"Trepleton","given":"Ross","non-dropping-particle":"","parse-names":false,"suffix":""},{"dropping-particle":"","family":"Robert-Perron","given":"Etienne","non-dropping-particle":"","parse-names":false,"suffix":""},{"dropping-particle":"","family":"Blais","given":"Carl","non-dropping-particle":"","parse-names":false,"suffix":""},{"dropping-particle":"","family":"Pelletier","given":"Sylvain","non-dropping-particle":"","parse-names":false,"suffix":""},{"dropping-particle":"","family":"Thomas","given":"Yannig","non-dropping-particle":"","parse-names":false,"suffix":""},{"dropping-particle":"","family":"Pelletier","given":"Sylvain","non-dropping-particle":"","parse-names":false,"suffix":""},{"dropping-particle":"","family":"Dionne","given":"Martin","non-dropping-particle":"","parse-names":false,"suffix":""},{"dropping-particle":"","family":"Kampker","given":"Achim","non-dropping-particle":"","parse-names":false,"suffix":""},{"dropping-particle":"","family":"Triebs","given":"Johannes","non-dropping-particle":"","parse-names":false,"suffix":""},{"dropping-particle":"","family":"Kawollek","given":"Sebastian","non-dropping-particle":"","parse-names":false,"suffix":""},{"dropping-particle":"","family":"Ayvaz","given":"Peter","non-dropping-particle":"","parse-names":false,"suffix":""},{"dropping-particle":"","family":"Hohenstein","given":"Steffen","non-dropping-particle":"","parse-names":false,"suffix":""},{"dropping-particle":"","family":"Gonzalez-Gutierrez","given":"Joamin","non-dropping-particle":"","parse-names":false,"suffix":""},{"dropping-particle":"","family":"Cano","given":"Santiago","non-dropping-particle":"","parse-names":false,"suffix":""},{"dropping-particle":"","family":"Schuschnigg","given":"Stephan","non-dropping-particle":"","parse-names":false,"suffix":""},{"dropping-particle":"","family":"Kukla","given":"Christian","non-dropping-particle":"","parse-names":false,"suffix":""},{"dropping-particle":"","family":"Sapkota","given":"Janak","non-dropping-particle":"","parse-names":false,"suffix":""},{"dropping-particle":"","family":"Holzer","given":"Clemens","non-dropping-particle":"","parse-names":false,"suffix":""},{"dropping-particle":"","family":"Sahli","given":"M.","non-dropping-particle":"","parse-names":false,"suffix":""},{"dropping-particle":"","family":"Gelin","given":"J. C.","non-dropping-particle":"","parse-names":false,"suffix":""},{"dropping-particle":"","family":"Barrière","given":"T.","non-dropping-particle":"","parse-names":false,"suffix":""},{"dropping-particle":"","family":"Ren","given":"Xiangyuan","non-dropping-particle":"","parse-names":false,"suffix":""},{"dropping-particle":"","family":"Shao","given":"Huiping","non-dropping-particle":"","parse-names":false,"suffix":""},{"dropping-particle":"","family":"Lin","given":"Tao Wei Tzer Long","non-dropping-particle":"","parse-names":false,"suffix":""},{"dropping-particle":"","family":"Zheng","given":"Hang","non-dropping-particle":"","parse-names":false,"suffix":""},{"dropping-particle":"","family":"Rebaioli","given":"Lara","non-dropping-particle":"","parse-names":false,"suffix":""},{"dropping-particle":"","family":"Fassi","given":"Irene","non-dropping-particle":"","parse-names":false,"suffix":""},{"dropping-particle":"","family":"Rane","given":"Kedarnath","non-dropping-particle":"","parse-names":false,"suffix":""},{"dropping-particle":"","family":"Cataldo","given":"Salvatore","non-dropping-particle":"","parse-names":false,"suffix":""},{"dropping-particle":"","family":"Parenti","given":"Paolo","non-dropping-particle":"","parse-names":false,"suffix":""},{"dropping-particle":"","family":"Sbaglia","given":"Luca","non-dropping-particle":"","parse-names":false,"suffix":""},{"dropping-particle":"","family":"Mussi","given":"Valerio","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Nancharaiah","given":"T.","non-dropping-particle":"","parse-names":false,"suffix":""},{"dropping-particle":"","family":"Ranga Raju","given":"D.","non-dropping-particle":"","parse-names":false,"suffix":""},{"dropping-particle":"","family":"Ramachandra Raju","given":"V.","non-dropping-particle":"","parse-names":false,"suffix":""},{"dropping-particle":"","family":"Quinard","given":"C.","non-dropping-particle":"","parse-names":false,"suffix":""},{"dropping-particle":"","family":"Barrière","given":"T.","non-dropping-particle":"","parse-names":false,"suffix":""},{"dropping-particle":"","family":"Gelin","given":"J. C.","non-dropping-particle":"","parse-names":false,"suffix":""},{"dropping-particle":"","family":"Prinz","given":"Fritz B.","non-dropping-particle":"","parse-names":false,"suffix":""},{"dropping-particle":"","family":"Weiss","given":"Lee E.","non-dropping-particle":"","parse-names":false,"suffix":""},{"dropping-particle":"","family":"Danforth","given":"Inventors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K","non-dropping-particle":"","parse-names":false,"suffix":""},{"dropping-particle":"","family":"Park","given":"Highland","non-dropping-particle":"","parse-names":false,"suffix":""},{"dropping-particle":"","family":"Kane","given":"Shashank N.","non-dropping-particle":"","parse-names":false,"suffix":""},{"dropping-particle":"","family":"Mishra","given":"Ashutosh","non-dropping-particle":"","parse-names":false,"suffix":""},{"dropping-particle":"","family":"Dutta","given":"Anup K.","non-dropping-particle":"","parse-names":false,"suffix":""},{"dropping-particle":"","family":"Pop","given":"Adrian P","non-dropping-particle":"","parse-names":false,"suffix":""},{"dropping-particle":"","family":"Ungur","given":"Petru","non-dropping-particle":"","parse-names":false,"suffix":""},{"dropping-particle":"","family":"Bejinaru Mihoc","given":"Gheorghe","non-dropping-particle":"","parse-names":false,"suffix":""},{"dropping-particle":"","family":"Plane","given":"Fixed","non-dropping-particle":"","parse-names":false,"suffix":""},{"dropping-particle":"","family":"Manufacturing","given":"Additive","non-dropping-particle":"","parse-names":false,"suffix":""},{"dropping-particle":"","family":"Version","given":"Help","non-dropping-particle":"","parse-names":false,"suffix":""},{"dropping-particle":"","family":"Phull","given":"Gurpreet Singh","non-dropping-particle":"","parse-names":false,"suffix":""},{"dropping-particle":"","family":"Kumar","given":"Sanjeev Sanjay","non-dropping-particle":"","parse-names":false,"suffix":""},{"dropping-particle":"","family":"Walia","given":"R. S.","non-dropping-particle":"","parse-names":false,"suffix":""},{"dropping-particle":"","family":"Paz","given":"Rubén","non-dropping-particle":"","parse-names":false,"suffix":""},{"dropping-particle":"","family":"Santamarta","given":"Javier","non-dropping-particle":"","parse-names":false,"suffix":""},{"dropping-particle":"","family":"Monzón","given":"Mario D.","non-dropping-particle":"","parse-names":false,"suffix":""},{"dropping-particle":"","family":"García","given":"Joshua","non-dropping-particle":"","parse-names":false,"suffix":""},{"dropping-particle":"","family":"Pei","given":"Eujin","non-dropping-particle":"","parse-names":false,"suffix":""},{"dropping-particle":"","family":"Patent","given":"United States","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GIOVANNI","non-dropping-particle":"","parse-names":false,"suffix":""},{"dropping-particle":"","family":"Parenti","given":"Ing P","non-dropping-particle":"","parse-names":false,"suffix":""},{"dropping-particle":"","family":"Cataldo","given":"Salvatore","non-dropping-particle":"","parse-names":false,"suffix":""},{"dropping-particle":"","family":"Parenti","given":"Paolo","non-dropping-particle":"","parse-names":false,"suffix":""},{"dropping-particle":"","family":"Cataldo","given":"Salvatore","non-dropping-particle":"","parse-names":false,"suffix":""},{"dropping-particle":"","family":"Grigis","given":"Alberto","non-dropping-particle":"","parse-names":false,"suffix":""},{"dropping-particle":"","family":"Covelli","given":"Marco","non-dropping-particle":"","parse-names":false,"suffix":""},{"dropping-particle":"","family":"Annoni","given":"MASSIMILIANO PIETRO GIOVANNI","non-dropping-particle":"","parse-names":false,"suffix":""},{"dropping-particle":"","family":"Kuriakose","given":"Sandeep","non-dropping-particle":"","parse-names":false,"suffix":""},{"dropping-particle":"","family":"Mussi","given":"Valerio","non-dropping-particle":"","parse-names":false,"suffix":""},{"dropping-particle":"","family":"Strano","given":"Matteo","non-dropping-particle":"","parse-names":false,"suffix":""},{"dropping-particle":"","family":"Annoni","given":"MASSIMILIANO PIETRO GIOVANNI","non-dropping-particle":"","parse-names":false,"suffix":""},{"dropping-particle":"","family":"Paper","given":"Conference","non-dropping-particle":"","parse-names":false,"suffix":""},{"dropping-particle":"","family":"Panel","given":"Friedrich B Prinz","non-dropping-particle":"","parse-names":false,"suffix":""},{"dropping-particle":"","family":"Aubin","given":"Richard F","non-dropping-particle":"","parse-names":false,"suffix":""},{"dropping-particle":"","family":"Beaman","given":"Joseph J","non-dropping-particle":"","parse-names":false,"suffix":""},{"dropping-particle":"","family":"Brown","given":"Robert L","non-dropping-particle":"","parse-names":false,"suffix":""},{"dropping-particle":"","family":"Fussell","given":"Paul S","non-dropping-particle":"","parse-names":false,"suffix":""},{"dropping-particle":"","family":"Lightman","given":"Allan J","non-dropping-particle":"","parse-names":false,"suffix":""},{"dropping-particle":"","family":"Weiss","given":"Lee E.","non-dropping-particle":"","parse-names":false,"suffix":""},{"dropping-particle":"","family":"Wozny","given":"Michael J","non-dropping-particle":"","parse-names":false,"suffix":""},{"dropping-particle":"","family":"Hartford","given":"East","non-dropping-particle":"","parse-names":false,"suffix":""},{"dropping-particle":"","family":"Sachs","given":"Emanuel M.","non-dropping-particle":"","parse-names":false,"suffix":""},{"dropping-particle":"","family":"Pandey","given":"Pulak M.","non-dropping-particle":"","parse-names":false,"suffix":""},{"dropping-particle":"","family":"Reddy","given":"N. Venkata","non-dropping-particle":"","parse-names":false,"suffix":""},{"dropping-particle":"","family":"Dhande","given":"Sanjay G.","non-dropping-particle":"","parse-names":false,"suffix":""},{"dropping-particle":"","family":"Ossai","given":"Chinedu I.","non-dropping-particle":"","parse-names":false,"suffix":""},{"dropping-particle":"","family":"Boswell","given":"Brian","non-dropping-particle":"","parse-names":false,"suffix":""},{"dropping-particle":"","family":"Davies","given":"Ian J.","non-dropping-particle":"","parse-names":false,"suffix":""},{"dropping-particle":"","family":"Onler","given":"Recep","non-dropping-particle":"","parse-names":false,"suffix":""},{"dropping-particle":"V.","family":"Atre","given":"Sundar","non-dropping-particle":"","parse-names":false,"suffix":""},{"dropping-particle":"","family":"Ozdoganlar","given":"O. Burak","non-dropping-particle":"","parse-names":false,"suffix":""},{"dropping-particle":"","family":"Korkmaz","given":"Emrullah","non-dropping-particle":"","parse-names":false,"suffix":""},{"dropping-particle":"","family":"Kate","given":"Kunal","non-dropping-particle":"","parse-names":false,"suffix":""},{"dropping-particle":"","family":"Chinn","given":"Richard E.","non-dropping-particle":"","parse-names":false,"suffix":""},{"dropping-particle":"V.","family":"Atre","given":"Sundar","non-dropping-particle":"","parse-names":false,"suffix":""},{"dropping-particle":"","family":"Ozdoganlar","given":"O. Burak","non-dropping-particle":"","parse-names":false,"suffix":""},{"dropping-particle":"","family":"Onagoruwa","given":"Seyi","non-dropping-particle":"","parse-names":false,"suffix":""},{"dropping-particle":"","family":"Bose","given":"Susmita","non-dropping-particle":"","parse-names":false,"suffix":""},{"dropping-particle":"","family":"Bandyopadhyay","given":"Amit","non-dropping-particle":"","parse-names":false,"suffix":""},{"dropping-particle":"","family":"Oliaei","given":"S. N.B.","non-dropping-particle":"","parse-names":false,"suffix":""},{"dropping-particle":"","family":"Karpat","given":"Y.","non-dropping-particle":"","parse-names":false,"suffix":""},{"dropping-particle":"","family":"Ntroduction","given":"I","non-dropping-particle":"","parse-names":false,"suffix":""},{"dropping-particle":"","family":"Ning","given":"Wong Yee","non-dropping-particle":"","parse-names":false,"suffix":""},{"dropping-particle":"","family":"Muhamad","given":"Norhamidi","non-dropping-particle":"","parse-names":false,"suffix":""},{"dropping-particle":"","family":"Sulong","given":"Abu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Bakar","non-dropping-particle":"","parse-names":false,"suffix":""},{"dropping-particle":"","family":"Fayyaz","given":"Abdolali","non-dropping-particle":"","parse-names":false,"suffix":""},{"dropping-particle":"","family":"Raza","given":"Muhammad Rafi","non-dropping-particle":"","parse-names":false,"suffix":""},{"dropping-particle":"","family":"Study","given":"Case","non-dropping-particle":"","parse-names":false,"suffix":""},{"dropping-particle":"","family":"Ngo","given":"Tuan D.","non-dropping-particle":"","parse-names":false,"suffix":""},{"dropping-particle":"","family":"Kashani","given":"Alireza","non-dropping-particle":"","parse-names":false,"suffix":""},{"dropping-particle":"","family":"Imbalzano","given":"Gabriele","non-dropping-particle":"","parse-names":false,"suffix":""},{"dropping-particle":"","family":"Nguyen","given":"Kate T.Q.","non-dropping-particle":"","parse-names":false,"suffix":""},{"dropping-particle":"","family":"Hui","given":"David","non-dropping-particle":"","parse-names":false,"suffix":""},{"dropping-particle":"","family":"Ng","given":"S. H.","non-dropping-particle":"","parse-names":false,"suffix":""},{"dropping-particle":"","family":"Hull","given":"J. B.","non-dropping-particle":"","parse-names":false,"suffix":""},{"dropping-particle":"","family":"Henshall","given":"J. L.","non-dropping-particle":"","parse-names":false,"suffix":""},{"dropping-particle":"","family":"Newman","given":"Stephen T.","non-dropping-particle":"","parse-names":false,"suffix":""},{"dropping-particle":"","family":"Zhu","given":"Zicheng","non-dropping-particle":"","parse-names":false,"suffix":""},{"dropping-particle":"","family":"Dhokia","given":"Vimal","non-dropping-particle":"","parse-names":false,"suffix":""},{"dropping-particle":"","family":"Shokrani","given":"Alborz","non-dropping-particle":"","parse-names":false,"suffix":""},{"dropping-particle":"","family":"Kukla","given":"Christian","non-dropping-particle":"","parse-names":false,"suffix":""},{"dropping-particle":"","family":"Gonzalez-Gutierrez","given":"Joamin","non-dropping-particle":"","parse-names":false,"suffix":""},{"dropping-particle":"","family":"Cano","given":"Santiago","non-dropping-particle":"","parse-names":false,"suffix":""},{"dropping-particle":"","family":"Hampel","given":"Stefan","non-dropping-particle":"","parse-names":false,"suffix":""},{"dropping-particle":"","family":"Nelaturi","given":"Saigopal","non-dropping-particle":"","parse-names":false,"suffix":""},{"dropping-particle":"","family":"Behandish","given":"Morad","non-dropping-particle":"","parse-names":false,"suffix":""},{"dropping-particle":"","family":"Mirzendehdel","given":"Amir M.","non-dropping-particle":"","parse-names":false,"suffix":""},{"dropping-particle":"","family":"Kleer","given":"Johan","non-dropping-particle":"de","parse-names":false,"suffix":""},{"dropping-particle":"","family":"Nau","given":"B.","non-dropping-particle":"","parse-names":false,"suffix":""},{"dropping-particle":"","family":"Roderburg","given":"A.","non-dropping-particle":"","parse-names":false,"suffix":""},{"dropping-particle":"","family":"Klocke","given":"F.","non-dropping-particle":"","parse-names":false,"suffix":""},{"dropping-particle":"","family":"Musp","given":"Laboratorio","non-dropping-particle":"","parse-names":false,"suffix":""},{"dropping-particle":"","family":"Utensili","given":"Macchine","non-dropping-particle":"","parse-names":false,"suffix":""},{"dropping-particle":"","family":"Murr","given":"Lawrence E.","non-dropping-particle":"","parse-names":false,"suffix":""},{"dropping-particle":"","family":"Gaytan","given":"Sara M.","non-dropping-particle":"","parse-names":false,"suffix":""},{"dropping-particle":"","family":"Ramirez","given":"Diana A.","non-dropping-particle":"","parse-names":false,"suffix":""},{"dropping-particle":"","family":"Martinez","given":"Edwin","non-dropping-particle":"","parse-names":false,"suffix":""},{"dropping-particle":"","family":"Hernandez","given":"Jennifer","non-dropping-particle":"","parse-names":false,"suffix":""},{"dropping-particle":"","family":"Amato","given":"Krista N.","non-dropping-particle":"","parse-names":false,"suffix":""},{"dropping-particle":"","family":"Shindo","given":"Patrick W.","non-dropping-particle":"","parse-names":false,"suffix":""},{"dropping-particle":"","family":"Medina","given":"Francisco R.","non-dropping-particle":"","parse-names":false,"suffix":""},{"dropping-particle":"","family":"Wicker","given":"Ryan B.","non-dropping-particle":"","parse-names":false,"suffix":""},{"dropping-particle":"","family":"Mohanty","given":"Saralasrita","non-dropping-particle":"","parse-names":false,"suffix":""},{"dropping-particle":"","family":"Rameshbabu","given":"Arun Prabhu","non-dropping-particle":"","parse-names":false,"suffix":""},{"dropping-particle":"","family":"Mandal","given":"Shyamal","non-dropping-particle":"","parse-names":false,"suffix":""},{"dropping-particle":"","family":"Su","given":"Bo","non-dropping-particle":"","parse-names":false,"suffix":""},{"dropping-particle":"","family":"Dhara","given":"Santanu","non-dropping-particle":"","parse-names":false,"suffix":""},{"dropping-particle":"","family":"Mohamed","given":"Omar A.","non-dropping-particle":"","parse-names":false,"suffix":""},{"dropping-particle":"","family":"Masood","given":"Syed H.","non-dropping-particle":"","parse-names":false,"suffix":""},{"dropping-particle":"","family":"Bhowmik","given":"Jahar L.","non-dropping-particle":"","parse-names":false,"suffix":""},{"dropping-particle":"","family":"Mireles","given":"Jorge","non-dropping-particle":"","parse-names":false,"suffix":""},{"dropping-particle":"","family":"Espalin","given":"David","non-dropping-particle":"","parse-names":false,"suffix":""},{"dropping-particle":"","family":"Roberson","given":"David","non-dropping-particle":"","parse-names":false,"suffix":""},{"dropping-particle":"","family":"Zinniel","given":"Bob","non-dropping-particle":"","parse-names":false,"suffix":""},{"dropping-particle":"","family":"Medina","given":"Francisco R.","non-dropping-particle":"","parse-names":false,"suffix":""},{"dropping-particle":"","family":"Wicker","given":"Ryan B.","non-dropping-particle":"","parse-names":false,"suffix":""},{"dropping-particle":"","family":"Milano","given":"Politecnico D I","non-dropping-particle":"","parse-names":false,"suffix":""},{"dropping-particle":"","family":"Grigis","given":"Alberto","non-dropping-particle":"","parse-names":false,"suffix":""},{"dropping-particle":"","family":"Annoni","given":"Lecturers M","non-dropping-particle":"","parse-names":false,"suffix":""},{"dropping-particle":"","family":"Demir","given":"A G","non-dropping-particle":"","parse-names":false,"suffix":""},{"dropping-particle":"","family":"Ingegneria","given":"Facoltà","non-dropping-particle":"","parse-names":false,"suffix":""},{"dropping-particle":"","family":"Magistrale","given":"Laurea","non-dropping-particle":"","parse-names":false,"suffix":""},{"dropping-particle":"","family":"Di","given":"Modelli","non-dropping-particle":"","parse-names":false,"suffix":""},{"dropping-particle":"","family":"In","given":"Switching","non-dropping-particle":"","parse-names":false,"suffix":""},{"dropping-particle":"","family":"Resistive","given":"Memorie","non-dropping-particle":"","parse-names":false,"suffix":""},{"dropping-particle":"","family":"Della","given":"Ruolo","non-dropping-particle":"","parse-names":false,"suffix":""},{"dropping-particle":"","family":"Merz","given":"R.","non-dropping-particle":"","parse-names":false,"suffix":""},{"dropping-particle":"","family":"Ramaswami","given":"","non-dropping-particle":"","parse-names":false,"suffix":""},{"dropping-particle":"","family":"Terk","given":"K","non-dropping-particle":"","parse-names":false,"suffix":""},{"dropping-particle":"","family":"Weiss","given":"M","non-dropping-particle":"","parse-names":false,"suffix":""},{"dropping-particle":"","family":"Dipl-Ing techn DDr hc Fritz Paschke Dipl-Ing DDr Helmut Detter","given":"O O","non-dropping-particle":"","parse-names":false,"suffix":""},{"dropping-particle":"","family":"Merklein","given":"Marion","non-dropping-particle":"","parse-names":false,"suffix":""},{"dropping-particle":"","family":"Junker","given":"Daniel","non-dropping-particle":"","parse-names":false,"suffix":""},{"dropping-particle":"","family":"Schaub","given":"Adam","non-dropping-particle":"","parse-names":false,"suffix":""},{"dropping-particle":"","family":"Neubauer","given":"Franziska","non-dropping-particle":"","parse-names":false,"suffix":""},{"dropping-particle":"","family":"Meng","given":"Fei","non-dropping-particle":"","parse-names":false,"suffix":""},{"dropping-particle":"","family":"Zhang","given":"Haiou","non-dropping-particle":"","parse-names":false,"suffix":""},{"dropping-particle":"","family":"Wang","given":"Guilan","non-dropping-particle":"","parse-names":false,"suffix":""},{"dropping-particle":"","family":"Md Ani","given":"Sarizal","non-dropping-particle":"","parse-names":false,"suffix":""},{"dropping-particle":"","family":"Muchtar","given":"Andanastuti","non-dropping-particle":"","parse-names":false,"suffix":""},{"dropping-particle":"","family":"Muhamad","given":"Norhamidi","non-dropping-particle":"","parse-names":false,"suffix":""},{"dropping-particle":"","family":"Ghani","given":"Jaharah A.","non-dropping-particle":"","parse-names":false,"suffix":""},{"dropping-particle":"","family":"Godec","given":"Damir","non-dropping-particle":"","parse-names":false,"suffix":""},{"dropping-particle":"","family":"Cano","given":"Santiago","non-dropping-particle":"","parse-names":false,"suffix":""},{"dropping-particle":"","family":"Holzer","given":"Clemens","non-dropping-particle":"","parse-names":false,"suffix":""},{"dropping-particle":"","family":"Gonzalez-Gutierrez","given":"Joamin","non-dropping-particle":"","parse-names":false,"suffix":""},{"dropping-particle":"","family":"Masood","given":"Syed H.","non-dropping-particle":"","parse-names":false,"suffix":""},{"dropping-particle":"","family":"Song","given":"W. Q.","non-dropping-particle":"","parse-names":false,"suffix":""},{"dropping-particle":"","family":"Mason","given":"Michael S.","non-dropping-particle":"","parse-names":false,"suffix":""},{"dropping-particle":"","family":"Huang","given":"Tieshu","non-dropping-particle":"","parse-names":false,"suffix":""},{"dropping-particle":"","family":"Landers","given":"Robert G.","non-dropping-particle":"","parse-names":false,"suffix":""},{"dropping-particle":"","family":"Leu","given":"Ming C.","non-dropping-particle":"","parse-names":false,"suffix":""},{"dropping-particle":"","family":"Hilmas","given":"Gregory E.","non-dropping-particle":"","parse-names":false,"suffix":""},{"dropping-particle":"","family":"Scarlet","given":"Douglas","non-dropping-particle":"","parse-names":false,"suffix":""},{"dropping-particle":"","family":"Martina","given":"F.","non-dropping-particle":"","parse-names":false,"suffix":""},{"dropping-particle":"","family":"Mehnen","given":"J.","non-dropping-particle":"","parse-names":false,"suffix":""},{"dropping-particle":"","family":"Williams","given":"S. W.","non-dropping-particle":"","parse-names":false,"suffix":""},{"dropping-particle":"","family":"Colegrove","given":"P.","non-dropping-particle":"","parse-names":false,"suffix":""},{"dropping-particle":"","family":"Wang","given":"Fude","non-dropping-particle":"","parse-names":false,"suffix":""},{"dropping-particle":"","family":"Marcus","given":"L","non-dropping-particle":"","parse-names":false,"suffix":""},{"dropping-particle":"","family":"St","given":"Joseph J","non-dropping-particle":"","parse-names":false,"suffix":""},{"dropping-particle":"","family":"Barlow","given":"W","non-dropping-particle":"","parse-names":false,"suffix":""},{"dropping-particle":"","family":"David","given":"L B","non-dropping-particle":"","parse-names":false,"suffix":""},{"dropping-particle":"","family":"Crawford","given":"H","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Mahmoodan","given":"M.","non-dropping-particle":"","parse-names":false,"suffix":""},{"dropping-particle":"","family":"Aliakbarzadeh","given":"H.","non-dropping-particle":"","parse-names":false,"suffix":""},{"dropping-particle":"","family":"Gholamipour","given":"R.","non-dropping-particle":"","parse-names":false,"suffix":""},{"dropping-particle":"","family":"Magnusson","given":"Nate","non-dropping-particle":"","parse-names":false,"suffix":""},{"dropping-particle":"","family":"Schmidt","given":"Sandvik Hard MAterials","non-dropping-particle":"","parse-names":false,"suffix":""},{"dropping-particle":"","family":"Magnoni","given":"Paolo","non-dropping-particle":"","parse-names":false,"suffix":""},{"dropping-particle":"","family":"Rebaioli","given":"Lara","non-dropping-particle":"","parse-names":false,"suffix":""},{"dropping-particle":"","family":"Fassi","given":"Irene","non-dropping-particle":"","parse-names":false,"suffix":""},{"dropping-particle":"","family":"Pedrocchi","given":"Nicola","non-dropping-particle":"","parse-names":false,"suffix":""},{"dropping-particle":"","family":"Tosatti","given":"Lorenzo Molinari","non-dropping-particle":"","parse-names":false,"suffix":""},{"dropping-particle":"","family":"M Nafis","given":"O. Z.","non-dropping-particle":"","parse-names":false,"suffix":""},{"dropping-particle":"","family":"Nafrizuan","given":"M. Y.","non-dropping-particle":"","parse-names":false,"suffix":""},{"dropping-particle":"","family":"Munira","given":"M. A.","non-dropping-particle":"","parse-names":false,"suffix":""},{"dropping-particle":"","family":"Kartina","given":"J.","non-dropping-particle":"","parse-names":false,"suffix":""},{"dropping-particle":"","family":"Amin","given":"Sri Yulis Binti M.","non-dropping-particle":"","parse-names":false,"suffix":""},{"dropping-particle":"","family":"Muhamad","given":"Norhamidi","non-dropping-particle":"","parse-names":false,"suffix":""},{"dropping-particle":"","family":"Jamaludin","given":"Khairur Rijal","non-dropping-particle":"","parse-names":false,"suffix":""},{"dropping-particle":"","family":"Fayyaza","given":"Abdolali","non-dropping-particle":"","parse-names":false,"suffix":""},{"dropping-particle":"","family":"Yunn","given":"Heng Shye","non-dropping-particle":"","parse-names":false,"suffix":""},{"dropping-particle":"","family":"Lutton Cwalina","given":"K.","non-dropping-particle":"","parse-names":false,"suffix":""},{"dropping-particle":"","family":"Demarest","given":"C. R.","non-dropping-particle":"","parse-names":false,"suffix":""},{"dropping-particle":"","family":"Gerard","given":"A. Y.","non-dropping-particle":"","parse-names":false,"suffix":""},{"dropping-particle":"","family":"Scully","given":"J. R.","non-dropping-particle":"","parse-names":false,"suffix":""},{"dropping-particle":"","family":"Luong","given":"Dung","non-dropping-particle":"","parse-names":false,"suffix":""},{"dropping-particle":"","family":"Lehmhus","given":"Dirk","non-dropping-particle":"","parse-names":false,"suffix":""},{"dropping-particle":"","family":"Gupta","given":"Nikhil","non-dropping-particle":"","parse-names":false,"suffix":""},{"dropping-particle":"","family":"Weise","given":"Joerg","non-dropping-particle":"","parse-names":false,"suffix":""},{"dropping-particle":"","family":"Bayoumi","given":"Mohamed","non-dropping-particle":"","parse-names":false,"suffix":""},{"dropping-particle":"","family":"Lotterio","given":"Marco","non-dropping-particle":"","parse-names":false,"suffix":""},{"dropping-particle":"","family":"Liu","given":"Jinhui Jiancheng","non-dropping-particle":"","parse-names":false,"suffix":""},{"dropping-particle":"","family":"Camfield","given":"Robert","non-dropping-particle":"","parse-names":false,"suffix":""},{"dropping-particle":"","family":"Liu","given":"Z E","non-dropping-particle":"","parse-names":false,"suffix":""},{"dropping-particle":"","family":"Ko","given":"T C","non-dropping-particle":"","parse-names":false,"suffix":""},{"dropping-particle":"","family":"Best","given":"J","non-dropping-particle":"","parse-names":false,"suffix":""},{"dropping-particle":"","family":"Cawley","given":"J D","non-dropping-particle":"","parse-names":false,"suffix":""},{"dropping-particle":"","family":"Heuer","given":"a H","non-dropping-particle":"","parse-names":false,"suffix":""},{"dropping-particle":"","family":"Lin","given":"Tao Wei Tzer Long","non-dropping-particle":"","parse-names":false,"suffix":""},{"dropping-particle":"","family":"Hourng","given":"Lih Wu","non-dropping-particle":"","parse-names":false,"suffix":""},{"dropping-particle":"","family":"Lin","given":"Dongguo","non-dropping-particle":"","parse-names":false,"suffix":""},{"dropping-particle":"","family":"Xu","given":"Jifu Jipeng","non-dropping-particle":"","parse-names":false,"suffix":""},{"dropping-particle":"","family":"Shan","given":"Zhongde","non-dropping-particle":"","parse-names":false,"suffix":""},{"dropping-particle":"","family":"Chung","given":"Sung Taek Shan Chen","non-dropping-particle":"","parse-names":false,"suffix":""},{"dropping-particle":"","family":"Park","given":"Seong Jin Sehyung S.","non-dropping-particle":"","parse-names":false,"suffix":""},{"dropping-particle":"","family":"Li","given":"Lin","non-dropping-particle":"","parse-names":false,"suffix":""},{"dropping-particle":"","family":"Haghighi","given":"Azadeh","non-dropping-particle":"","parse-names":false,"suffix":""},{"dropping-particle":"","family":"Yang","given":"Yiran","non-dropping-particle":"","parse-names":false,"suffix":""},{"dropping-particle":"","family":"Li","given":"Yimin Yan","non-dropping-particle":"","parse-names":false,"suffix":""},{"dropping-particle":"","family":"Guo","given":"Zhimeng","non-dropping-particle":"","parse-names":false,"suffix":""},{"dropping-particle":"","family":"Li","given":"Jian Zhong","non-dropping-particle":"","parse-names":false,"suffix":""},{"dropping-particle":"","family":"Wu","given":"Tao","non-dropping-particle":"","parse-names":false,"suffix":""},{"dropping-particle":"","family":"Yu","given":"Zu Yuan","non-dropping-particle":"","parse-names":false,"suffix":""},{"dropping-particle":"","family":"Zhang","given":"Long","non-dropping-particle":"","parse-names":false,"suffix":""},{"dropping-particle":"","family":"Chen","given":"Guo Qing Gang","non-dropping-particle":"","parse-names":false,"suffix":""},{"dropping-particle":"","family":"Guo","given":"Dong Ming","non-dropping-particle":"","parse-names":false,"suffix":""},{"dropping-particle":"","family":"Li","given":"Tao","non-dropping-particle":"","parse-names":false,"suffix":""},{"dropping-particle":"","family":"Li","given":"Quan Qingfa","non-dropping-particle":"","parse-names":false,"suffix":""},{"dropping-particle":"","family":"Fuh","given":"J. Y.H.","non-dropping-particle":"","parse-names":false,"suffix":""},{"dropping-particle":"","family":"Yu","given":"Poh Ching","non-dropping-particle":"","parse-names":false,"suffix":""},{"dropping-particle":"","family":"Lu","given":"L.","non-dropping-particle":"","parse-names":false,"suffix":""},{"dropping-particle":"","family":"Lembo","given":"John","non-dropping-particle":"","parse-names":false,"suffix":""},{"dropping-particle":"","family":"Lee","given":"Wei Chen","non-dropping-particle":"","parse-names":false,"suffix":""},{"dropping-particle":"","family":"Wei","given":"Ching Chih","non-dropping-particle":"","parse-names":false,"suffix":""},{"dropping-particle":"","family":"Chung","given":"Sung Taek Shan Chen","non-dropping-particle":"","parse-names":false,"suffix":""},{"dropping-particle":"","family":"Lee","given":"Jian Yuan","non-dropping-particle":"","parse-names":false,"suffix":""},{"dropping-particle":"","family":"An","given":"Jia","non-dropping-particle":"","parse-names":false,"suffix":""},{"dropping-particle":"","family":"Chua","given":"Chee Kai","non-dropping-particle":"","parse-names":false,"suffix":""},{"dropping-particle":"","family":"Cortina","given":"Magdalena","non-dropping-particle":"","parse-names":false,"suffix":""},{"dropping-particle":"","family":"Arrizubieta","given":"Jon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Lantada","given":"Andrés Díaz","non-dropping-particle":"","parse-names":false,"suffix":""},{"dropping-particle":"","family":"Piotter","given":"Volker","non-dropping-particle":"","parse-names":false,"suffix":""},{"dropping-particle":"","family":"Plewa","given":"Klaus","non-dropping-particle":"","parse-names":false,"suffix":""},{"dropping-particle":"","family":"Barié","given":"Nicole","non-dropping-particle":"","parse-names":false,"suffix":""},{"dropping-particle":"","family":"Guttmann","given":"Markus","non-dropping-particle":"","parse-names":false,"suffix":""},{"dropping-particle":"","family":"Wissmann","given":"Markus","non-dropping-particle":"","parse-names":false,"suffix":""},{"dropping-particle":"","family":"Kurgan","given":"Naci","non-dropping-particle":"","parse-names":false,"suffix":""},{"dropping-particle":"","family":"Greul","given":"Matthias","non-dropping-particle":"","parse-names":false,"suffix":""},{"dropping-particle":"","family":"Ku","given":"Matthias","non-dropping-particle":"","parse-names":false,"suffix":""},{"dropping-particle":"","family":"Kumbhar","given":"N. N.","non-dropping-particle":"","parse-names":false,"suffix":""},{"dropping-particle":"V.","family":"Mulay","given":"A.","non-dropping-particle":"","parse-names":false,"suffix":""},{"dropping-particle":"","family":"Kumar","given":"Sanjeev Sanjay","non-dropping-particle":"","parse-names":false,"suffix":""},{"dropping-particle":"","family":"Czekanski","given":"Aleksander","non-dropping-particle":"","parse-names":false,"suffix":""},{"dropping-particle":"","family":"Kukla","given":"Christian","non-dropping-particle":"","parse-names":false,"suffix":""},{"dropping-particle":"","family":"Duretek","given":"Ivica","non-dropping-particle":"","parse-names":false,"suffix":""},{"dropping-particle":"","family":"Gonzalez-Gutierrez","given":"Joamin","non-dropping-particle":"","parse-names":false,"suffix":""},{"dropping-particle":"","family":"Holzer","given":"Clemens","non-dropping-particle":"","parse-names":false,"suffix":""},{"dropping-particle":"","family":"Kruth","given":"Jean Pierre","non-dropping-particle":"","parse-names":false,"suffix":""},{"dropping-particle":"","family":"Leu","given":"Ming C.","non-dropping-particle":"","parse-names":false,"suffix":""},{"dropping-particle":"","family":"Nakagawa","given":"T.","non-dropping-particle":"","parse-names":false,"suffix":""},{"dropping-particle":"","family":"Kong","given":"Xiangji","non-dropping-particle":"","parse-names":false,"suffix":""},{"dropping-particle":"","family":"Koh","given":"Young Hag","non-dropping-particle":"","parse-names":false,"suffix":""},{"dropping-particle":"","family":"Halloran","given":"John W.","non-dropping-particle":"","parse-names":false,"suffix":""},{"dropping-particle":"","family":"Klocke","given":"F.","non-dropping-particle":"","parse-names":false,"suffix":""},{"dropping-particle":"","family":"Wirtz","given":"H","non-dropping-particle":"","parse-names":false,"suffix":""},{"dropping-particle":"","family":"Meiners","given":"W","non-dropping-particle":"","parse-names":false,"suffix":""},{"dropping-particle":"","family":"Kizaki","given":"Toru","non-dropping-particle":"","parse-names":false,"suffix":""},{"dropping-particle":"","family":"Sugita","given":"Naohiko","non-dropping-particle":"","parse-names":false,"suffix":""},{"dropping-particle":"","family":"Mitsuishi","given":"Mamoru","non-dropping-particle":"","parse-names":false,"suffix":""},{"dropping-particle":"","family":"Kishore","given":"Vidya","non-dropping-particle":"","parse-names":false,"suffix":""},{"dropping-particle":"","family":"Ajinjeru","given":"Christine","non-dropping-particle":"","parse-names":false,"suffix":""},{"dropping-particle":"","family":"Nycz","given":"Andrzej","non-dropping-particle":"","parse-names":false,"suffix":""},{"dropping-particle":"","family":"Post","given":"Brian","non-dropping-particle":"","parse-names":false,"suffix":""},{"dropping-particle":"","family":"Lindahl","given":"John","non-dropping-particle":"","parse-names":false,"suffix":""},{"dropping-particle":"","family":"Kunc","given":"Vlastimil","non-dropping-particle":"","parse-names":false,"suffix":""},{"dropping-particle":"","family":"Duty","given":"Chad","non-dropping-particle":"","parse-names":false,"suffix":""},{"dropping-particle":"","family":"Kim","given":"Chang Ju Chung Soo","non-dropping-particle":"","parse-names":false,"suffix":""},{"dropping-particle":"","family":"Bono","given":"Matthew","non-dropping-particle":"","parse-names":false,"suffix":""},{"dropping-particle":"","family":"Ni","given":"Jun","non-dropping-particle":"","parse-names":false,"suffix":""},{"dropping-particle":"","family":"Kim","given":"Jongwon","non-dropping-particle":"","parse-names":false,"suffix":""},{"dropping-particle":"","family":"Cho","given":"K. S.","non-dropping-particle":"","parse-names":false,"suffix":""},{"dropping-particle":"","family":"Hwang","given":"J. C.","non-dropping-particle":"","parse-names":false,"suffix":""},{"dropping-particle":"","family":"Iurascu","given":"C. C.","non-dropping-particle":"","parse-names":false,"suffix":""},{"dropping-particle":"","family":"Park","given":"F. C.","non-dropping-particle":"","parse-names":false,"suffix":""},{"dropping-particle":"","family":"Kietzman","given":"J W","non-dropping-particle":"","parse-names":false,"suffix":""},{"dropping-particle":"","family":"Cooper","given":"A G","non-dropping-particle":"","parse-names":false,"suffix":""},{"dropping-particle":"","family":"Weiss","given":"Lee E.","non-dropping-particle":"","parse-names":false,"suffix":""},{"dropping-particle":"","family":"Schultz","given":"L.","non-dropping-particle":"","parse-names":false,"suffix":""},{"dropping-particle":"","family":"Lombardi","given":"J. L.","non-dropping-particle":"","parse-names":false,"suffix":""},{"dropping-particle":"","family":"Prinz","given":"Fritz B.","non-dropping-particle":"","parse-names":false,"suffix":""},{"dropping-particle":"","family":"Kerbrat","given":"Olivier","non-dropping-particle":"","parse-names":false,"suffix":""},{"dropping-particle":"","family":"Mognol","given":"Pascal","non-dropping-particle":"","parse-names":false,"suffix":""},{"dropping-particle":"","family":"Hascoët","given":"Jean Yves","non-dropping-particle":"","parse-names":false,"suffix":""},{"dropping-particle":"","family":"Hascoet","given":"J. Y.","non-dropping-particle":"","parse-names":false,"suffix":""},{"dropping-particle":"","family":"Kelley","given":"Andrew","non-dropping-particle":"","parse-names":false,"suffix":""},{"dropping-particle":"","family":"Kataria","given":"Ravinder","non-dropping-particle":"","parse-names":false,"suffix":""},{"dropping-particle":"","family":"Kumar","given":"Jatinder","non-dropping-particle":"","parse-names":false,"suffix":""},{"dropping-particle":"","family":"Kasperovich","given":"Galina","non-dropping-particle":"","parse-names":false,"suffix":""},{"dropping-particle":"","family":"Hausmann","given":"Joachim","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Karačić","given":"Sabina","non-dropping-particle":"","parse-names":false,"suffix":""},{"dropping-particle":"","family":"Wilén","given":"Britt Marie","non-dropping-particle":"","parse-names":false,"suffix":""},{"dropping-particle":"","family":"Suarez","given":"Carolina","non-dropping-particle":"","parse-names":false,"suffix":""},{"dropping-particle":"","family":"Hagelia","given":"Per","non-dropping-particle":"","parse-names":false,"suffix":""},{"dropping-particle":"","family":"Persson","given":"Frank","non-dropping-particle":"","parse-names":false,"suffix":""},{"dropping-particle":"","family":"Cossio","given":"María Laura T","non-dropping-particle":"","parse-names":false,"suffix":""},{"dropping-particle":"","family":"Giesen","given":"Laura F","non-dropping-particle":"","parse-names":false,"suffix":""},{"dropping-particle":"","family":"Jones","given":"Jason B.","non-dropping-particle":"","parse-names":false,"suffix":""},{"dropping-particle":"","family":"Part","given":"R C","non-dropping-particle":"","parse-names":false,"suffix":""},{"dropping-particle":"","family":"Kuriakose","given":"Sandeep","non-dropping-particle":"","parse-names":false,"suffix":""},{"dropping-particle":"","family":"Parenti","given":"Paolo","non-dropping-particle":"","parse-names":false,"suffix":""},{"dropping-particle":"","family":"Cataldo","given":"Salvatore","non-dropping-particle":"","parse-names":false,"suffix":""},{"dropping-particle":"","family":"Annoni","given":"MASSIMILIANO PIETRO GIOVANNI","non-dropping-particle":"","parse-names":false,"suffix":""},{"dropping-particle":"","family":"Jiang","given":"Aimin","non-dropping-particle":"","parse-names":false,"suffix":""},{"dropping-particle":"","family":"Wen","given":"Bo","non-dropping-particle":"","parse-names":false,"suffix":""},{"dropping-particle":"","family":"Li","given":"Quan Qingfa","non-dropping-particle":"","parse-names":false,"suffix":""},{"dropping-particle":"","family":"Ji","given":"C. H.","non-dropping-particle":"","parse-names":false,"suffix":""},{"dropping-particle":"","family":"Loh","given":"N. H.","non-dropping-particle":"","parse-names":false,"suffix":""},{"dropping-particle":"","family":"Khor","given":"K. A.","non-dropping-particle":"","parse-names":false,"suffix":""},{"dropping-particle":"","family":"Tor","given":"S. B.","non-dropping-particle":"","parse-names":false,"suffix":""},{"dropping-particle":"","family":"Jain","given":"Pranjal","non-dropping-particle":"","parse-names":false,"suffix":""},{"dropping-particle":"","family":"Kuthe","given":"A. M.","non-dropping-particle":"","parse-names":false,"suffix":""},{"dropping-particle":"","family":"Jones","given":"Jason B.","non-dropping-particle":"","parse-names":false,"suffix":""},{"dropping-particle":"","family":"Jackson","given":"M J","non-dropping-particle":"","parse-names":false,"suffix":""},{"dropping-particle":"","family":"Robinson","given":"G M","non-dropping-particle":"","parse-names":false,"suffix":""},{"dropping-particle":"","family":"Whitfield","given":"M D","non-dropping-particle":"","parse-names":false,"suffix":""},{"dropping-particle":"","family":"Centre","given":"Birck Nanotechnology","non-dropping-particle":"","parse-names":false,"suffix":""},{"dropping-particle":"","family":"Lafayette","given":"West","non-dropping-particle":"","parse-names":false,"suffix":""},{"dropping-particle":"","family":"Lafayette","given":"West","non-dropping-particle":"","parse-names":false,"suffix":""},{"dropping-particle":"","family":"Islam","given":"M.","non-dropping-particle":"","parse-names":false,"suffix":""},{"dropping-particle":"","family":"Martinez-Duarte","given":"R.","non-dropping-particle":"","parse-names":false,"suffix":""},{"dropping-particle":"","family":"Dun","given":"Yichao","non-dropping-particle":"","parse-names":false,"suffix":""},{"dropping-particle":"","family":"Zhu","given":"Lida","non-dropping-particle":"","parse-names":false,"suffix":""},{"dropping-particle":"","family":"Wang","given":"Shuhao Shijie","non-dropping-particle":"","parse-names":false,"suffix":""},{"dropping-particle":"","family":"Virtanen","given":"Juho Pekka","non-dropping-particle":"","parse-names":false,"suffix":""},{"dropping-particle":"","family":"Hyyppä","given":"Hannu","non-dropping-particle":"","parse-names":false,"suffix":""},{"dropping-particle":"","family":"Kurkela","given":"Matti","non-dropping-particle":"","parse-names":false,"suffix":""},{"dropping-particle":"","family":"Vaaja","given":"Matti","non-dropping-particle":"","parse-names":false,"suffix":""},{"dropping-particle":"","family":"Alho","given":"Petteri","non-dropping-particle":"","parse-names":false,"suffix":""},{"dropping-particle":"","family":"Hyyppä","given":"Juha","non-dropping-particle":"","parse-names":false,"suffix":""},{"dropping-particle":"","family":"Hur","given":"Junghoon","non-dropping-particle":"","parse-names":false,"suffix":""},{"dropping-particle":"","family":"Lee","given":"Kunwoo","non-dropping-particle":"","parse-names":false,"suffix":""},{"dropping-particle":"","family":"Zhu-Hu","given":"","non-dropping-particle":"","parse-names":false,"suffix":""},{"dropping-particle":"","family":"Kim","given":"Jongwon","non-dropping-particle":"","parse-names":false,"suffix":""},{"dropping-particle":"","family":"Huang","given":"Ming Shyan","non-dropping-particle":"","parse-names":false,"suffix":""},{"dropping-particle":"","family":"Hsu","given":"Hung Chuan","non-dropping-particle":"","parse-names":false,"suffix":""},{"dropping-particle":"","family":"Horvath","given":"Daniel","non-dropping-particle":"","parse-names":false,"suffix":""},{"dropping-particle":"","family":"Noorani","given":"Rafiq","non-dropping-particle":"","parse-names":false,"suffix":""},{"dropping-particle":"","family":"Mendelson","given":"Mel","non-dropping-particle":"","parse-names":false,"suffix":""},{"dropping-particle":"","family":"Heralić","given":"Almir","non-dropping-particle":"","parse-names":false,"suffix":""},{"dropping-particle":"","family":"Christiansson","given":"Anna Karin","non-dropping-particle":"","parse-names":false,"suffix":""},{"dropping-particle":"","family":"Lennartson","given":"Bengt","non-dropping-particle":"","parse-names":false,"suffix":""},{"dropping-particle":"","family":"Heng","given":"Shye Yunn","non-dropping-particle":"","parse-names":false,"suffix":""},{"dropping-particle":"","family":"Raza","given":"Muhammad Rafi","non-dropping-particle":"","parse-names":false,"suffix":""},{"dropping-particle":"","family":"Muhamad","given":"Norhamidi","non-dropping-particle":"","parse-names":false,"suffix":""},{"dropping-particle":"","family":"Sulong","given":"Abu Bakar","non-dropping-particle":"","parse-names":false,"suffix":""},{"dropping-particle":"","family":"Fayyaz","given":"Abdolali","non-dropping-particle":"","parse-names":false,"suffix":""},{"dropping-particle":"","family":"M. Amin","given":"Sriyulis","non-dropping-particle":"","parse-names":false,"suffix":""},{"dropping-particle":"","family":"Heigel","given":"Jarred C.","non-dropping-particle":"","parse-names":false,"suffix":""},{"dropping-particle":"","family":"Hebbalkar","given":"Sunil","non-dropping-particle":"","parse-names":false,"suffix":""},{"dropping-particle":"","family":"He","given":"Rujie","non-dropping-particle":"","parse-names":false,"suffix":""},{"dropping-particle":"","family":"Zhang","given":"Rubing","non-dropping-particle":"","parse-names":false,"suffix":""},{"dropping-particle":"","family":"Zhu","given":"Xiaolei","non-dropping-particle":"","parse-names":false,"suffix":""},{"dropping-particle":"","family":"Wei","given":"Kai","non-dropping-particle":"","parse-names":false,"suffix":""},{"dropping-particle":"","family":"Qu","given":"Zhaoliang","non-dropping-particle":"","parse-names":false,"suffix":""},{"dropping-particle":"","family":"Pei","given":"Yongmao","non-dropping-particle":"","parse-names":false,"suffix":""},{"dropping-particle":"","family":"Fang","given":"Daining","non-dropping-particle":"","parse-names":false,"suffix":""},{"dropping-particle":"","family":"Hartmann","given":"K.","non-dropping-particle":"","parse-names":false,"suffix":""},{"dropping-particle":"","family":"Krishnan","given":"R.","non-dropping-particle":"","parse-names":false,"suffix":""},{"dropping-particle":"","family":"Merz","given":"R.","non-dropping-particle":"","parse-names":false,"suffix":""},{"dropping-particle":"","family":"Neplotnik","given":"G.","non-dropping-particle":"","parse-names":false,"suffix":""},{"dropping-particle":"","family":"Prinz","given":"Fritz B.","non-dropping-particle":"","parse-names":false,"suffix":""},{"dropping-particle":"","family":"Schultz","given":"L.","non-dropping-particle":"","parse-names":false,"suffix":""},{"dropping-particle":"","family":"Terk","given":"M.","non-dropping-particle":"","parse-names":false,"suffix":""},{"dropping-particle":"","family":"Weiss","given":"Lee E.","non-dropping-particle":"","parse-names":false,"suffix":""},{"dropping-particle":"","family":"Guo","given":"Nannan","non-dropping-particle":"","parse-names":false,"suffix":""},{"dropping-particle":"","family":"Leu","given":"Ming C.","non-dropping-particle":"","parse-names":false,"suffix":""},{"dropping-particle":"","family":"Guo","given":"Peng","non-dropping-particle":"","parse-names":false,"suffix":""},{"dropping-particle":"","family":"Zou","given":"Bin","non-dropping-particle":"","parse-names":false,"suffix":""},{"dropping-particle":"","family":"Huang","given":"Chuanzhen","non-dropping-particle":"","parse-names":false,"suffix":""},{"dropping-particle":"","family":"Gao","given":"Huabing","non-dropping-particle":"","parse-names":false,"suffix":""},{"dropping-particle":"","family":"Gu","given":"Lining","non-dropping-particle":"","parse-names":false,"suffix":""},{"dropping-particle":"","family":"Huang","given":"Jiwu","non-dropping-particle":"","parse-names":false,"suffix":""},{"dropping-particle":"","family":"Xie","given":"Chenhui","non-dropping-particle":"","parse-names":false,"suffix":""},{"dropping-particle":"","family":"Grida","given":"Imen","non-dropping-particle":"","parse-names":false,"suffix":""},{"dropping-particle":"","family":"Evans","given":"Julian R.G.","non-dropping-particle":"","parse-names":false,"suffix":""},{"dropping-particle":"","family":"Grguraš","given":"Damir","non-dropping-particle":"","parse-names":false,"suffix":""},{"dropping-particle":"","family":"Kramar","given":"Davorin","non-dropping-particle":"","parse-names":false,"suffix":""},{"dropping-particle":"","family":"Greulich","given":"Michael","non-dropping-particle":"","parse-names":false,"suffix":""},{"dropping-particle":"","family":"Govindarajan","given":"Sivakumar","non-dropping-particle":"","parse-names":false,"suffix":""},{"dropping-particle":"","family":"Gonzlez-Gutirrez","given":"Joamn","non-dropping-particle":"","parse-names":false,"suffix":""},{"dropping-particle":"","family":"Beulke","given":"Gustavo","non-dropping-particle":"","parse-names":false,"suffix":""},{"dropping-particle":"","family":"Emri","given":"Igor","non-dropping-particle":"","parse-names":false,"suffix":""},{"dropping-particle":"","family":"Gonzalez-Gutierrez","given":"Joamin","non-dropping-particle":"","parse-names":false,"suffix":""},{"dropping-particle":"","family":"Godec","given":"Damir","non-dropping-particle":"","parse-names":false,"suffix":""},{"dropping-particle":"","family":"Kukla","given":"Christian","non-dropping-particle":"","parse-names":false,"suffix":""},{"dropping-particle":"","family":"Schlauf","given":"Thomas","non-dropping-particle":"","parse-names":false,"suffix":""},{"dropping-particle":"","family":"Burkhardt","given":"C.","non-dropping-particle":"","parse-names":false,"suffix":""},{"dropping-particle":"","family":"Holzer","given":"Clemens","non-dropping-particle":"","parse-names":false,"suffix":""},{"dropping-particle":"","family":"Gibson","given":"Michael A.","non-dropping-particle":"","parse-names":false,"suffix":""},{"dropping-particle":"","family":"Mykulowycz","given":"Nicholas M.","non-dropping-particle":"","parse-names":false,"suffix":""},{"dropping-particle":"","family":"Shim","given":"Joseph","non-dropping-particle":"","parse-names":false,"suffix":""},{"dropping-particle":"","family":"Fontana","given":"Richard","non-dropping-particle":"","parse-names":false,"suffix":""},{"dropping-particle":"","family":"Schmitt","given":"Peter","non-dropping-particle":"","parse-names":false,"suffix":""},{"dropping-particle":"","family":"Roberts","given":"Andrew","non-dropping-particle":"","parse-names":false,"suffix":""},{"dropping-particle":"","family":"Ketkaew","given":"Jittisa","non-dropping-particle":"","parse-names":false,"suffix":""},{"dropping-particle":"","family":"Shao","given":"Ling","non-dropping-particle":"","parse-names":false,"suffix":""},{"dropping-particle":"","family":"Chen","given":"Wen","non-dropping-particle":"","parse-names":false,"suffix":""},{"dropping-particle":"","family":"Bordeenithikasem","given":"Punnathat","non-dropping-particle":"","parse-names":false,"suffix":""},{"dropping-particle":"","family":"Myerberg","given":"Jonah S.","non-dropping-particle":"","parse-names":false,"suffix":""},{"dropping-particle":"","family":"Fulop","given":"Ricardo","non-dropping-particle":"","parse-names":false,"suffix":""},{"dropping-particle":"","family":"Verminski","given":"Matthew D.","non-dropping-particle":"","parse-names":false,"suffix":""},{"dropping-particle":"","family":"Sachs","given":"Emanuel M.","non-dropping-particle":"","parse-names":false,"suffix":""},{"dropping-particle":"","family":"Chiang","given":"Yet Ming","non-dropping-particle":"","parse-names":false,"suffix":""},{"dropping-particle":"","family":"Schuh","given":"Christopher A.","non-dropping-particle":"","parse-names":false,"suffix":""},{"dropping-particle":"","family":"John Hart","given":"A.","non-dropping-particle":"","parse-names":false,"suffix":""},{"dropping-particle":"","family":"Schroers","given":"Jan","non-dropping-particle":"","parse-names":false,"suffix":""},{"dropping-particle":"","family":"Giberti","given":"Hermes","non-dropping-particle":"","parse-names":false,"suffix":""},{"dropping-particle":"","family":"Strano","given":"Matteo","non-dropping-particle":"","parse-names":false,"suffix":""},{"dropping-particle":"","family":"Annoni","given":"MASSIMILIANO PIETRO GIOVANNI","non-dropping-particle":"","parse-names":false,"suffix":""},{"dropping-particle":"","family":"Ghazanfari","given":"Amir","non-dropping-particle":"","parse-names":false,"suffix":""},{"dropping-particle":"","family":"Li","given":"Wenbin","non-dropping-particle":"","parse-names":false,"suffix":""},{"dropping-particle":"","family":"Leu","given":"Ming C.","non-dropping-particle":"","parse-names":false,"suffix":""},{"dropping-particle":"","family":"Hilmas","given":"Gregory E.","non-dropping-particle":"","parse-names":false,"suffix":""},{"dropping-particle":"","family":"Geiger","given":"Martin","non-dropping-particle":"","parse-names":false,"suffix":""},{"dropping-particle":"","family":"Steger","given":"Wilhelm","non-dropping-particle":"","parse-names":false,"suffix":""},{"dropping-particle":"","family":"Greul","given":"Matthias","non-dropping-particle":"","parse-names":false,"suffix":""},{"dropping-particle":"","family":"Sindel","given":"Manfred","non-dropping-particle":"","parse-names":false,"suffix":""},{"dropping-particle":"","family":"Fullenwider","given":"Blake","non-dropping-particle":"","parse-names":false,"suffix":""},{"dropping-particle":"","family":"Kiani","given":"Parnian","non-dropping-particle":"","parse-names":false,"suffix":""},{"dropping-particle":"","family":"Schoenung","given":"Julie M.","non-dropping-particle":"","parse-names":false,"suffix":""},{"dropping-particle":"","family":"Ma","given":"Kaka","non-dropping-particle":"","parse-names":false,"suffix":""},{"dropping-particle":"","family":"Freitas","given":"Dino","non-dropping-particle":"","parse-names":false,"suffix":""},{"dropping-particle":"","family":"Almeida","given":"Henrique A.","non-dropping-particle":"","parse-names":false,"suffix":""},{"dropping-particle":"","family":"Bártolo","given":"Helena","non-dropping-particle":"","parse-names":false,"suffix":""},{"dropping-particle":"","family":"Bártolo","given":"Paulo J.","non-dropping-particle":"","parse-names":false,"suffix":""},{"dropping-particle":"","family":"Frazier","given":"William E.","non-dropping-particle":"","parse-names":false,"suffix":""},{"dropping-particle":"","family":"Rohstoffe","given":"Fachagentur Nachwachsende","non-dropping-particle":"","parse-names":false,"suffix":""},{"dropping-particle":"","family":"Frank","given":"Matthew C.","non-dropping-particle":"","parse-names":false,"suffix":""},{"dropping-particle":"","family":"Wysk","given":"Richard A.","non-dropping-particle":"","parse-names":false,"suffix":""},{"dropping-particle":"","family":"Joshi","given":"Sanjay B.","non-dropping-particle":"","parse-names":false,"suffix":""},{"dropping-particle":"","family":"Flynn","given":"Joseph M.","non-dropping-particle":"","parse-names":false,"suffix":""},{"dropping-particle":"","family":"Shokrani","given":"Alborz","non-dropping-particle":"","parse-names":false,"suffix":""},{"dropping-particle":"","family":"Newman","given":"Stephen T.","non-dropping-particle":"","parse-names":false,"suffix":""},{"dropping-particle":"","family":"Dhokia","given":"Vimal","non-dropping-particle":"","parse-names":false,"suffix":""},{"dropping-particle":"","family":"Ferreira","given":"T. J.","non-dropping-particle":"","parse-names":false,"suffix":""},{"dropping-particle":"","family":"Vieira","given":"M. T.","non-dropping-particle":"","parse-names":false,"suffix":""},{"dropping-particle":"","family":"Fernandes","given":"C. M.","non-dropping-particle":"","parse-names":false,"suffix":""},{"dropping-particle":"","family":"Senos","given":"A. M.R.","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Bakar","non-dropping-particle":"","parse-names":false,"suffix":""},{"dropping-particle":"","family":"Yunn","given":"Heng Shye","non-dropping-particle":"","parse-names":false,"suffix":""},{"dropping-particle":"","family":"Amin","given":"Sri Yulis Binti M.","non-dropping-particle":"","parse-names":false,"suffix":""},{"dropping-particle":"","family":"Rajabi","given":"Javad","non-dropping-particle":"","parse-names":false,"suffix":""},{"dropping-particle":"","family":"Wong","given":"Yee Ning","non-dropping-particle":"","parse-names":false,"suffix":""},{"dropping-particle":"","family":"Esaklul","given":"Khlefa A.","non-dropping-particle":"","parse-names":false,"suffix":""},{"dropping-particle":"","family":"Ahmed","given":"Tawfik M.","non-dropping-particle":"","parse-names":false,"suffix":""},{"dropping-particle":"","family":"Enneti","given":"Ravi K.","non-dropping-particle":"","parse-names":false,"suffix":""},{"dropping-particle":"","family":"Prough","given":"Kevin C.","non-dropping-particle":"","parse-names":false,"suffix":""},{"dropping-particle":"","family":"Wolfe","given":"Thomas A.","non-dropping-particle":"","parse-names":false,"suffix":""},{"dropping-particle":"","family":"Klein","given":"Andrew","non-dropping-particle":"","parse-names":false,"suffix":""},{"dropping-particle":"","family":"Studley","given":"Nick","non-dropping-particle":"","parse-names":false,"suffix":""},{"dropping-particle":"","family":"Trasorras","given":"Juan L.","non-dropping-particle":"","parse-names":false,"suffix":""},{"dropping-particle":"","family":"Engström","given":"Sebastian","non-dropping-particle":"","parse-names":false,"suffix":""},{"dropping-particle":"","family":"El-Wardany","given":"T.","non-dropping-particle":"","parse-names":false,"suffix":""},{"dropping-particle":"","family":"Barth","given":"R.","non-dropping-particle":"","parse-names":false,"suffix":""},{"dropping-particle":"","family":"Holowczak","given":"J.","non-dropping-particle":"","parse-names":false,"suffix":""},{"dropping-particle":"","family":"Tredway","given":"W.","non-dropping-particle":"","parse-names":false,"suffix":""},{"dropping-particle":"","family":"Chen","given":"L. J.","non-dropping-particle":"","parse-names":false,"suffix":""},{"dropping-particle":"","family":"Zhang","given":"Shuai","non-dropping-particle":"","parse-names":false,"suffix":""},{"dropping-particle":"","family":"Zhang","given":"Yazhou","non-dropping-particle":"","parse-names":false,"suffix":""},{"dropping-particle":"","family":"Gao","given":"Ming","non-dropping-particle":"","parse-names":false,"suffix":""},{"dropping-particle":"","family":"Wang","given":"Fude","non-dropping-particle":"","parse-names":false,"suffix":""},{"dropping-particle":"","family":"Li","given":"Quan Qingfa","non-dropping-particle":"","parse-names":false,"suffix":""},{"dropping-particle":"","family":"Zeng","given":"Xiaoyan","non-dropping-particle":"","parse-names":false,"suffix":""},{"dropping-particle":"","family":"Edition","given":"Third","non-dropping-particle":"","parse-names":false,"suffix":""},{"dropping-particle":"","family":"Du","given":"Wei","non-dropping-particle":"","parse-names":false,"suffix":""},{"dropping-particle":"","family":"Bai","given":"Qiang","non-dropping-particle":"","parse-names":false,"suffix":""},{"dropping-particle":"","family":"Zhang","given":"Bi","non-dropping-particle":"","parse-names":false,"suffix":""},{"dropping-particle":"","family":"Wang","given":"Jun","non-dropping-particle":"","parse-names":false,"suffix":""},{"dropping-particle":"","family":"Chen","given":"Ting-wei","non-dropping-particle":"","parse-names":false,"suffix":""},{"dropping-particle":"","family":"Jin","given":"Yu-an","non-dropping-particle":"","parse-names":false,"suffix":""},{"dropping-particle":"","family":"He","given":"Yong","non-dropping-particle":"","parse-names":false,"suffix":""},{"dropping-particle":"","family":"Material","given":"Introduction","non-dropping-particle":"","parse-names":false,"suffix":""},{"dropping-particle":"","family":"Dornfeld","given":"D.","non-dropping-particle":"","parse-names":false,"suffix":""},{"dropping-particle":"","family":"Min","given":"S.","non-dropping-particle":"","parse-names":false,"suffix":""},{"dropping-particle":"","family":"Takeuchi","given":"Y.","non-dropping-particle":"","parse-names":false,"suffix":""},{"dropping-particle":"","family":"Angelo","given":"L.","non-dropping-particle":"Di","parse-names":false,"suffix":""},{"dropping-particle":"","family":"Stefano","given":"P.","non-dropping-particle":"Di","parse-names":false,"suffix":""},{"dropping-particle":"","family":"Marzola","given":"A.","non-dropping-particle":"","parse-names":false,"suffix":""},{"dropping-particle":"","family":"Dhara","given":"Santanu","non-dropping-particle":"","parse-names":false,"suffix":""},{"dropping-particle":"","family":"Su","given":"Bo","non-dropping-particle":"","parse-names":false,"suffix":""},{"dropping-particle":"","family":"Desfontaines","given":"M.","non-dropping-particle":"","parse-names":false,"suffix":""},{"dropping-particle":"","family":"Jorand","given":"Y.","non-dropping-particle":"","parse-names":false,"suffix":""},{"dropping-particle":"","family":"Gonon","given":"Maurice","non-dropping-particle":"","parse-names":false,"suffix":""},{"dropping-particle":"","family":"Fantozzi","given":"G.","non-dropping-particle":"","parse-names":false,"suffix":""},{"dropping-particle":"","family":"Delanoë","given":"Aurélie","non-dropping-particle":"","parse-names":false,"suffix":""},{"dropping-particle":"","family":"Lay","given":"Sabine","non-dropping-particle":"","parse-names":false,"suffix":""},{"dropping-particle":"","family":"DebRoy","given":"T.","non-dropping-particle":"","parse-names":false,"suffix":""},{"dropping-particle":"","family":"Wei","given":"H. L.","non-dropping-particle":"","parse-names":false,"suffix":""},{"dropping-particle":"","family":"Zuback","given":"J. S.","non-dropping-particle":"","parse-names":false,"suffix":""},{"dropping-particle":"","family":"Mukherjee","given":"T.","non-dropping-particle":"","parse-names":false,"suffix":""},{"dropping-particle":"","family":"Elmer","given":"J. W.","non-dropping-particle":"","parse-names":false,"suffix":""},{"dropping-particle":"","family":"Milewski","given":"J. O.","non-dropping-particle":"","parse-names":false,"suffix":""},{"dropping-particle":"","family":"Beese","given":"A. M.","non-dropping-particle":"","parse-names":false,"suffix":""},{"dropping-particle":"","family":"Wilson-Heid","given":"A.","non-dropping-particle":"","parse-names":false,"suffix":""},{"dropping-particle":"","family":"De","given":"A.","non-dropping-particle":"","parse-names":false,"suffix":""},{"dropping-particle":"","family":"Zhang","given":"W.","non-dropping-particle":"","parse-names":false,"suffix":""},{"dropping-particle":"","family":"Oliveira","given":"Fernando Brandão","non-dropping-particle":"De","parse-names":false,"suffix":""},{"dropping-particle":"","family":"Rodrigues","given":"Alessandro Roger","non-dropping-particle":"","parse-names":false,"suffix":""},{"dropping-particle":"","family":"Coelho","given":"Reginaldo Teixeira","non-dropping-particle":"","parse-names":false,"suffix":""},{"dropping-particle":"","family":"Souza","given":"Adriano Fagali","non-dropping-particle":"De","parse-names":false,"suffix":""},{"dropping-particle":"","family":"Lima","given":"Milton Sergio Fernandes","non-dropping-particle":"De","parse-names":false,"suffix":""},{"dropping-particle":"","family":"Sankaré","given":"Simon","non-dropping-particle":"","parse-names":false,"suffix":""},{"dropping-particle":"","family":"Danforth","given":"Inventors Stephen C","non-dropping-particle":"","parse-names":false,"suffix":""},{"dropping-particle":"","family":"Mead","given":"Belle","non-dropping-particle":"","parse-names":false,"suffix":""},{"dropping-particle":"","family":"Agarwala","given":"Mukesh K","non-dropping-particle":"","parse-names":false,"suffix":""},{"dropping-particle":"","family":"Park","given":"Highland","non-dropping-particle":"","parse-names":false,"suffix":""},{"dropping-particle":"","family":"Dadhich","given":"Prabhash","non-dropping-particle":"","parse-names":false,"suffix":""},{"dropping-particle":"","family":"Srivas","given":"Pavan Kumar","non-dropping-particle":"","parse-names":false,"suffix":""},{"dropping-particle":"","family":"Mohanty","given":"Saralasrita","non-dropping-particle":"","parse-names":false,"suffix":""},{"dropping-particle":"","family":"Dhara","given":"Santanu","non-dropping-particle":"","parse-names":false,"suffix":""},{"dropping-particle":"","family":"Câmara","given":"M. A.","non-dropping-particle":"","parse-names":false,"suffix":""},{"dropping-particle":"","family":"Rubio","given":"J. C.Campos","non-dropping-particle":"","parse-names":false,"suffix":""},{"dropping-particle":"","family":"Abrão","given":"A. M.","non-dropping-particle":"","parse-names":false,"suffix":""},{"dropping-particle":"","family":"Davim","given":"J. P.","non-dropping-particle":"","parse-names":false,"suffix":""},{"dropping-particle":"","family":"Cuellar","given":"Juan Sebastian","non-dropping-particle":"","parse-names":false,"suffix":""},{"dropping-particle":"","family":"Smit","given":"Gerwin","non-dropping-particle":"","parse-names":false,"suffix":""},{"dropping-particle":"","family":"Plettenburg","given":"Dick","non-dropping-particle":"","parse-names":false,"suffix":""},{"dropping-particle":"","family":"Zadpoor","given":"Amir","non-dropping-particle":"","parse-names":false,"suffix":""},{"dropping-particle":"","family":"Criales","given":"Luis E.","non-dropping-particle":"","parse-names":false,"suffix":""},{"dropping-particle":"","family":"Arısoy","given":"Yiğit M.","non-dropping-particle":"","parse-names":false,"suffix":""},{"dropping-particle":"","family":"Lane","given":"Brandon","non-dropping-particle":"","parse-names":false,"suffix":""},{"dropping-particle":"","family":"Moylan","given":"Shawn","non-dropping-particle":"","parse-names":false,"suffix":""},{"dropping-particle":"","family":"Donmez","given":"Alkan","non-dropping-particle":"","parse-names":false,"suffix":""},{"dropping-particle":"","family":"Özel","given":"Tuğrul","non-dropping-particle":"","parse-names":false,"suffix":""},{"dropping-particle":"","family":"Cortina","given":"Magdalena","non-dropping-particle":"","parse-names":false,"suffix":""},{"dropping-particle":"","family":"Arrizubieta","given":"Jon Iñaki","non-dropping-particle":"","parse-names":false,"suffix":""},{"dropping-particle":"","family":"Ruiz","given":"Jose Exequiel","non-dropping-particle":"","parse-names":false,"suffix":""},{"dropping-particle":"","family":"Ukar","given":"Eneko","non-dropping-particle":"","parse-names":false,"suffix":""},{"dropping-particle":"","family":"Lamikiz","given":"Aitzol","non-dropping-particle":"","parse-names":false,"suffix":""},{"dropping-particle":"","family":"Cordero","given":"Zachary C.","non-dropping-particle":"","parse-names":false,"suffix":""},{"dropping-particle":"","family":"Siddel","given":"Derek H.","non-dropping-particle":"","parse-names":false,"suffix":""},{"dropping-particle":"","family":"Peter","given":"William H.","non-dropping-particle":"","parse-names":false,"suffix":""},{"dropping-particle":"","family":"Elliott","given":"Amelia M.","non-dropping-particle":"","parse-names":false,"suffix":""},{"dropping-particle":"","family":"Ph","given":"Recognizing Outstanding","non-dropping-particle":"","parse-names":false,"suffix":""},{"dropping-particle":"","family":"Chuankrerkkul","given":"Nutthita","non-dropping-particle":"","parse-names":false,"suffix":""},{"dropping-particle":"","family":"Messer","given":"Peter F","non-dropping-particle":"","parse-names":false,"suffix":""},{"dropping-particle":"","family":"Davies","given":"Hywel A","non-dropping-particle":"","parse-names":false,"suffix":""},{"dropping-particle":"","family":"Chu","given":"Won Shik","non-dropping-particle":"","parse-names":false,"suffix":""},{"dropping-particle":"","family":"Kim","given":"Chang Ju Chung Soo","non-dropping-particle":"","parse-names":false,"suffix":""},{"dropping-particle":"","family":"Lee","given":"Hyun Taek","non-dropping-particle":"","parse-names":false,"suffix":""},{"dropping-particle":"","family":"Choi","given":"Jung Oh","non-dropping-particle":"","parse-names":false,"suffix":""},{"dropping-particle":"Il","family":"Park","given":"Jae","non-dropping-particle":"","parse-names":false,"suffix":""},{"dropping-particle":"","family":"Song","given":"Ji Hyeon","non-dropping-particle":"","parse-names":false,"suffix":""},{"dropping-particle":"","family":"Jang","given":"Ki Hwan","non-dropping-particle":"","parse-names":false,"suffix":""},{"dropping-particle":"","family":"Ahn","given":"Sung Hoon","non-dropping-particle":"","parse-names":false,"suffix":""},{"dropping-particle":"","family":"Chong","given":"Li","non-dropping-particle":"","parse-names":false,"suffix":""},{"dropping-particle":"","family":"Ramakrishna","given":"Seeram","non-dropping-particle":"","parse-names":false,"suffix":""},{"dropping-particle":"","family":"Singh","given":"Sunpreet","non-dropping-particle":"","parse-names":false,"suffix":""},{"dropping-particle":"","family":"Chen","given":"Guo Qing Gang","non-dropping-particle":"","parse-names":false,"suffix":""},{"dropping-particle":"","family":"Cao","given":"Peng","non-dropping-particle":"","parse-names":false,"suffix":""},{"dropping-particle":"","family":"Wen","given":"Guian","non-dropping-particle":"","parse-names":false,"suffix":""},{"dropping-particle":"","family":"Edmonds","given":"Neil","non-dropping-particle":"","parse-names":false,"suffix":""},{"dropping-particle":"","family":"Li","given":"Yimin Yan","non-dropping-particle":"","parse-names":false,"suffix":""},{"dropping-particle":"","family":"Chu","given":"Won Shik","non-dropping-particle":"","parse-names":false,"suffix":""},{"dropping-particle":"","family":"Kim","given":"Sung Geun","non-dropping-particle":"","parse-names":false,"suffix":""},{"dropping-particle":"","family":"Jung","given":"Woo Kyun","non-dropping-particle":"","parse-names":false,"suffix":""},{"dropping-particle":"","family":"Kim","given":"Hyung Jung Kyu","non-dropping-particle":"","parse-names":false,"suffix":""},{"dropping-particle":"","family":"Ahn","given":"Sung Hoon","non-dropping-particle":"","parse-names":false,"suffix":""},{"dropping-particle":"","family":"Gal","given":"Chang Woo","non-dropping-particle":"","parse-names":false,"suffix":""},{"dropping-particle":"","family":"Song","given":"Gi Woung","non-dropping-particle":"","parse-names":false,"suffix":""},{"dropping-particle":"","family":"Baek","given":"Woon Hyung","non-dropping-particle":"","parse-names":false,"suffix":""},{"dropping-particle":"","family":"Kim","given":"Hyung Jung Kyu","non-dropping-particle":"","parse-names":false,"suffix":""},{"dropping-particle":"","family":"Lee","given":"Dae Keun","non-dropping-particle":"","parse-names":false,"suffix":""},{"dropping-particle":"","family":"Lim","given":"Ki Wook","non-dropping-particle":"","parse-names":false,"suffix":""},{"dropping-particle":"","family":"Park","given":"Seong Jin Sehyung S.","non-dropping-particle":"","parse-names":false,"suffix":""},{"dropping-particle":"","family":"Chae","given":"J.","non-dropping-particle":"","parse-names":false,"suffix":""},{"dropping-particle":"","family":"Park","given":"Seong Jin Sehyung S.","non-dropping-particle":"","parse-names":false,"suffix":""},{"dropping-particle":"","family":"Freiheit","given":"T.","non-dropping-particle":"","parse-names":false,"suffix":""},{"dropping-particle":"","family":"Chabert","given":"France","non-dropping-particle":"","parse-names":false,"suffix":""},{"dropping-particle":"","family":"Dunstan","given":"David E.","non-dropping-particle":"","parse-names":false,"suffix":""},{"dropping-particle":"V.","family":"Franks","given":"George","non-dropping-particle":"","parse-names":false,"suffix":""},{"dropping-particle":"","family":"Cesarano","given":"Joseph","non-dropping-particle":"","parse-names":false,"suffix":""},{"dropping-particle":"","family":"Ce","given":"Nataly","non-dropping-particle":"","parse-names":false,"suffix":""},{"dropping-particle":"","family":"Paul","given":"Shiladitya","non-dropping-particle":"","parse-names":false,"suffix":""},{"dropping-particle":"","family":"Cano","given":"Santiago","non-dropping-particle":"","parse-names":false,"suffix":""},{"dropping-particle":"","family":"Gonzalez-Gutierrez","given":"Joamin","non-dropping-particle":"","parse-names":false,"suffix":""},{"dropping-particle":"","family":"Sapkota","given":"Janak","non-dropping-particle":"","parse-names":false,"suffix":""},{"dropping-particle":"","family":"Spoerk","given":"Martin","non-dropping-particle":"","parse-names":false,"suffix":""},{"dropping-particle":"","family":"Arbeiter","given":"Florian","non-dropping-particle":"","parse-names":false,"suffix":""},{"dropping-particle":"","family":"Schuschnigg","given":"Stephan","non-dropping-particle":"","parse-names":false,"suffix":""},{"dropping-particle":"","family":"Holzer","given":"Clemens","non-dropping-particle":"","parse-names":false,"suffix":""},{"dropping-particle":"","family":"Kukla","given":"Christian","non-dropping-particle":"","parse-names":false,"suffix":""},{"dropping-particle":"","family":"Bukvic","given":"Gill","non-dropping-particle":"","parse-names":false,"suffix":""},{"dropping-particle":"","family":"Sanchez","given":"Luiz Eduardo De Angelo","non-dropping-particle":"","parse-names":false,"suffix":""},{"dropping-particle":"","family":"Fortulan","given":"Carlos Alberto","non-dropping-particle":"","parse-names":false,"suffix":""},{"dropping-particle":"","family":"Fiocchi","given":"A. A.","non-dropping-particle":"","parse-names":false,"suffix":""},{"dropping-particle":"","family":"Marinescu","given":"Ioan Demitrius","non-dropping-particle":"","parse-names":false,"suffix":""},{"dropping-particle":"","family":"Fabrication","given":"Solid Freeform","non-dropping-particle":"","parse-names":false,"suffix":""},{"dropping-particle":"","family":"Advanced","given":"An","non-dropping-particle":"","parse-names":false,"suffix":""},{"dropping-particle":"","family":"Approach","given":"Manufacturing","non-dropping-particle":"","parse-names":false,"suffix":""},{"dropping-particle":"","family":"Bose","given":"Animesh","non-dropping-particle":"","parse-names":false,"suffix":""},{"dropping-particle":"","family":"Schuh","given":"Christopher A.","non-dropping-particle":"","parse-names":false,"suffix":""},{"dropping-particle":"","family":"Tobia","given":"Jay C.","non-dropping-particle":"","parse-names":false,"suffix":""},{"dropping-particle":"","family":"Tuncer","given":"Nihan","non-dropping-particle":"","parse-names":false,"suffix":""},{"dropping-particle":"","family":"Mykulowycz","given":"Nicholas M.","non-dropping-particle":"","parse-names":false,"suffix":""},{"dropping-particle":"","family":"Preston","given":"Aaron","non-dropping-particle":"","parse-names":false,"suffix":""},{"dropping-particle":"","family":"Barbati","given":"Alexander C.","non-dropping-particle":"","parse-names":false,"suffix":""},{"dropping-particle":"","family":"Kernan","given":"Brian","non-dropping-particle":"","parse-names":false,"suffix":""},{"dropping-particle":"","family":"Gibson","given":"Michael A.","non-dropping-particle":"","parse-names":false,"suffix":""},{"dropping-particle":"","family":"Krause","given":"Dana","non-dropping-particle":"","parse-names":false,"suffix":""},{"dropping-particle":"","family":"Brzezinski","given":"Tomek","non-dropping-particle":"","parse-names":false,"suffix":""},{"dropping-particle":"","family":"Schroers","given":"Jan","non-dropping-particle":"","parse-names":false,"suffix":""},{"dropping-particle":"","family":"Fulop","given":"Ricardo","non-dropping-particle":"","parse-names":false,"suffix":""},{"dropping-particle":"","family":"Myerberg","given":"Jonah S.","non-dropping-particle":"","parse-names":false,"suffix":""},{"dropping-particle":"","family":"Sowerbutts","given":"Mark","non-dropping-particle":"","parse-names":false,"suffix":""},{"dropping-particle":"","family":"Chiang","given":"Yet Ming","non-dropping-particle":"","parse-names":false,"suffix":""},{"dropping-particle":"","family":"John Hart","given":"A.","non-dropping-particle":"","parse-names":false,"suffix":""},{"dropping-particle":"","family":"Sachs","given":"Emanuel M.","non-dropping-particle":"","parse-names":false,"suffix":""},{"dropping-particle":"","family":"Lomeli","given":"Ester E.","non-dropping-particle":"","parse-names":false,"suffix":""},{"dropping-particle":"","family":"Lund","given":"Alan C.","non-dropping-particle":"","parse-names":false,"suffix":""},{"dropping-particle":"","family":"Boschetto","given":"Alberto","non-dropping-particle":"","parse-names":false,"suffix":""},{"dropping-particle":"","family":"Bottini","given":"Luana","non-dropping-particle":"","parse-names":false,"suffix":""},{"dropping-particle":"","family":"Veniali","given":"Francesco","non-dropping-particle":"","parse-names":false,"suffix":""},{"dropping-particle":"","family":"Bordin","given":"A.","non-dropping-particle":"","parse-names":false,"suffix":""},{"dropping-particle":"","family":"Sartori","given":"S.","non-dropping-particle":"","parse-names":false,"suffix":""},{"dropping-particle":"","family":"Bruschi","given":"S.","non-dropping-particle":"","parse-names":false,"suffix":""},{"dropping-particle":"","family":"Ghiotti","given":"A.","non-dropping-particle":"","parse-names":false,"suffix":""},{"dropping-particle":"","family":"Bariani","given":"P. F.","non-dropping-particle":"","parse-names":false,"suffix":""},{"dropping-particle":"","family":"Boparai","given":"Kamaljit Singh","non-dropping-particle":"","parse-names":false,"suffix":""},{"dropping-particle":"","family":"Singh","given":"Rupinder","non-dropping-particle":"","parse-names":false,"suffix":""},{"dropping-particle":"","family":"Singh","given":"Harwinder","non-dropping-particle":"","parse-names":false,"suffix":""},{"dropping-particle":"","family":"Bissacco","given":"G.","non-dropping-particle":"","parse-names":false,"suffix":""},{"dropping-particle":"","family":"Hansen","given":"H. N.","non-dropping-particle":"","parse-names":false,"suffix":""},{"dropping-particle":"","family":"Slunsky","given":"J.","non-dropping-particle":"","parse-names":false,"suffix":""},{"dropping-particle":"","family":"Chiffre","given":"L.","non-dropping-particle":"De","parse-names":false,"suffix":""},{"dropping-particle":"","family":"Bikas","given":"H.","non-dropping-particle":"","parse-names":false,"suffix":""},{"dropping-particle":"","family":"Stavropoulos","given":"Panagiotis","non-dropping-particle":"","parse-names":false,"suffix":""},{"dropping-particle":"","family":"Chryssolouris","given":"G.","non-dropping-particle":"","parse-names":false,"suffix":""},{"dropping-particle":"","family":"Bártolo","given":"Paulo J.","non-dropping-particle":"","parse-names":false,"suffix":""},{"dropping-particle":"","family":"Bhorkade","given":"Ashish","non-dropping-particle":"","parse-names":false,"suffix":""},{"dropping-particle":"","family":"Bharambe","given":"Chetan","non-dropping-particle":"","parse-names":false,"suffix":""},{"dropping-particle":"","family":"Bhangale","given":"Suraj","non-dropping-particle":"","parse-names":false,"suffix":""},{"dropping-particle":"","family":"Patil","given":"Pankaj","non-dropping-particle":"","parse-names":false,"suffix":""},{"dropping-particle":"","family":"Scholar","given":"B E","non-dropping-particle":"","parse-names":false,"suffix":""},{"dropping-particle":"","family":"Nashik","given":"Bvcoe&amp;ri","non-dropping-particle":"","parse-names":false,"suffix":""},{"dropping-particle":"","family":"Bernås","given":"Mia","non-dropping-particle":"","parse-names":false,"suffix":""},{"dropping-particle":"","family":"Westermann","given":"Ida","non-dropping-particle":"","parse-names":false,"suffix":""},{"dropping-particle":"","family":"Johnsen","given":"Roy","non-dropping-particle":"","parse-names":false,"suffix":""},{"dropping-particle":"","family":"Torres","given":"Cristian","non-dropping-particle":"","parse-names":false,"suffix":""},{"dropping-particle":"","family":"Jernberg","given":"Anders","non-dropping-particle":"","parse-names":false,"suffix":""},{"dropping-particle":"","family":"Qvale","given":"Atle H.","non-dropping-particle":"","parse-names":false,"suffix":""},{"dropping-particle":"","family":"Iannuzzi","given":"Mariano","non-dropping-particle":"","parse-names":false,"suffix":""},{"dropping-particle":"","family":"Bellini","given":"Anna","non-dropping-particle":"","parse-names":false,"suffix":""},{"dropping-particle":"","family":"Shor","given":"Lauren","non-dropping-particle":"","parse-names":false,"suffix":""},{"dropping-particle":"","family":"Guceri","given":"Selcuk I.","non-dropping-particle":"","parse-names":false,"suffix":""},{"dropping-particle":"","family":"Güçeri","given":"Selçuk","non-dropping-particle":"","parse-names":false,"suffix":""},{"dropping-particle":"","family":"Baumann","given":"Felix W.","non-dropping-particle":"","parse-names":false,"suffix":""},{"dropping-particle":"","family":"Eichhoff","given":"Julian R.","non-dropping-particle":"","parse-names":false,"suffix":""},{"dropping-particle":"","family":"Roller","given":"Dieter","non-dropping-particle":"","parse-names":false,"suffix":""},{"dropping-particle":"","family":"Bakan","given":"H. I.","non-dropping-particle":"","parse-names":false,"suffix":""},{"dropping-particle":"","family":"Celis","given":"J. P.","non-dropping-particle":"","parse-names":false,"suffix":""},{"dropping-particle":"","family":"Gürbilek","given":"Nurdan","non-dropping-particle":"","parse-names":false,"suffix":""},{"dropping-particle":"","family":"Bai","given":"Qiang","non-dropping-particle":"","parse-names":false,"suffix":""},{"dropping-particle":"","family":"Bai","given":"Yong","non-dropping-particle":"","parse-names":false,"suffix":""},{"dropping-particle":"","family":"Attia","given":"Usama M.","non-dropping-particle":"","parse-names":false,"suffix":""},{"dropping-particle":"","family":"Alcock","given":"Jeffrey R.","non-dropping-particle":"","parse-names":false,"suffix":""},{"dropping-particle":"","family":"Aramcharoen","given":"A.","non-dropping-particle":"","parse-names":false,"suffix":""},{"dropping-particle":"","family":"Mativenga","given":"P. T.","non-dropping-particle":"","parse-names":false,"suffix":""},{"dropping-particle":"","family":"Anzalone","given":"Gerald C.","non-dropping-particle":"","parse-names":false,"suffix":""},{"dropping-particle":"","family":"Zhang","given":"Chenlong","non-dropping-particle":"","parse-names":false,"suffix":""},{"dropping-particle":"","family":"Wijnen","given":"Bas","non-dropping-particle":"","parse-names":false,"suffix":""},{"dropping-particle":"","family":"Sanders","given":"Paul G.","non-dropping-particle":"","parse-names":false,"suffix":""},{"dropping-particle":"","family":"Pearce","given":"Joshua M.","non-dropping-particle":"","parse-names":false,"suffix":""},{"dropping-particle":"","family":"Antony","given":"Leo V.M.","non-dropping-particle":"","parse-names":false,"suffix":""},{"dropping-particle":"","family":"Reddy","given":"Ramana G.","non-dropping-particle":"","parse-names":false,"suffix":""},{"dropping-particle":"","family":"Demir","given":"A G","non-dropping-particle":"","parse-names":false,"suffix":""},{"dropping-particle":"","family":"Anitha","given":"R.","non-dropping-particle":"","parse-names":false,"suffix":""},{"dropping-particle":"","family":"Arunachalam","given":"S.","non-dropping-particle":"","parse-names":false,"suffix":""},{"dropping-particle":"","family":"Radhakrishnan","given":"P.","non-dropping-particle":"","parse-names":false,"suffix":""},{"dropping-particle":"","family":"Ang","given":"Ker Chin","non-dropping-particle":"","parse-names":false,"suffix":""},{"dropping-particle":"","family":"Leong","given":"Kah Fai","non-dropping-particle":"","parse-names":false,"suffix":""},{"dropping-particle":"","family":"Chua","given":"Chee Kai","non-dropping-particle":"","parse-names":false,"suffix":""},{"dropping-particle":"","family":"Chandrasekaran","given":"Margam","non-dropping-particle":"","parse-names":false,"suffix":""},{"dropping-particle":"","family":"Praniewicz","given":"Maxwell","non-dropping-particle":"","parse-names":false,"suffix":""},{"dropping-particle":"","family":"Kurfess","given":"Thomas","non-dropping-particle":"","parse-names":false,"suffix":""},{"dropping-particle":"","family":"Saldana","given":"Christopher","non-dropping-particle":"","parse-names":false,"suffix":""},{"dropping-particle":"","family":"Amanullah","given":"A. N.M.","non-dropping-particle":"","parse-names":false,"suffix":""},{"dropping-particle":"","family":"Murshiduzzaman","given":"","non-dropping-particle":"","parse-names":false,"suffix":""},{"dropping-particle":"","family":"Saleh","given":"Tanveer","non-dropping-particle":"","parse-names":false,"suffix":""},{"dropping-particle":"","family":"Khan","given":"Raisuddin","non-dropping-particle":"","parse-names":false,"suffix":""},{"dropping-particle":"","family":"Almeida","given":"F. A.","non-dropping-particle":"","parse-names":false,"suffix":""},{"dropping-particle":"","family":"Carrapichano","given":"J. M.","non-dropping-particle":"","parse-names":false,"suffix":""},{"dropping-particle":"","family":"Fernandes","given":"A. J.S.","non-dropping-particle":"","parse-names":false,"suffix":""},{"dropping-particle":"","family":"Sacramento","given":"J.","non-dropping-particle":"","parse-names":false,"suffix":""},{"dropping-particle":"","family":"Silva","given":"R. F.","non-dropping-particle":"","parse-names":false,"suffix":""},{"dropping-particle":"","family":"Oliveira","given":"F. J.","non-dropping-particle":"","parse-names":false,"suffix":""},{"dropping-particle":"","family":"Allibert","given":"C. H.","non-dropping-particle":"","parse-names":false,"suffix":""},{"dropping-particle":"","family":"Agarwala","given":"Mukesh K","non-dropping-particle":"","parse-names":false,"suffix":""},{"dropping-particle":"","family":"Weeren","given":"R","non-dropping-particle":"Van","parse-names":false,"suffix":""},{"dropping-particle":"","family":"Vaidyanathan","given":"R.","non-dropping-particle":"","parse-names":false,"suffix":""},{"dropping-particle":"","family":"Bandyopadhyay","given":"Amit","non-dropping-particle":"","parse-names":false,"suffix":""},{"dropping-particle":"","family":"Carrasquillo","given":"G","non-dropping-particle":"","parse-names":false,"suffix":""},{"dropping-particle":"","family":"Jamalabad","given":"V","non-dropping-particle":"","parse-names":false,"suffix":""},{"dropping-particle":"","family":"Langrana","given":"N. A.","non-dropping-particle":"","parse-names":false,"suffix":""},{"dropping-particle":"","family":"Safari","given":"A","non-dropping-particle":"","parse-names":false,"suffix":""},{"dropping-particle":"","family":"Garofalini","given":"S H","non-dropping-particle":"","parse-names":false,"suffix":""},{"dropping-particle":"","family":"Danforth","given":"S. C","non-dropping-particle":"","parse-names":false,"suffix":""},{"dropping-particle":"","family":"Burlew","given":"J","non-dropping-particle":"","parse-names":false,"suffix":""},{"dropping-particle":"","family":"Donaldson","given":"R","non-dropping-particle":"","parse-names":false,"suffix":""},{"dropping-particle":"","family":"Whalen","given":"P","non-dropping-particle":"","parse-names":false,"suffix":""},{"dropping-particle":"","family":"Ballard","given":"C","non-dropping-particle":"","parse-names":false,"suffix":""},{"dropping-particle":"Van","family":"Weeren","given":"R","non-dropping-particle":"","parse-names":false,"suffix":""},{"dropping-particle":"","family":"Bandyopadhyay","given":"Amit","non-dropping-particle":"","parse-names":false,"suffix":""},{"dropping-particle":"","family":"Safari","given":"A","non-dropping-particle":"","parse-names":false,"suffix":""},{"dropping-particle":"","family":"Danforth","given":"S. C","non-dropping-particle":"","parse-names":false,"suffix":""},{"dropping-particle":"","family":"Priedeman","given":"W R","non-dropping-particle":"","parse-names":false,"suffix":""},{"dropping-particle":"","family":"Prinz","given":"Fritz B.","non-dropping-particle":"","parse-names":false,"suffix":""},{"dropping-particle":"","family":"Lara-subiabre","given":"Brenda Angélica","non-dropping-particle":"","parse-names":false,"suffix":""},{"dropping-particle":"","family":"Chacón","given":"Maria","non-dropping-particle":"","parse-names":false,"suffix":""},{"dropping-particle":"","family":"Chacón","given":"Azael","non-dropping-particle":"","parse-names":false,"suffix":""},{"dropping-particle":"","family":"Díaz Larenas","given":"Claudio","non-dropping-particle":"","parse-names":false,"suffix":""},{"dropping-particle":"","family":"Bastías Díaz","given":"Cecilia","non-dropping-particle":"","parse-names":false,"suffix":""},{"dropping-particle":"","family":"Reflexiva","given":"Investigación Identidad","non-dropping-particle":"","parse-names":false,"suffix":""},{"dropping-particle":"","family":"Práctica","given":"D E S U","non-dropping-particle":"","parse-names":false,"suffix":""},{"dropping-particle":"","family":"Sañudo","given":"Lya","non-dropping-particle":"","parse-names":false,"suffix":""},{"dropping-particle":"","family":"Escobar","given":"Nancy","non-dropping-particle":"","parse-names":false,"suffix":""},{"dropping-particle":"","family":"Helena","given":"Sonia","non-dropping-particle":"","parse-names":false,"suffix":""},{"dropping-particle":"","family":"Galindo","given":"Castellanos","non-dropping-particle":"","parse-names":false,"suffix":""},{"dropping-particle":"","family":"Esperanza","given":"Ruby","non-dropping-particle":"","parse-names":false,"suffix":""},{"dropping-particle":"","family":"Escobar","given":"Yaya","non-dropping-particle":"","parse-names":false,"suffix":""},{"dropping-particle":"","family":"Ferra","given":"Pérez","non-dropping-particle":"","parse-names":false,"suffix":""},{"dropping-particle":"","family":"López Calva","given":"Martín","non-dropping-particle":"","parse-names":false,"suffix":""},{"dropping-particle":"","family":"Baz","given":"Domingo","non-dropping-particle":"","parse-names":false,"suffix":""},{"dropping-particle":"","family":"Gonz","given":"Loreto","non-dropping-particle":"","parse-names":false,"suffix":""},{"dropping-particle":"","family":"González Calvo Gustavo","given":"","non-dropping-particle":"","parse-names":false,"suffix":""},{"dropping-particle":"","family":"Esteve","given":"Olga","non-dropping-particle":"","parse-names":false,"suffix":""},{"dropping-particle":"","family":"Lella","given":"C.","non-dropping-particle":"de","parse-names":false,"suffix":""},{"dropping-particle":"","family":"AUFOP","given":"","non-dropping-particle":"","parse-names":false,"suffix":""},{"dropping-particle":"","family":"Hirmas Ready","given":"Carolina","non-dropping-particle":"","parse-names":false,"suffix":""},{"dropping-particle":"","family":"PEREZ GOMEZ","given":"ANGEL I","non-dropping-particle":"","parse-names":false,"suffix":""},{"dropping-particle":"","family":"Martínez","given":"Lurdes","non-dropping-particle":"","parse-names":false,"suffix":""},{"dropping-particle":"","family":"Martín","given":"Montserrat","non-dropping-particle":"","parse-names":false,"suffix":""},{"dropping-particle":"","family":"Capllonch","given":"Marta","non-dropping-particle":"","parse-names":false,"suffix":""},{"dropping-particle":"","family":"Pr","given":"D E L","non-dropping-particle":"","parse-names":false,"suffix":""},{"dropping-particle":"","family":"En","given":"Cticum","non-dropping-particle":"","parse-names":false,"suffix":""},{"dropping-particle":"","family":"Adquisici","given":"L A","non-dropping-particle":"","parse-names":false,"suffix":""},{"dropping-particle":"","family":"Profesionales","given":"D E Competencias","non-dropping-particle":"","parse-names":false,"suffix":""},{"dropping-particle":"","family":"Permiten","given":"Q U E","non-dropping-particle":"","parse-names":false,"suffix":""},{"dropping-particle":"","family":"Transferencia","given":"L A","non-dropping-particle":"","parse-names":false,"suffix":""},{"dropping-particle":"","family":"Propios","given":"Mbitos","non-dropping-particle":"","parse-names":false,"suffix":""},{"dropping-particle":"","family":"Acci","given":"D E L A","non-dropping-particle":"","parse-names":false,"suffix":""},{"dropping-particle":"","family":"Rica","given":"Universidad De Costa","non-dropping-particle":"","parse-names":false,"suffix":""},{"dropping-particle":"","family":"Rica","given":"Costa","non-dropping-particle":"","parse-names":false,"suffix":""},{"dropping-particle":"","family":"Marmo","given":"Célica E Cánovas","non-dropping-particle":"","parse-names":false,"suffix":""},{"dropping-particle":"","family":"Rivas","given":"Teresita","non-dropping-particle":"","parse-names":false,"suffix":""},{"dropping-particle":"","family":"Martín","given":"Celina","non-dropping-particle":"","parse-names":false,"suffix":""},{"dropping-particle":"","family":"Venegas","given":"María Alejandra","non-dropping-particle":"","parse-names":false,"suffix":""},{"dropping-particle":"","family":"Pontes Pedrajas","given":"Alfonso","non-dropping-particle":"","parse-names":false,"suffix":""},{"dropping-particle":"","family":"Serrano Rodríguez","given":"Rocío","non-dropping-particle":"","parse-names":false,"suffix":""},{"dropping-particle":"","family":"Poyato Lopez","given":"Francisco José","non-dropping-particle":"","parse-names":false,"suffix":""},{"dropping-particle":"","family":"Linea","given":"Seminario D E","non-dropping-particle":"","parse-names":false,"suffix":""},{"dropping-particle":"","family":"Las","given":"Enseñanza D E","non-dropping-particle":"","parse-names":false,"suffix":""},{"dropping-particle":"","family":"La","given":"Ciencias Y","non-dropping-particle":"","parse-names":false,"suffix":""},{"dropping-particle":"","family":"Vain","given":"Pablo Daniel","non-dropping-particle":"","parse-names":false,"suffix":""},{"dropping-particle":"","family":"Arbesú García","given":"María Isabel","non-dropping-particle":"","parse-names":false,"suffix":""},{"dropping-particle":"","family":"Gutiérrez Martínez","given":"Elia","non-dropping-particle":"","parse-names":false,"suffix":""},{"dropping-particle":"","family":"Pastells","given":"Àngel","non-dropping-particle":"","parse-names":false,"suffix":""},{"dropping-particle":"","family":"Gvirtz","given":"Silvina","non-dropping-particle":"","parse-names":false,"suffix":""},{"dropping-particle":"","family":"Palamidessi","given":"Mariano","non-dropping-particle":"","parse-names":false,"suffix":""},{"dropping-particle":"","family":"La","given":"Desarrollo E D E","non-dropping-particle":"","parse-names":false,"suffix":""},{"dropping-particle":"","family":"Como","given":"Ocencia","non-dropping-particle":"","parse-names":false,"suffix":""},{"dropping-particle":"","family":"Contreras","given":"Eflexiva Gloria","non-dropping-particle":"","parse-names":false,"suffix":""},{"dropping-particle":"","family":"Arbes","given":"Isabel","non-dropping-particle":"","parse-names":false,"suffix":""},{"dropping-particle":"","family":"Carrasco","given":"Pablo Castro","non-dropping-particle":"","parse-names":false,"suffix":""},{"dropping-particle":"","family":"Carvajal","given":"Carlos Agüero","non-dropping-particle":"","parse-names":false,"suffix":""},{"dropping-particle":"","family":"Alfaro","given":"Andrea Barraza","non-dropping-particle":"","parse-names":false,"suffix":""},{"dropping-particle":"","family":"Puentes","given":"Gonzalo Escobar","non-dropping-particle":"","parse-names":false,"suffix":""},{"dropping-particle":"","family":"Varas","given":"Jaime Jorquera","non-dropping-particle":"","parse-names":false,"suffix":""},{"dropping-particle":"","family":"Barrea","given":"Susana","non-dropping-particle":"","parse-names":false,"suffix":""},{"dropping-particle":"","family":"Guzmán","given":"Isabel","non-dropping-particle":"","parse-names":false,"suffix":""},{"dropping-particle":"","family":"Marín","given":"Rigoberto","non-dropping-particle":"","parse-names":false,"suffix":""},{"dropping-particle":"","family":"Zesati","given":"Gina","non-dropping-particle":"","parse-names":false,"suffix":""},{"dropping-particle":"","family":"Breach","given":"Rosa","non-dropping-particle":"","parse-names":false,"suffix":""},{"dropping-particle":"","family":"Mellado Hernández","given":"M E","non-dropping-particle":"","parse-names":false,"suffix":""},{"dropping-particle":"","family":"Barba","given":"José J.","non-dropping-particle":"","parse-names":false,"suffix":""},{"dropping-particle":"","family":"Gónzalez Calvo","given":"Gustavo","non-dropping-particle":"","parse-names":false,"suffix":""},{"dropping-particle":"","family":"Barba-Martín","given":"Raúl A.","non-dropping-particle":"","parse-names":false,"suffix":""},{"dropping-particle":"","family":"Sanmamed","given":"M.G.","non-dropping-particle":"","parse-names":false,"suffix":""},{"dropping-particle":"","family":"Abeledo","given":"E.J.F.","non-dropping-particle":"","parse-names":false,"suffix":""},{"dropping-particle":"","family":"Tagle","given":"Tania","non-dropping-particle":"","parse-names":false,"suffix":""},{"dropping-particle":"","family":"Gomes Lima","given":"Paulo","non-dropping-particle":"","parse-names":false,"suffix":""},{"dropping-particle":"","family":"Rodrigues","given":"Renata","non-dropping-particle":"","parse-names":false,"suffix":""},{"dropping-particle":"","family":"Rodríguez-Illera","given":"José Luis","non-dropping-particle":"","parse-names":false,"suffix":""},{"dropping-particle":"","family":"نوروز</w:instrText>
      </w:r>
      <w:r>
        <w:rPr>
          <w:rFonts w:hint="cs"/>
          <w:i/>
          <w:iCs/>
        </w:rPr>
        <w:instrText xml:space="preserve">ی</w:instrText>
      </w:r>
      <w:r>
        <w:rPr>
          <w:i/>
          <w:iCs/>
        </w:rPr>
        <w:instrText xml:space="preserve">","given":"محمود","non-dropping-particle":"","parse-names":false,"suffix":""},{"dropping-particle":"","family":"Científica","given":"Sistema De Información","non-dropping-particle":"","parse-names":false,"suffix":""},{"dropping-particle":"","family":"La","given":"Desarrollo E D E","non-dropping-particle":"","parse-names":false,"suffix":""},{"dropping-particle":"","family":"Reflexiva","given":"Investigación Identidad","non-dropping-particle":"","parse-names":false,"suffix":""},{"dropping-particle":"","family":"Profesorado","given":"D E L","non-dropping-particle":"","parse-names":false,"suffix":""},{"dropping-particle":"","family":"Las","given":"Desde","non-dropping-particle":"","parse-names":false,"suffix":""},{"dropping-particle":"","family":"Grupal","given":"Perspectivas","non-dropping-particle":"","parse-names":false,"suffix":""},{"dropping-particle":"","family":"Cano","given":"Elena","non-dropping-particle":"","parse-names":false,"suffix":""},{"dropping-particle":"","family":"Imbernon","given":"Francisco","non-dropping-particle":"","parse-names":false,"suffix":""},{"dropping-particle":"","family":"Moral Santaella","given":"Cristina","non-dropping-particle":"","parse-names":false,"suffix":""},{"dropping-particle":"","family":"Peña","given":"Velázquez","non-dropping-particle":"","parse-names":false,"suffix":""},{"dropping-particle":"","family":"Estrella","given":"A","non-dropping-particle":"","parse-names":false,"suffix":""},{"dropping-particle":"","family":"Reyes","given":"Ulloa","non-dropping-particle":"","parse-names":false,"suffix":""},{"dropping-particle":"","family":"Luis","given":"G","non-dropping-particle":"","parse-names":false,"suffix":""},{"dropping-particle":"","family":"Mujica","given":"Hernández","non-dropping-particle":"","parse-names":false,"suffix":""},{"dropping-particle":"","family":"Jorge","given":"L","non-dropping-particle":"","parse-names":false,"suffix":""},{"dropping-particle":"","family":"Peña","given":"C Estrella A Velázquez","non-dropping-particle":"","parse-names":false,"suffix":""},{"dropping-particle":"","family":"Reyes","given":"C Luis G Ulloa","non-dropping-particle":"","parse-names":false,"suffix":""},{"dropping-particle":"","family":"Auxiliar","given":"Profesor","non-dropping-particle":"","parse-names":false,"suffix":""},{"dropping-particle":"","family":"Pavié","given":"Alex","non-dropping-particle":"","parse-names":false,"suffix":""},{"dropping-particle":"","family":"Imbernón","given":"Francesc","non-dropping-particle":"","parse-names":false,"suffix":""},{"dropping-particle":"","family":"Esteve Olga","given":"","non-dropping-particle":"","parse-names":false,"suffix":""},{"dropping-particle":"","family":"Flores","given":"Pablo","non-dropping-particle":"","parse-names":false,"suffix":""},{"dropping-particle":"","family":"Inexplorados","given":"Explorados E","non-dropping-particle":"","parse-names":false,"suffix":""},{"dropping-particle":"","family":"Cisternas","given":"Tatiana","non-dropping-particle":"","parse-names":false,"suffix":""},{"dropping-particle":"","family":"Lima","given":"Paulo Gomes","non-dropping-particle":"","parse-names":false,"suffix":""},{"dropping-particle":"","family":"Educativos","given":"Centro De Estudios","non-dropping-particle":"","parse-names":false,"suffix":""},{"dropping-particle":"","family":"Federal","given":"Distrito","non-dropping-particle":"","parse-names":false,"suffix":""},{"dropping-particle":"","family":"La","given":"E N","non-dropping-particle":"","parse-names":false,"suffix":""},{"dropping-particle":"","family":"Inicial","given":"Formación","non-dropping-particle":"","parse-names":false,"suffix":""},{"dropping-particle":"","family":"Profesorado","given":"D E L","non-dropping-particle":"","parse-names":false,"suffix":""},{"dropping-particle":"","family":"Muñoz Martínez","given":"Maryluz","non-dropping-particle":"","parse-names":false,"suffix":""},{"dropping-particle":"","family":"Garay Garay","given":"Fredy","non-dropping-particle":"","parse-names":false,"suffix":""},{"dropping-particle":"","family":"Cáceres","given":"M.","non-dropping-particle":"","parse-names":false,"suffix":""},{"dropping-particle":"","family":"Lara","given":"L.","non-dropping-particle":"","parse-names":false,"suffix":""},{"dropping-particle":"","family":"Iglesias","given":"C.M.","non-dropping-particle":"","parse-names":false,"suffix":""},{"dropping-particle":"","family":"Garcia","given":"R.","non-dropping-particle":"","parse-names":false,"suffix":""},{"dropping-particle":"","family":"Bravo","given":"G.","non-dropping-particle":"","parse-names":false,"suffix":""},{"dropping-particle":"","family":"Cañedo","given":"C.","non-dropping-particle":"","parse-names":false,"suffix":""},{"dropping-particle":"","family":"Valdes","given":"O.","non-dropping-particle":"","parse-names":false,"suffix":""},{"dropping-particle":"","family":"Francisco","given":"Juan","non-dropping-particle":"","parse-names":false,"suffix":""},{"dropping-particle":"","family":"Canals","given":"Díaz","non-dropping-particle":"","parse-names":false,"suffix":""},{"dropping-particle":"","family":"Cabero Almenara","given":"J.","non-dropping-particle":"","parse-names":false,"suffix":""},{"dropping-particle":"","family":"Barroso Osuna","given":"J.","non-dropping-particle":"","parse-names":false,"suffix":""},{"dropping-particle":"","family":"El","given":"E N","non-dropping-particle":"","parse-names":false,"suffix":""},{"dropping-particle":"","family":"Enseñar","given":"Oficio D E","non-dropping-particle":"","parse-names":false,"suffix":""},{"dropping-particle":"","family":"Perrenoud","given":"Philippe","non-dropping-particle":"","parse-names":false,"suffix":""},{"dropping-particle":"","family":"Geometry","given":"Riemannian","non-dropping-particle":"","parse-names":false,"suffix":""},{"dropping-particle":"","family":"Analysis","given":"Geometric","non-dropping-particle":"","parse-names":false,"suffix":""},{"dropping-particle":"","family":"Russell","given":"Tom","non-dropping-particle":"","parse-names":false,"suffix":""},{"dropping-particle":"","family":"Vélaz de Medrano","given":"Consuelo","non-dropping-particle":"","parse-names":false,"suffix":""},{"dropping-particle":"","family":"Vaillan","given":"Denise","non-dropping-particle":"","parse-names":false,"suffix":""},{"dropping-particle":"","family":"Perrenoud","given":"Philippe","non-dropping-particle":"","parse-names":false,"suffix":""},{"dropping-particle":"","family":"Desarrollo","given":"E L","non-dropping-particle":"","parse-names":false,"suffix":""},{"dropping-particle":"","family":"Del","given":"Profesional","non-dropping-particle":"","parse-names":false,"suffix":""},{"dropping-particle":"","family":"La","given":"Práctica","non-dropping-particle":"","parse-names":false,"suffix":""},{"dropping-particle":"","family":"La","given":"Hipótesis D E","non-dropping-particle":"","parse-names":false,"suffix":""},{"dropping-particle":"","family":"ABS","given":"","non-dropping-particle":"","parse-names":false,"suffix":""},{"dropping-particle":"","family":"Fayyaz","given":"Abdolali","non-dropping-particle":"","parse-names":false,"suffix":""},{"dropping-particle":"","family":"Muhamad","given":"Norhamidi","non-dropping-particle":"","parse-names":false,"suffix":""},{"dropping-particle":"","family":"Sulong","given":"Abu Bakar","non-dropping-particle":"","parse-names":false,"suffix":""},{"dropping-particle":"","family":"Song","given":"Yong Ak","non-dropping-particle":"","parse-names":false,"suffix":""},{"dropping-particle":"","family":"Park","given":"Seong Jin Sehyung S.","non-dropping-particle":"","parse-names":false,"suffix":""},{"dropping-particle":"","family":"Chae","given":"Soo Won","non-dropping-particle":"","parse-names":false,"suffix":""},{"dropping-particle":"","family":"Di","given":"Olitecnico","non-dropping-particle":"","parse-names":false,"suffix":""},{"dropping-particle":"","family":"Of","given":"Chool","non-dropping-particle":"","parse-names":false,"suffix":""},{"dropping-particle":"","family":"In","given":"C","non-dropping-particle":"","parse-names":false,"suffix":""},{"dropping-particle":"","family":"Milano","given":"Politecnico D I","non-dropping-particle":"","parse-names":false,"suffix":""},{"dropping-particle":"","family":"A.Cazzani","given":"","non-dropping-particle":"","parse-names":false,"suffix":""},{"dropping-particle":"","family":"Resources","given":"Back T O","non-dropping-particle":"","parse-names":false,"suffix":""},{"dropping-particle":"","family":"Ph","given":"Recognizing Outstanding","non-dropping-particle":"","parse-names":false,"suffix":""},{"dropping-particle":"","family":"Singh","given":"Prabhjot","non-dropping-particle":"","parse-names":false,"suffix":""},{"dropping-particle":"","family":"Moon","given":"Yong-mo","non-dropping-particle":"","parse-names":false,"suffix":""},{"dropping-particle":"","family":"Dutta","given":"Debasish","non-dropping-particle":"","parse-names":false,"suffix":""},{"dropping-particle":"","family":"Kota","given":"Sridhar","non-dropping-particle":"","parse-names":false,"suffix":""},{"dropping-particle":"","family":"Jeyachandran","given":"Praveen","non-dropping-particle":"","parse-names":false,"suffix":""},{"dropping-particle":"","family":"Patil","given":"Balu","non-dropping-particle":"","parse-names":false,"suffix":""},{"dropping-particle":"","family":"Doddamani","given":"Mrityunjay","non-dropping-particle":"","parse-names":false,"suffix":""},{"dropping-particle":"","family":"Bontha","given":"Srikanth","non-dropping-particle":"","parse-names":false,"suffix":""},{"dropping-particle":"","family":"Balla","given":"Vamsi Krishna","non-dropping-particle":"","parse-names":false,"suffix":""},{"dropping-particle":"","family":"Greulich","given":"Michael","non-dropping-particle":"","parse-names":false,"suffix":""},{"dropping-particle":"","family":"Greul","given":"Matthias","non-dropping-particle":"","parse-names":false,"suffix":""},{"dropping-particle":"","family":"Pintat","given":"Theo","non-dropping-particle":"","parse-names":false,"suffix":""},{"dropping-particle":"","family":"Bourell","given":"David L.","non-dropping-particle":"","parse-names":false,"suffix":""},{"dropping-particle":"","family":"Karunakaran","given":"K. P.","non-dropping-particle":"","parse-names":false,"suffix":""},{"dropping-particle":"","family":"Suryakumar","given":"Simhambhatla","non-dropping-particle":"","parse-names":false,"suffix":""},{"dropping-particle":"","family":"Pushpa","given":"Vishal","non-dropping-particle":"","parse-names":false,"suffix":""},{"dropping-particle":"","family":"Akula","given":"Sreenathbabu","non-dropping-particle":"","parse-names":false,"suffix":""},{"dropping-particle":"","family":"Annoni","given":"MASSIMILIANO PIETRO GIOVANNI","non-dropping-particle":"","parse-names":false,"suffix":""},{"dropping-particle":"","family":"Giberti","given":"Hermes","non-dropping-particle":"","parse-names":false,"suffix":""},{"dropping-particle":"","family":"Strano","given":"Matteo","non-dropping-particle":"","parse-names":false,"suffix":""},{"dropping-particle":"","family":"Williams","given":"Christopher B.","non-dropping-particle":"","parse-names":false,"suffix":""},{"dropping-particle":"","family":"Hedrick","given":"Robert W.","non-dropping-particle":"","parse-names":false,"suffix":""},{"dropping-particle":"","family":"Urbanic","given":"R. Jill","non-dropping-particle":"","parse-names":false,"suffix":""},{"dropping-particle":"","family":"Burford","given":"Chris G.","non-dropping-particle":"","parse-names":false,"suffix":""},{"dropping-particle":"","family":"Kubalak","given":"Joseph R.","non-dropping-particle":"","parse-names":false,"suffix":""},{"dropping-particle":"","family":"Wicks","given":"Alfred L.","non-dropping-particle":"","parse-names":false,"suffix":""},{"dropping-particle":"","family":"Williams","given":"Christopher B.","non-dropping-particle":"","parse-names":false,"suffix":""},{"dropping-particle":"","family":"Bonaiti","given":"Giuseppe","non-dropping-particle":"","parse-names":false,"suffix":""},{"dropping-particle":"","family":"Parenti","given":"Paolo","non-dropping-particle":"","parse-names":false,"suffix":""},{"dropping-particle":"","family":"Annoni","given":"MASSIMILIANO PIETRO GIOVANNI","non-dropping-particle":"","parse-names":false,"suffix":""},{"dropping-particle":"","family":"Kapoor","given":"Shiv G.","non-dropping-particle":"","parse-names":false,"suffix":""},{"dropping-particle":"","family":"Thompson","given":"Yvonne","non-dropping-particle":"","parse-names":false,"suffix":""},{"dropping-particle":"","family":"Gonzalez-Gutierrez","given":"Joamin","non-dropping-particle":"","parse-names":false,"suffix":""},{"dropping-particle":"","family":"Kukla","given":"Christian","non-dropping-particle":"","parse-names":false,"suffix":""},{"dropping-particle":"","family":"Felfer","given":"Peter","non-dropping-particle":"","parse-names":false,"suffix":""},{"dropping-particle":"","family":"Braconnier","given":"Daniel J.","non-dropping-particle":"","parse-names":false,"suffix":""},{"dropping-particle":"","family":"Jensen","given":"Robert E.","non-dropping-particle":"","parse-names":false,"suffix":""},{"dropping-particle":"","family":"Peterson","given":"Amy M.","non-dropping-particle":"","parse-names":false,"suffix":""},{"dropping-particle":"","family":"Oyelola","given":"Olusola","non-dropping-particle":"","parse-names":false,"suffix":""},{"dropping-particle":"","family":"Crawforth","given":"Peter","non-dropping-particle":"","parse-names":false,"suffix":""},{"dropping-particle":"","family":"M'Saoubi","given":"Rachid","non-dropping-particle":"","parse-names":false,"suffix":""},{"dropping-particle":"","family":"Clare","given":"Adam T.","non-dropping-particle":"","parse-names":false,"suffix":""},{"dropping-particle":"","family":"Kulkarni","given":"Harshal","non-dropping-particle":"","parse-names":false,"suffix":""},{"dropping-particle":"V.","family":"Dabhade","given":"Vikram","non-dropping-particle":"","parse-names":false,"suffix":""},{"dropping-particle":"","family":"Jabbari","given":"Amin","non-dropping-particle":"","parse-names":false,"suffix":""},{"dropping-particle":"","family":"Abrinia","given":"Karen","non-dropping-particle":"","parse-names":false,"suffix":""},{"dropping-particle":"","family":"Strano","given":"Matteo","non-dropping-particle":"","parse-names":false,"suffix":""},{"dropping-particle":"","family":"Rane","given":"Kedarnath","non-dropping-particle":"","parse-names":false,"suffix":""},{"dropping-particle":"","family":"Briatico Vangosa","given":"Francesco","non-dropping-particle":"","parse-names":false,"suffix":""},{"dropping-particle":"","family":"Landro","given":"Luca","non-dropping-particle":"Di","parse-names":false,"suffix":""},{"dropping-particle":"","family":"Thompson","given":"David C.","non-dropping-particle":"","parse-names":false,"suffix":""},{"dropping-particle":"","family":"Crawford","given":"Richard H.","non-dropping-particle":"","parse-names":false,"suffix":""},{"dropping-particle":"","family":"Aleni","given":"Afshin Hasani","non-dropping-particle":"","parse-names":false,"suffix":""},{"dropping-particle":"","family":"Ituarte","given":"Iñigo Flores","non-dropping-particle":"","parse-names":false,"suffix":""},{"dropping-particle":"","family":"Mohite","given":"Ashish","non-dropping-particle":"","parse-names":false,"suffix":""},{"dropping-particle":"","family":"St-Pierre","given":"Luc","non-dropping-particle":"","parse-names":false,"suffix":""},{"dropping-particle":"","family":"Partanen","given":"Jouni","non-dropping-particle":"","parse-names":false,"suffix":""},{"dropping-particle":"","family":"Guan","given":"Kai","non-dropping-particle":"","parse-names":false,"suffix":""},{"dropping-particle":"","family":"Wang","given":"Zhigang Zemin","non-dropping-particle":"","parse-names":false,"suffix":""},{"dropping-particle":"","family":"Gao","given":"Ming","non-dropping-particle":"","parse-names":false,"suffix":""},{"dropping-particle":"","family":"Li","given":"Xiangyou","non-dropping-particle":"","parse-names":false,"suffix":""},{"dropping-particle":"","family":"Zeng","given":"Xiaoyan","non-dropping-particle":"","parse-names":false,"suffix":""},{"dropping-particle":"","family":"Liu","given":"Bin","non-dropping-particle":"","parse-names":false,"suffix":""},{"dropping-particle":"","family":"Wang","given":"Yuxiang","non-dropping-particle":"","parse-names":false,"suffix":""},{"dropping-particle":"","family":"Lin","given":"Ziwei","non-dropping-particle":"","parse-names":false,"suffix":""},{"dropping-particle":"","family":"Zhang","given":"Tao","non-dropping-particle":"","parse-names":false,"suffix":""},{"dropping-particle":"","family":"Gonzalez-Gutierrez","given":"Joamin","non-dropping-particle":"","parse-names":false,"suffix":""},{"dropping-particle":"","family":"Arbeiter","given":"Florian","non-dropping-particle":"","parse-names":false,"suffix":""},{"dropping-particle":"","family":"Schlauf","given":"Thomas","non-dropping-particle":"","parse-names":false,"suffix":""},{"dropping-particle":"","family":"Kukla","given":"Christian","non-dropping-particle":"","parse-names":false,"suffix":""},{"dropping-particle":"","family":"Holzer","given":"Clemens","non-dropping-particle":"","parse-names":false,"suffix":""},{"dropping-particle":"","family":"Carneiro","given":"Luiz","non-dropping-particle":"","parse-names":false,"suffix":""},{"dropping-particle":"","family":"Jalalahmadi","given":"Behrooz","non-dropping-particle":"","parse-names":false,"suffix":""},{"dropping-particle":"","family":"Ashtekar","given":"Ankur","non-dropping-particle":"","parse-names":false,"suffix":""},{"dropping-particle":"","family":"Jiang","given":"Yanyao","non-dropping-particle":"","parse-names":false,"suffix":""},{"dropping-particle":"","family":"Romero","given":"Ana","non-dropping-particle":"","parse-names":false,"suffix":""},{"dropping-particle":"","family":"Herranz","given":"Gemma","non-dropping-particle":"","parse-names":false,"suffix":""},{"dropping-particle":"","family":"Ferraris","given":"Eleonora","non-dropping-particle":"","parse-names":false,"suffix":""},{"dropping-particle":"","family":"Vleugels","given":"Jef","non-dropping-particle":"","parse-names":false,"suffix":""},{"dropping-particle":"","family":"Guo","given":"Yuebin","non-dropping-particle":"","parse-names":false,"suffix":""},{"dropping-particle":"","family":"Bourell","given":"David L.","non-dropping-particle":"","parse-names":false,"suffix":""},{"dropping-particle":"","family":"Kruth","given":"Jean Pierre","non-dropping-particle":"","parse-names":false,"suffix":""},{"dropping-particle":"","family":"Lauwers","given":"Bert","non-dropping-particle":"","parse-names":false,"suffix":""},{"dropping-particle":"","family":"Bakkelund","given":"Jim","non-dropping-particle":"","parse-names":false,"suffix":""},{"dropping-particle":"","family":"Karlsen","given":"Roald","non-dropping-particle":"","parse-names":false,"suffix":""},{"dropping-particle":"","family":"Bjørke","given":"Øyvind","non-dropping-particle":"","parse-names":false,"suffix":""},{"dropping-particle":"","family":"Greul","given":"Matthias","non-dropping-particle":"","parse-names":false,"suffix":""},{"dropping-particle":"","family":"Pintat","given":"Theo","non-dropping-particle":"","parse-names":false,"suffix":""},{"dropping-particle":"","family":"Greulich","given":"Michael","non-dropping-particle":"","parse-names":false,"suffix":""},{"dropping-particle":"","family":"Suryakumar","given":"Simhambhatla","non-dropping-particle":"","parse-names":false,"suffix":""},{"dropping-particle":"","family":"Karunakaran","given":"K. P.","non-dropping-particle":"","parse-names":false,"suffix":""},{"dropping-particle":"","family":"Chandrasekhar","given":"U.","non-dropping-particle":"","parse-names":false,"suffix":""},{"dropping-particle":"","family":"Somashekara","given":"M. A.","non-dropping-particle":"","parse-names":false,"suffix":""},{"dropping-particle":"","family":"Milano","given":"Politecnico D I","non-dropping-particle":"","parse-names":false,"suffix":""},{"dropping-particle":"","family":"Singh","given":"Prabhjot","non-dropping-particle":"","parse-names":false,"suffix":""},{"dropping-particle":"","family":"Dutta","given":"Debasish","non-dropping-particle":"","parse-names":false,"suffix":""},{"dropping-particle":"","family":"Hapsari","given":"Anindyakusuma","non-dropping-particle":"","parse-names":false,"suffix":""},{"dropping-particle":"","family":"Ritohardoyo","given":"Su","non-dropping-particle":"","parse-names":false,"suffix":""},{"dropping-particle":"","family":"Taiwan Foundation for Democracy","given":"(TFD)","non-dropping-particle":"","parse-names":false,"suffix":""},{"dropping-particle":"","family":"Holsti","given":"Ole R.","non-dropping-particle":"","parse-names":false,"suffix":""},{"dropping-particle":"","family":"Allison","given":"Graham T.","non-dropping-particle":"","parse-names":false,"suffix":""},{"dropping-particle":"","family":"Sri","given":"Tan","non-dropping-particle":"","parse-names":false,"suffix":""},{"dropping-particle":"","family":"Seri","given":"Dato","non-dropping-particle":"","parse-names":false,"suffix":""},{"dropping-particle":"","family":"Hamid","given":"Syed","non-dropping-particle":"","parse-names":false,"suffix":""},{"dropping-particle":"","family":"Syed","given":"Sri","non-dropping-particle":"","parse-names":false,"suffix":""},{"dropping-particle":"","family":"Albar","given":"Jaafar","non-dropping-particle":"","parse-names":false,"suffix":""},{"dropping-particle":"","family":"Mallick","given":"Pk","non-dropping-particle":"","parse-names":false,"suffix":""},{"dropping-particle":"","family":"Booth","given":"Ken","non-dropping-particle":"","parse-names":false,"suffix":""},{"dropping-particle":"","family":"Short","given":"Senéad","non-dropping-particle":"","parse-names":false,"suffix":""},{"dropping-particle":"","family":"Influence","given":"Authoritarian","non-dropping-particle":"","parse-names":false,"suffix":""},{"dropping-particle":"","family":"Tang","given":"Shiping","non-dropping-particle":"","parse-names":false,"suffix":""}],"container-title":"Transcommunication","id":"ITEM-1","issue":"1","issued":{"date-parts":[["2018"]]},"page":"1-8","title":"COPING STRESS MAHASISWA PRAKTIKAN DITINJAU DARI JENIS KELAMIN","type":"article-journal","volume":"53"}}],"schema":"https://github.com/citation-style-language/schema/raw/master/csl-citation.json"} </w:instrText>
      </w:r>
      <w:r>
        <w:rPr>
          <w:i/>
          <w:iCs/>
        </w:rPr>
        <w:fldChar w:fldCharType="separate"/>
      </w:r>
      <w:r>
        <w:t>(Coker et al., 2018)</w:t>
      </w:r>
      <w:r>
        <w:rPr>
          <w:i/>
          <w:iCs/>
        </w:rPr>
        <w:fldChar w:fldCharType="end"/>
      </w:r>
      <w:r>
        <w:rPr>
          <w:i/>
          <w:iCs/>
        </w:rPr>
        <w:t xml:space="preserve">. </w:t>
      </w:r>
      <w:r>
        <w:t>When students are faced with a task or problem students will be able to carry out coping or solve these problems when students know how to overcome them, and these methods are obtained from the attention and information shared by people around them. This research is limited to finding the relationship between social support variables and coping stress variables. But many other variables can affect coping stress.</w:t>
      </w:r>
    </w:p>
    <w:p>
      <w:pPr>
        <w:jc w:val="both"/>
      </w:pPr>
    </w:p>
    <w:p>
      <w:pPr>
        <w:jc w:val="both"/>
      </w:pPr>
    </w:p>
    <w:p>
      <w:pPr>
        <w:pStyle w:val="3"/>
        <w:spacing w:before="0" w:line="240" w:lineRule="auto"/>
        <w:rPr>
          <w:rFonts w:ascii="Times New Roman" w:hAnsi="Times New Roman" w:eastAsia="Calibri" w:cs="Times New Roman"/>
          <w:b/>
          <w:bCs/>
          <w:color w:val="auto"/>
          <w:sz w:val="24"/>
          <w:szCs w:val="24"/>
          <w:lang w:val="id-ID"/>
        </w:rPr>
      </w:pPr>
      <w:bookmarkStart w:id="1" w:name="_Toc121047939"/>
      <w:r>
        <w:rPr>
          <w:rFonts w:ascii="Times New Roman" w:hAnsi="Times New Roman" w:eastAsia="Calibri" w:cs="Times New Roman"/>
          <w:b/>
          <w:bCs/>
          <w:color w:val="auto"/>
          <w:sz w:val="24"/>
          <w:szCs w:val="24"/>
          <w:lang w:val="id-ID"/>
        </w:rPr>
        <w:t>Conclusion</w:t>
      </w:r>
      <w:bookmarkEnd w:id="1"/>
    </w:p>
    <w:p>
      <w:pPr>
        <w:autoSpaceDE w:val="0"/>
        <w:autoSpaceDN w:val="0"/>
        <w:adjustRightInd w:val="0"/>
        <w:ind w:firstLine="567"/>
        <w:contextualSpacing/>
        <w:jc w:val="both"/>
        <w:rPr>
          <w:rFonts w:eastAsia="Calibri"/>
          <w:lang w:val="id-ID" w:eastAsia="zh-CN"/>
        </w:rPr>
      </w:pPr>
      <w:r>
        <w:t>The results of the analysis stated that for students who were writing their thesis at the Faculty of Psychology and Education, Muh\ammadiyah University of Sidoarjo, there was a positive relationship between social support and coping stress. The results of the hypothesis test stated that the research hypothesis was acceptable, with a correlation coefficient of 0.639 and a significance value of 0.000 &lt;0.05. Students with a low level of social support have a low level of coping stress, and vice versa, students with a high level of social support have a high level of coping stress. The coefficient of determination of 40.8% indicates the magnitude of the influence of social support on coping stress, while 59.2% is influenced by other components not discussed in this study</w:t>
      </w:r>
      <w:r>
        <w:rPr>
          <w:rFonts w:eastAsia="Calibri"/>
          <w:lang w:val="id-ID" w:eastAsia="zh-CN"/>
        </w:rPr>
        <w:t>.</w:t>
      </w:r>
    </w:p>
    <w:p>
      <w:pPr>
        <w:autoSpaceDE w:val="0"/>
        <w:autoSpaceDN w:val="0"/>
        <w:adjustRightInd w:val="0"/>
        <w:ind w:firstLine="720"/>
        <w:contextualSpacing/>
        <w:jc w:val="both"/>
        <w:rPr>
          <w:rFonts w:eastAsia="Calibri"/>
          <w:lang w:val="id-ID" w:eastAsia="zh-CN"/>
        </w:rPr>
      </w:pPr>
    </w:p>
    <w:p>
      <w:pPr>
        <w:autoSpaceDE w:val="0"/>
        <w:autoSpaceDN w:val="0"/>
        <w:adjustRightInd w:val="0"/>
        <w:ind w:firstLine="720"/>
        <w:contextualSpacing/>
        <w:jc w:val="both"/>
        <w:rPr>
          <w:rFonts w:eastAsia="Calibri"/>
          <w:lang w:val="id-ID" w:eastAsia="zh-CN"/>
        </w:rPr>
      </w:pPr>
    </w:p>
    <w:p>
      <w:pPr>
        <w:pStyle w:val="44"/>
        <w:spacing w:line="240" w:lineRule="auto"/>
        <w:ind w:left="0" w:firstLine="0"/>
        <w:rPr>
          <w:b/>
          <w:bCs/>
        </w:rPr>
      </w:pPr>
      <w:r>
        <w:rPr>
          <w:b/>
          <w:bCs/>
        </w:rPr>
        <w:t>Blibiography</w:t>
      </w:r>
    </w:p>
    <w:p>
      <w:pPr>
        <w:pStyle w:val="44"/>
        <w:spacing w:after="240" w:line="240" w:lineRule="auto"/>
        <w:jc w:val="both"/>
      </w:pPr>
      <w:r>
        <w:fldChar w:fldCharType="begin"/>
      </w:r>
      <w:r>
        <w:instrText xml:space="preserve"> ADDIN ZOTERO_BIBL {"uncited":[],"omitted":[],"custom":[]} CSL_BIBLIOGRAPHY </w:instrText>
      </w:r>
      <w:r>
        <w:fldChar w:fldCharType="separate"/>
      </w:r>
      <w:r>
        <w:t>Azis, M. Z., &amp; Bellinawati, N. (2015). Faktor Risiko Stres dan Perbedaannya pada Mahasiswa Berbagai Angkatan di Fakultas Kedokteran Universitas Muhammadiyah Palembang. 2(2), 197–202. https://doi.org/10.1063/1.3106611</w:t>
      </w:r>
    </w:p>
    <w:p>
      <w:pPr>
        <w:pStyle w:val="44"/>
        <w:spacing w:after="240" w:line="240" w:lineRule="auto"/>
        <w:jc w:val="both"/>
      </w:pPr>
      <w:r>
        <w:t>Benshlomo, O. (2023). Pengaruh Dukungan Sosial Terhadap Coping Stress Maha Siswa Tingkat Akhir Bimbingan Dan Penyuluhan Islam UIN Syarif Hidayatullah Jakarta. วารสารวิชาการมหาวิทยาลัยอีสเทิร์นเอเชีย, 4(1), 88–100.</w:t>
      </w:r>
    </w:p>
    <w:p>
      <w:pPr>
        <w:pStyle w:val="44"/>
        <w:spacing w:after="240" w:line="240" w:lineRule="auto"/>
        <w:jc w:val="both"/>
      </w:pPr>
      <w:r>
        <w:t>Coker, C., Greene, E., Shao, J., Enclave, D., Tula, R., Marg, R., Jones, L., Hameiri, S., Cansu, E. E., Initiative, R., Maritime, C., Road, S., Çelik, A., Yaman, H., Turan, S., Kara, A., Kara, F., Zhu, B., Qu, X., … Tang, S. (2018). Coping Stress Mahasiswa Praktikan ditinjau Dari Jenis Kelamin. Transcommunication, 53(1), 1–8.</w:t>
      </w:r>
    </w:p>
    <w:p>
      <w:pPr>
        <w:pStyle w:val="44"/>
        <w:spacing w:after="240" w:line="240" w:lineRule="auto"/>
        <w:jc w:val="both"/>
      </w:pPr>
      <w:r>
        <w:t>Dela, V. L. (2019). Strategi Coping Stress Pada Mahasiswa Bimbingan Konseling Yang Menyusun Skripsi Di Universitas Muhammadiyah Tapanuli Selatan. RISTEKDIK : Jurnal Bimbingan Dan Konseling, 4(2), 90. https://doi.org/10.31604/ristekdik.2019.v4i2.90-94</w:t>
      </w:r>
    </w:p>
    <w:p>
      <w:pPr>
        <w:pStyle w:val="44"/>
        <w:spacing w:after="240" w:line="240" w:lineRule="auto"/>
        <w:jc w:val="both"/>
      </w:pPr>
      <w:r>
        <w:t>Dikriansyah, F. (2018). Hubungan Antara Dukungan Sosial dan Coping Stress Pada Mahasiswa Perantau di Yogyakarta. Biomass Chem Eng, 3(2), ثقثقثقثق.</w:t>
      </w:r>
    </w:p>
    <w:p>
      <w:pPr>
        <w:pStyle w:val="44"/>
        <w:spacing w:after="240" w:line="240" w:lineRule="auto"/>
        <w:jc w:val="both"/>
      </w:pPr>
      <w:r>
        <w:t>Dzulfikri, M. I., &amp; Affandi, G. R. (2023). The Relationship Between Emotion Regulation and Academic Stress in Madrasah Aliyah Students in Sidoarjo. Psikologia : Jurnal Psikologi, 10, 1–8. https://doi.org/10.21070/psikologia.v10i0.1711</w:t>
      </w:r>
    </w:p>
    <w:p>
      <w:pPr>
        <w:pStyle w:val="44"/>
        <w:spacing w:after="240" w:line="240" w:lineRule="auto"/>
        <w:jc w:val="both"/>
      </w:pPr>
      <w:r>
        <w:t>Mayangsari, W., Shinta, A., &amp; Widiantoro, F. W. (2022). Studi Kasus Strategi Coping Stres Pada Ibu Rumah Tangga dengan Kecenderungan Psikosomatis di Yogyakarta. Jurnal Psikologi, 18(1), 37–47.</w:t>
      </w:r>
    </w:p>
    <w:p>
      <w:pPr>
        <w:pStyle w:val="44"/>
        <w:spacing w:after="240" w:line="240" w:lineRule="auto"/>
        <w:jc w:val="both"/>
      </w:pPr>
      <w:r>
        <w:t>Rahmayani, R. D., Liza, R. G., &amp; Syah, N. A. (2019). Gambaran Tingkat Stres Berdasarkan Stressor pada Mahasiswa Kedokteran Tahun Pertama Program Studi Profesi Dokter Fakultas Kedokteran Universitas Andalas Angkatan 2017. Jurnal Kesehatan Andalas, 8(1), 103. https://doi.org/10.25077/jka.v8i1.977</w:t>
      </w:r>
    </w:p>
    <w:p>
      <w:pPr>
        <w:pStyle w:val="44"/>
        <w:spacing w:after="240" w:line="240" w:lineRule="auto"/>
        <w:jc w:val="both"/>
      </w:pPr>
      <w:r>
        <w:t>Solin, F. (2020). Hubungan Dukungan Sosial Dengan Coping Stress Pada Mahasiswa Semester Akhir Stambuk 2015 Fakultas Psikologi Universitas Medan Area. Skripsi.</w:t>
      </w:r>
    </w:p>
    <w:p>
      <w:pPr>
        <w:pStyle w:val="44"/>
        <w:spacing w:after="240" w:line="240" w:lineRule="auto"/>
        <w:jc w:val="both"/>
      </w:pPr>
      <w:r>
        <w:t>Sosial, K., &amp; Kinerja, D. A. N. (2009). Metadata, citation and similar papers at core.ac.uk 1. 2(1), 1–118.</w:t>
      </w:r>
    </w:p>
    <w:p>
      <w:pPr>
        <w:pStyle w:val="44"/>
        <w:spacing w:after="240" w:line="240" w:lineRule="auto"/>
        <w:jc w:val="both"/>
      </w:pPr>
      <w:r>
        <w:t>Wati, D., P, H., &amp; Suhadianto. (2016). Dukungan Sosial dan Strategi Koping Berfokus Masalah pada Mahasiswa. Fakultas Psikologi Universitas 17 Agustus 1945.</w:t>
      </w:r>
    </w:p>
    <w:p>
      <w:pPr>
        <w:pStyle w:val="18"/>
        <w:spacing w:before="240" w:after="0"/>
        <w:jc w:val="both"/>
        <w:rPr>
          <w:sz w:val="24"/>
        </w:rPr>
      </w:pPr>
      <w:r>
        <w:rPr>
          <w:sz w:val="24"/>
        </w:rPr>
        <w:fldChar w:fldCharType="end"/>
      </w:r>
    </w:p>
    <w:p>
      <w:pPr>
        <w:pStyle w:val="18"/>
        <w:spacing w:before="240" w:after="0"/>
        <w:jc w:val="both"/>
        <w:rPr>
          <w:rFonts w:asciiTheme="minorHAnsi" w:hAnsiTheme="minorHAnsi"/>
          <w:sz w:val="24"/>
          <w:lang w:val="id-ID"/>
        </w:rPr>
      </w:pPr>
      <w:r>
        <w:rPr>
          <w:sz w:val="24"/>
          <w:lang w:val="id-ID"/>
        </w:rPr>
        <w:t>Author Profile</w:t>
      </w:r>
    </w:p>
    <w:p>
      <w:pPr>
        <w:ind w:firstLine="720"/>
        <w:jc w:val="both"/>
      </w:pPr>
      <w:r>
        <w:t>Asfira Eka Yulia Ningsih is a Psychology Study Program Student, Faculty of Psychology and Education, Universitas Muhammadiyah Sidoarjo.</w:t>
      </w:r>
    </w:p>
    <w:p>
      <w:pPr>
        <w:ind w:firstLine="720"/>
        <w:jc w:val="both"/>
      </w:pPr>
      <w:r>
        <w:t>Ramon Ananda Paryontri is a Lecturer who teaches at the Psychology Study Program, Faculty of Psychology and Education, Universitas Muhammadiyah Sidoarjo.</w:t>
      </w:r>
    </w:p>
    <w:p>
      <w:pPr>
        <w:ind w:firstLine="709"/>
        <w:jc w:val="both"/>
        <w:rPr>
          <w:color w:val="FF0000"/>
        </w:rPr>
        <w:sectPr>
          <w:type w:val="continuous"/>
          <w:pgSz w:w="11907" w:h="16840"/>
          <w:pgMar w:top="1699" w:right="1138" w:bottom="1138" w:left="1699" w:header="850" w:footer="454" w:gutter="0"/>
          <w:cols w:space="567" w:num="2"/>
          <w:docGrid w:linePitch="360" w:charSpace="0"/>
        </w:sectPr>
      </w:pPr>
    </w:p>
    <w:p>
      <w:pPr>
        <w:pStyle w:val="36"/>
        <w:ind w:firstLine="0"/>
        <w:rPr>
          <w:rFonts w:asciiTheme="minorHAnsi" w:hAnsiTheme="minorHAnsi"/>
          <w:sz w:val="24"/>
        </w:rPr>
        <w:sectPr>
          <w:type w:val="continuous"/>
          <w:pgSz w:w="11907" w:h="16840"/>
          <w:pgMar w:top="1699" w:right="1138" w:bottom="1138" w:left="1699" w:header="850" w:footer="454" w:gutter="0"/>
          <w:cols w:space="567" w:num="1"/>
          <w:docGrid w:linePitch="360" w:charSpace="0"/>
        </w:sectPr>
      </w:pPr>
    </w:p>
    <w:p>
      <w:pPr>
        <w:pStyle w:val="36"/>
        <w:ind w:firstLine="0"/>
        <w:rPr>
          <w:rFonts w:asciiTheme="minorHAnsi" w:hAnsiTheme="minorHAnsi"/>
          <w:b/>
          <w:bCs/>
          <w:sz w:val="24"/>
          <w:lang w:val="en-US"/>
        </w:rPr>
      </w:pPr>
    </w:p>
    <w:p>
      <w:pPr>
        <w:pStyle w:val="18"/>
        <w:ind w:left="284" w:firstLine="567"/>
        <w:jc w:val="both"/>
        <w:rPr>
          <w:rFonts w:asciiTheme="minorHAnsi" w:hAnsiTheme="minorHAnsi"/>
          <w:b w:val="0"/>
          <w:bCs/>
          <w:sz w:val="24"/>
        </w:rPr>
        <w:sectPr>
          <w:type w:val="continuous"/>
          <w:pgSz w:w="11907" w:h="16840"/>
          <w:pgMar w:top="1699" w:right="1138" w:bottom="1138" w:left="1699" w:header="850" w:footer="454" w:gutter="0"/>
          <w:cols w:space="567" w:num="2"/>
          <w:docGrid w:linePitch="360" w:charSpace="0"/>
        </w:sectPr>
      </w:pPr>
    </w:p>
    <w:p>
      <w:pPr>
        <w:pStyle w:val="36"/>
        <w:ind w:firstLine="0"/>
        <w:rPr>
          <w:rFonts w:asciiTheme="minorHAnsi" w:hAnsiTheme="minorHAnsi"/>
          <w:sz w:val="24"/>
        </w:rPr>
      </w:pPr>
    </w:p>
    <w:p>
      <w:pPr>
        <w:pStyle w:val="6"/>
        <w:ind w:right="173" w:firstLine="720"/>
        <w:jc w:val="both"/>
      </w:pPr>
    </w:p>
    <w:p>
      <w:pPr>
        <w:spacing w:line="276" w:lineRule="auto"/>
        <w:rPr>
          <w:b/>
          <w:bCs/>
        </w:rPr>
        <w:sectPr>
          <w:type w:val="continuous"/>
          <w:pgSz w:w="11907" w:h="16840"/>
          <w:pgMar w:top="1699" w:right="1138" w:bottom="1138" w:left="1699" w:header="850" w:footer="454" w:gutter="0"/>
          <w:cols w:space="567" w:num="2"/>
          <w:docGrid w:linePitch="360" w:charSpace="0"/>
        </w:sectPr>
      </w:pPr>
    </w:p>
    <w:p>
      <w:pPr>
        <w:spacing w:line="276" w:lineRule="auto"/>
        <w:ind w:left="709" w:firstLine="720"/>
        <w:jc w:val="center"/>
        <w:rPr>
          <w:b/>
          <w:bCs/>
        </w:rPr>
      </w:pPr>
    </w:p>
    <w:p>
      <w:pPr>
        <w:pStyle w:val="6"/>
        <w:ind w:right="173"/>
        <w:jc w:val="both"/>
        <w:sectPr>
          <w:type w:val="continuous"/>
          <w:pgSz w:w="11907" w:h="16840"/>
          <w:pgMar w:top="1699" w:right="1138" w:bottom="1138" w:left="1699" w:header="850" w:footer="454" w:gutter="0"/>
          <w:cols w:space="567" w:num="1"/>
          <w:docGrid w:linePitch="360" w:charSpace="0"/>
        </w:sectPr>
      </w:pPr>
    </w:p>
    <w:p>
      <w:pPr>
        <w:pStyle w:val="6"/>
        <w:ind w:right="173"/>
        <w:jc w:val="both"/>
        <w:sectPr>
          <w:type w:val="continuous"/>
          <w:pgSz w:w="11907" w:h="16840"/>
          <w:pgMar w:top="1699" w:right="1138" w:bottom="1138" w:left="1699" w:header="850" w:footer="454" w:gutter="0"/>
          <w:cols w:space="567" w:num="1"/>
          <w:docGrid w:linePitch="360" w:charSpace="0"/>
        </w:sectPr>
      </w:pPr>
    </w:p>
    <w:p>
      <w:pPr>
        <w:pStyle w:val="18"/>
        <w:rPr>
          <w:rFonts w:asciiTheme="minorHAnsi" w:hAnsiTheme="minorHAnsi"/>
          <w:sz w:val="24"/>
        </w:rPr>
      </w:pPr>
    </w:p>
    <w:p>
      <w:pPr>
        <w:pStyle w:val="6"/>
        <w:ind w:right="173" w:firstLine="720"/>
        <w:jc w:val="both"/>
      </w:pPr>
    </w:p>
    <w:p>
      <w:pPr>
        <w:spacing w:line="360" w:lineRule="auto"/>
        <w:jc w:val="both"/>
        <w:rPr>
          <w:rFonts w:ascii="Book Antiqua" w:hAnsi="Book Antiqua"/>
        </w:rPr>
        <w:sectPr>
          <w:type w:val="continuous"/>
          <w:pgSz w:w="11907" w:h="16840"/>
          <w:pgMar w:top="1699" w:right="1138" w:bottom="1138" w:left="1699" w:header="850" w:footer="454" w:gutter="0"/>
          <w:cols w:space="567" w:num="2"/>
          <w:docGrid w:linePitch="360" w:charSpace="0"/>
        </w:sectPr>
      </w:pPr>
    </w:p>
    <w:p>
      <w:pPr>
        <w:pStyle w:val="6"/>
        <w:ind w:right="173"/>
        <w:jc w:val="both"/>
        <w:sectPr>
          <w:type w:val="continuous"/>
          <w:pgSz w:w="11907" w:h="16840"/>
          <w:pgMar w:top="1699" w:right="1138" w:bottom="1138" w:left="1699" w:header="850" w:footer="454" w:gutter="0"/>
          <w:cols w:space="567" w:num="1"/>
          <w:docGrid w:linePitch="360" w:charSpace="0"/>
        </w:sectPr>
      </w:pPr>
    </w:p>
    <w:p>
      <w:pPr>
        <w:pStyle w:val="6"/>
        <w:ind w:right="173"/>
        <w:jc w:val="both"/>
      </w:pPr>
    </w:p>
    <w:p>
      <w:pPr>
        <w:pStyle w:val="45"/>
        <w:ind w:left="0" w:firstLine="720"/>
        <w:jc w:val="both"/>
        <w:sectPr>
          <w:type w:val="continuous"/>
          <w:pgSz w:w="11907" w:h="16840"/>
          <w:pgMar w:top="1699" w:right="1138" w:bottom="1138" w:left="1699" w:header="850" w:footer="454" w:gutter="0"/>
          <w:cols w:space="567" w:num="2"/>
          <w:docGrid w:linePitch="360" w:charSpace="0"/>
        </w:sectPr>
      </w:pPr>
    </w:p>
    <w:p>
      <w:pPr>
        <w:pStyle w:val="2"/>
        <w:rPr>
          <w:lang w:val="id-ID"/>
        </w:rPr>
      </w:pPr>
    </w:p>
    <w:sectPr>
      <w:type w:val="continuous"/>
      <w:pgSz w:w="11907" w:h="16840"/>
      <w:pgMar w:top="1699" w:right="1138" w:bottom="1138" w:left="1699" w:header="850" w:footer="454" w:gutter="0"/>
      <w:cols w:space="567" w:num="2"/>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0000000000000000000"/>
    <w:charset w:val="86"/>
    <w:family w:val="auto"/>
    <w:pitch w:val="default"/>
    <w:sig w:usb0="00000000" w:usb1="00000000" w:usb2="00000000" w:usb3="00000000" w:csb0="00000000"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20007A87" w:usb1="80000000" w:usb2="00000008" w:usb3="00000000" w:csb0="000001FF" w:csb1="00000000"/>
  </w:font>
  <w:font w:name="黑体">
    <w:altName w:val="SimHei"/>
    <w:panose1 w:val="02010600030101010101"/>
    <w:charset w:val="00"/>
    <w:family w:val="auto"/>
    <w:pitch w:val="default"/>
    <w:sig w:usb0="00000001" w:usb1="080E0000" w:usb2="00000010" w:usb3="00000000" w:csb0="00040000" w:csb1="00000000"/>
  </w:font>
  <w:font w:name="Courier New">
    <w:altName w:val="Courier New"/>
    <w:panose1 w:val="02070309020205020404"/>
    <w:charset w:val="00"/>
    <w:family w:val="modern"/>
    <w:pitch w:val="default"/>
    <w:sig w:usb0="20007A87" w:usb1="80000000" w:usb2="00000008" w:usb3="00000000" w:csb0="000001FF"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Symbol">
    <w:panose1 w:val="05050102010706020507"/>
    <w:charset w:val="02"/>
    <w:family w:val="roman"/>
    <w:pitch w:val="default"/>
    <w:sig w:usb0="00000000" w:usb1="00000000" w:usb2="00000000" w:usb3="00000000" w:csb0="80000000" w:csb1="00000000"/>
  </w:font>
  <w:font w:name="SimSun">
    <w:altName w:val="宋体"/>
    <w:panose1 w:val="02010600030101010101"/>
    <w:charset w:val="86"/>
    <w:family w:val="auto"/>
    <w:pitch w:val="default"/>
    <w:sig w:usb0="00000000" w:usb1="00000000" w:usb2="00000016" w:usb3="00000000" w:csb0="00040001" w:csb1="00000000"/>
  </w:font>
  <w:font w:name="Tahoma">
    <w:panose1 w:val="020B0604030504040204"/>
    <w:charset w:val="00"/>
    <w:family w:val="swiss"/>
    <w:pitch w:val="default"/>
    <w:sig w:usb0="00000000" w:usb1="00000000" w:usb2="00000029" w:usb3="00000000" w:csb0="000101FF" w:csb1="00000000"/>
  </w:font>
  <w:font w:name="Georgia">
    <w:panose1 w:val="02040502050405020303"/>
    <w:charset w:val="00"/>
    <w:family w:val="roman"/>
    <w:pitch w:val="default"/>
    <w:sig w:usb0="00000000" w:usb1="00000000" w:usb2="00000000" w:usb3="00000000" w:csb0="0000009F" w:csb1="00000000"/>
  </w:font>
  <w:font w:name="Leelawadee UI">
    <w:panose1 w:val="020B0502040204020203"/>
    <w:charset w:val="00"/>
    <w:family w:val="swiss"/>
    <w:pitch w:val="default"/>
    <w:sig w:usb0="00000000" w:usb1="00000000" w:usb2="00010000" w:usb3="00000000" w:csb0="00010101" w:csb1="00000000"/>
  </w:font>
  <w:font w:name="Book Antiqua">
    <w:panose1 w:val="02040602050305030304"/>
    <w:charset w:val="00"/>
    <w:family w:val="roman"/>
    <w:pitch w:val="default"/>
    <w:sig w:usb0="00000000" w:usb1="00000000" w:usb2="00000000" w:usb3="00000000" w:csb0="0000009F" w:csb1="00000000"/>
  </w:font>
  <w:font w:name="Thonbu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b/>
        <w:bCs/>
        <w:sz w:val="22"/>
      </w:rPr>
    </w:pPr>
    <w:r>
      <w:rPr>
        <w:rFonts w:ascii="Cambria" w:hAnsi="Cambria"/>
        <w:b/>
        <w:bCs/>
        <w:sz w:val="18"/>
        <w:szCs w:val="22"/>
        <w:lang w:val="id-ID"/>
      </w:rPr>
      <w:t>Copyright © 201</w:t>
    </w:r>
    <w:r>
      <w:rPr>
        <w:rFonts w:ascii="Cambria" w:hAnsi="Cambria"/>
        <w:b/>
        <w:bCs/>
        <w:sz w:val="18"/>
        <w:szCs w:val="22"/>
      </w:rPr>
      <w:t>8</w:t>
    </w:r>
    <w:r>
      <w:rPr>
        <w:rFonts w:ascii="Cambria" w:hAnsi="Cambria"/>
        <w:b/>
        <w:bCs/>
        <w:sz w:val="18"/>
        <w:szCs w:val="22"/>
        <w:lang w:val="id-ID"/>
      </w:rPr>
      <w:t xml:space="preserve"> Edumaspul - Jurnal Pendidikan (ISSN 2548-8201 (cetak); (ISSN 2580-0469 (online)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Cambria" w:hAnsi="Cambria"/>
        <w:i/>
        <w:iCs/>
        <w:sz w:val="18"/>
        <w:szCs w:val="22"/>
        <w:lang w:val="id-ID"/>
      </w:rPr>
    </w:pPr>
    <w:r>
      <w:rPr>
        <w:rFonts w:ascii="Cambria" w:hAnsi="Cambria"/>
        <w:i/>
        <w:iCs/>
        <w:sz w:val="18"/>
        <w:szCs w:val="22"/>
        <w:lang w:val="id-ID"/>
      </w:rPr>
      <w:t>Copyright © 201</w:t>
    </w:r>
    <w:r>
      <w:rPr>
        <w:rFonts w:ascii="Cambria" w:hAnsi="Cambria"/>
        <w:i/>
        <w:iCs/>
        <w:sz w:val="18"/>
        <w:szCs w:val="22"/>
      </w:rPr>
      <w:t>8</w:t>
    </w:r>
    <w:r>
      <w:rPr>
        <w:rFonts w:ascii="Cambria" w:hAnsi="Cambria"/>
        <w:i/>
        <w:iCs/>
        <w:sz w:val="18"/>
        <w:szCs w:val="22"/>
        <w:lang w:val="id-ID"/>
      </w:rPr>
      <w:t xml:space="preserve"> Edumaspul - Jurnal Pendidikan (ISSN 2548-8201 (cetak); (ISSN 2580-0469 (online)</w:t>
    </w:r>
  </w:p>
  <w:p>
    <w:pPr>
      <w:pStyle w:val="8"/>
      <w:jc w:val="center"/>
      <w:rPr>
        <w:i/>
        <w:iCs/>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i/>
        <w:iCs/>
        <w:sz w:val="22"/>
      </w:rPr>
    </w:pPr>
    <w:r>
      <w:rPr>
        <w:rFonts w:ascii="Cambria" w:hAnsi="Cambria"/>
        <w:i/>
        <w:iCs/>
        <w:sz w:val="18"/>
        <w:szCs w:val="22"/>
        <w:lang w:val="id-ID"/>
      </w:rPr>
      <w:t>Copyright © 201</w:t>
    </w:r>
    <w:r>
      <w:rPr>
        <w:rFonts w:ascii="Cambria" w:hAnsi="Cambria"/>
        <w:i/>
        <w:iCs/>
        <w:sz w:val="18"/>
        <w:szCs w:val="22"/>
      </w:rPr>
      <w:t>8</w:t>
    </w:r>
    <w:r>
      <w:rPr>
        <w:rFonts w:ascii="Cambria" w:hAnsi="Cambria"/>
        <w:i/>
        <w:iCs/>
        <w:sz w:val="18"/>
        <w:szCs w:val="22"/>
        <w:lang w:val="id-ID"/>
      </w:rPr>
      <w:t xml:space="preserve"> Edumaspul - Jurnal Pendidikan (ISSN 2548-8201 (cetak); (ISSN 2580-0469 (online)</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90"/>
      <w:jc w:val="right"/>
      <w:rPr>
        <w:rFonts w:ascii="Cambria" w:hAnsi="Cambria"/>
        <w:b/>
        <w:sz w:val="20"/>
        <w:szCs w:val="22"/>
        <w:lang w:val="id-ID"/>
      </w:rPr>
    </w:pPr>
    <w:r>
      <w:rPr>
        <w:rFonts w:ascii="Cambria" w:hAnsi="Cambria"/>
        <w:b/>
        <w:sz w:val="20"/>
        <w:szCs w:val="22"/>
        <w:lang w:val="id-ID"/>
      </w:rPr>
      <w:t xml:space="preserve">Jurnal </w:t>
    </w:r>
    <w:r>
      <w:rPr>
        <w:rFonts w:ascii="Cambria" w:hAnsi="Cambria"/>
        <w:b/>
        <w:sz w:val="20"/>
        <w:szCs w:val="22"/>
      </w:rPr>
      <w:t>Edumaspul</w:t>
    </w:r>
    <w:r>
      <w:rPr>
        <w:rFonts w:ascii="Cambria" w:hAnsi="Cambria"/>
        <w:b/>
        <w:sz w:val="20"/>
        <w:szCs w:val="22"/>
        <w:lang w:val="id-ID"/>
      </w:rPr>
      <w:t xml:space="preserve">, </w:t>
    </w:r>
    <w:r>
      <w:rPr>
        <w:rFonts w:ascii="Cambria" w:hAnsi="Cambria"/>
        <w:b/>
        <w:sz w:val="20"/>
        <w:szCs w:val="22"/>
      </w:rPr>
      <w:t>x</w:t>
    </w:r>
    <w:r>
      <w:rPr>
        <w:rFonts w:ascii="Cambria" w:hAnsi="Cambria"/>
        <w:b/>
        <w:sz w:val="20"/>
        <w:szCs w:val="22"/>
        <w:lang w:val="id-ID"/>
      </w:rPr>
      <w:t xml:space="preserve"> (</w:t>
    </w:r>
    <w:r>
      <w:rPr>
        <w:rFonts w:ascii="Cambria" w:hAnsi="Cambria"/>
        <w:b/>
        <w:sz w:val="20"/>
        <w:szCs w:val="22"/>
      </w:rPr>
      <w:t>x</w:t>
    </w:r>
    <w:r>
      <w:rPr>
        <w:rFonts w:ascii="Cambria" w:hAnsi="Cambria"/>
        <w:b/>
        <w:sz w:val="20"/>
        <w:szCs w:val="22"/>
        <w:lang w:val="id-ID"/>
      </w:rPr>
      <w:t xml:space="preserve">), </w:t>
    </w:r>
    <w:r>
      <w:rPr>
        <w:rFonts w:ascii="Cambria" w:hAnsi="Cambria"/>
        <w:b/>
        <w:sz w:val="20"/>
        <w:szCs w:val="22"/>
      </w:rPr>
      <w:t>Year</w:t>
    </w:r>
    <w:r>
      <w:rPr>
        <w:rFonts w:ascii="Cambria" w:hAnsi="Cambria"/>
        <w:b/>
        <w:sz w:val="20"/>
        <w:szCs w:val="22"/>
        <w:lang w:val="id-ID"/>
      </w:rPr>
      <w:t xml:space="preserve"> </w:t>
    </w:r>
    <w:r>
      <w:rPr>
        <w:rFonts w:ascii="Cambria" w:hAnsi="Cambria"/>
        <w:b/>
        <w:sz w:val="20"/>
        <w:szCs w:val="22"/>
      </w:rPr>
      <w:t>xxxx</w:t>
    </w:r>
    <w:r>
      <w:rPr>
        <w:rFonts w:ascii="Cambria" w:hAnsi="Cambria"/>
        <w:b/>
        <w:sz w:val="20"/>
        <w:szCs w:val="22"/>
        <w:lang w:val="id-ID"/>
      </w:rPr>
      <w:t xml:space="preserve"> - </w:t>
    </w:r>
    <w:r>
      <w:rPr>
        <w:rFonts w:ascii="Cambria" w:hAnsi="Cambria"/>
        <w:b/>
        <w:sz w:val="20"/>
        <w:szCs w:val="22"/>
      </w:rPr>
      <w:fldChar w:fldCharType="begin"/>
    </w:r>
    <w:r>
      <w:rPr>
        <w:rFonts w:ascii="Cambria" w:hAnsi="Cambria"/>
        <w:b/>
        <w:sz w:val="20"/>
        <w:szCs w:val="22"/>
      </w:rPr>
      <w:instrText xml:space="preserve"> PAGE   \* MERGEFORMAT </w:instrText>
    </w:r>
    <w:r>
      <w:rPr>
        <w:rFonts w:ascii="Cambria" w:hAnsi="Cambria"/>
        <w:b/>
        <w:sz w:val="20"/>
        <w:szCs w:val="22"/>
      </w:rPr>
      <w:fldChar w:fldCharType="separate"/>
    </w:r>
    <w:r>
      <w:rPr>
        <w:rFonts w:ascii="Cambria" w:hAnsi="Cambria"/>
        <w:b/>
        <w:sz w:val="20"/>
        <w:szCs w:val="22"/>
      </w:rPr>
      <w:t>3</w:t>
    </w:r>
    <w:r>
      <w:rPr>
        <w:rFonts w:ascii="Cambria" w:hAnsi="Cambria"/>
        <w:b/>
        <w:sz w:val="20"/>
        <w:szCs w:val="22"/>
      </w:rPr>
      <w:fldChar w:fldCharType="end"/>
    </w:r>
  </w:p>
  <w:p>
    <w:pPr>
      <w:pStyle w:val="9"/>
      <w:tabs>
        <w:tab w:val="clear" w:pos="8640"/>
      </w:tabs>
      <w:ind w:right="-286"/>
      <w:jc w:val="both"/>
    </w:pPr>
    <w:r>
      <w:rPr>
        <w:rFonts w:ascii="Cambria" w:hAnsi="Cambria"/>
        <w:sz w:val="20"/>
      </w:rPr>
      <w:tab/>
    </w:r>
    <w:r>
      <w:rPr>
        <w:rFonts w:ascii="Cambria" w:hAnsi="Cambria"/>
        <w:sz w:val="20"/>
      </w:rPr>
      <w:t xml:space="preserve">                                                                                                  (</w:t>
    </w:r>
    <w:r>
      <w:rPr>
        <w:rFonts w:asciiTheme="minorHAnsi" w:hAnsiTheme="minorHAnsi" w:cstheme="minorHAnsi"/>
        <w:b/>
        <w:bCs/>
        <w:color w:val="000000"/>
      </w:rPr>
      <w:t>Asfira Eka Yulia Ningsih</w:t>
    </w:r>
    <w:r>
      <w:rPr>
        <w:rFonts w:asciiTheme="minorHAnsi" w:hAnsiTheme="minorHAnsi" w:cstheme="minorHAnsi"/>
        <w:b/>
        <w:bCs/>
        <w:color w:val="000000"/>
      </w:rPr>
      <w:t xml:space="preserve">, </w:t>
    </w:r>
    <w:r>
      <w:rPr>
        <w:rFonts w:asciiTheme="minorHAnsi" w:hAnsiTheme="minorHAnsi" w:cstheme="minorHAnsi"/>
        <w:b/>
        <w:bCs/>
        <w:color w:val="000000"/>
      </w:rPr>
      <w:t>Ramon Ananda Patyontri</w:t>
    </w:r>
    <w:r>
      <w:rPr>
        <w:rFonts w:ascii="Cambria" w:hAnsi="Cambria"/>
        <w:sz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90"/>
      <w:jc w:val="right"/>
      <w:rPr>
        <w:rFonts w:ascii="Cambria" w:hAnsi="Cambria"/>
        <w:b/>
        <w:sz w:val="20"/>
        <w:szCs w:val="22"/>
        <w:lang w:val="id-ID"/>
      </w:rPr>
    </w:pPr>
    <w:r>
      <w:rPr>
        <w:rFonts w:ascii="Cambria" w:hAnsi="Cambria"/>
        <w:b/>
        <w:sz w:val="20"/>
        <w:szCs w:val="22"/>
        <w:lang w:val="id-ID"/>
      </w:rPr>
      <w:t xml:space="preserve">Jurnal </w:t>
    </w:r>
    <w:r>
      <w:rPr>
        <w:rFonts w:ascii="Cambria" w:hAnsi="Cambria"/>
        <w:b/>
        <w:sz w:val="20"/>
        <w:szCs w:val="22"/>
      </w:rPr>
      <w:t>Edumaspul</w:t>
    </w:r>
    <w:r>
      <w:rPr>
        <w:rFonts w:ascii="Cambria" w:hAnsi="Cambria"/>
        <w:b/>
        <w:sz w:val="20"/>
        <w:szCs w:val="22"/>
        <w:lang w:val="id-ID"/>
      </w:rPr>
      <w:t xml:space="preserve">, </w:t>
    </w:r>
    <w:r>
      <w:rPr>
        <w:rFonts w:ascii="Cambria" w:hAnsi="Cambria"/>
        <w:b/>
        <w:sz w:val="20"/>
        <w:szCs w:val="22"/>
      </w:rPr>
      <w:t>x</w:t>
    </w:r>
    <w:r>
      <w:rPr>
        <w:rFonts w:ascii="Cambria" w:hAnsi="Cambria"/>
        <w:b/>
        <w:sz w:val="20"/>
        <w:szCs w:val="22"/>
        <w:lang w:val="id-ID"/>
      </w:rPr>
      <w:t xml:space="preserve"> (</w:t>
    </w:r>
    <w:r>
      <w:rPr>
        <w:rFonts w:ascii="Cambria" w:hAnsi="Cambria"/>
        <w:b/>
        <w:sz w:val="20"/>
        <w:szCs w:val="22"/>
      </w:rPr>
      <w:t>x</w:t>
    </w:r>
    <w:r>
      <w:rPr>
        <w:rFonts w:ascii="Cambria" w:hAnsi="Cambria"/>
        <w:b/>
        <w:sz w:val="20"/>
        <w:szCs w:val="22"/>
        <w:lang w:val="id-ID"/>
      </w:rPr>
      <w:t xml:space="preserve">), </w:t>
    </w:r>
    <w:r>
      <w:rPr>
        <w:rFonts w:ascii="Cambria" w:hAnsi="Cambria"/>
        <w:b/>
        <w:sz w:val="20"/>
        <w:szCs w:val="22"/>
      </w:rPr>
      <w:t>Year</w:t>
    </w:r>
    <w:r>
      <w:rPr>
        <w:rFonts w:ascii="Cambria" w:hAnsi="Cambria"/>
        <w:b/>
        <w:sz w:val="20"/>
        <w:szCs w:val="22"/>
        <w:lang w:val="id-ID"/>
      </w:rPr>
      <w:t xml:space="preserve"> </w:t>
    </w:r>
    <w:r>
      <w:rPr>
        <w:rFonts w:ascii="Cambria" w:hAnsi="Cambria"/>
        <w:b/>
        <w:sz w:val="20"/>
        <w:szCs w:val="22"/>
      </w:rPr>
      <w:t>xxxx</w:t>
    </w:r>
    <w:r>
      <w:rPr>
        <w:rFonts w:ascii="Cambria" w:hAnsi="Cambria"/>
        <w:b/>
        <w:sz w:val="20"/>
        <w:szCs w:val="22"/>
        <w:lang w:val="id-ID"/>
      </w:rPr>
      <w:t xml:space="preserve"> - </w:t>
    </w:r>
    <w:r>
      <w:rPr>
        <w:rFonts w:ascii="Cambria" w:hAnsi="Cambria"/>
        <w:b/>
        <w:sz w:val="20"/>
        <w:szCs w:val="22"/>
      </w:rPr>
      <w:fldChar w:fldCharType="begin"/>
    </w:r>
    <w:r>
      <w:rPr>
        <w:rFonts w:ascii="Cambria" w:hAnsi="Cambria"/>
        <w:b/>
        <w:sz w:val="20"/>
        <w:szCs w:val="22"/>
      </w:rPr>
      <w:instrText xml:space="preserve"> PAGE   \* MERGEFORMAT </w:instrText>
    </w:r>
    <w:r>
      <w:rPr>
        <w:rFonts w:ascii="Cambria" w:hAnsi="Cambria"/>
        <w:b/>
        <w:sz w:val="20"/>
        <w:szCs w:val="22"/>
      </w:rPr>
      <w:fldChar w:fldCharType="separate"/>
    </w:r>
    <w:r>
      <w:rPr>
        <w:rFonts w:ascii="Cambria" w:hAnsi="Cambria"/>
        <w:b/>
        <w:sz w:val="20"/>
        <w:szCs w:val="22"/>
      </w:rPr>
      <w:t>2</w:t>
    </w:r>
    <w:r>
      <w:rPr>
        <w:rFonts w:ascii="Cambria" w:hAnsi="Cambria"/>
        <w:b/>
        <w:sz w:val="20"/>
        <w:szCs w:val="22"/>
      </w:rPr>
      <w:fldChar w:fldCharType="end"/>
    </w:r>
  </w:p>
  <w:p>
    <w:pPr>
      <w:pStyle w:val="35"/>
      <w:ind w:right="-1136"/>
      <w:rPr>
        <w:rFonts w:asciiTheme="minorHAnsi" w:hAnsiTheme="minorHAnsi" w:cstheme="minorHAnsi"/>
        <w:b/>
        <w:bCs/>
        <w:sz w:val="24"/>
        <w:szCs w:val="24"/>
        <w:vertAlign w:val="superscript"/>
        <w:lang w:val="en-US"/>
      </w:rPr>
    </w:pPr>
    <w:r>
      <w:rPr>
        <w:rFonts w:ascii="Cambria" w:hAnsi="Cambria"/>
        <w:sz w:val="20"/>
        <w:lang w:val="en-US"/>
      </w:rPr>
      <w:t xml:space="preserve">     </w:t>
    </w:r>
    <w:r>
      <w:rPr>
        <w:rFonts w:ascii="Cambria" w:hAnsi="Cambria"/>
        <w:sz w:val="20"/>
        <w:lang w:val="en-US"/>
      </w:rPr>
      <w:tab/>
    </w:r>
    <w:r>
      <w:rPr>
        <w:rFonts w:ascii="Cambria" w:hAnsi="Cambria"/>
        <w:sz w:val="20"/>
        <w:lang w:val="en-US"/>
      </w:rPr>
      <w:tab/>
    </w:r>
    <w:r>
      <w:rPr>
        <w:rFonts w:ascii="Cambria" w:hAnsi="Cambria"/>
        <w:sz w:val="20"/>
        <w:lang w:val="en-US"/>
      </w:rPr>
      <w:t xml:space="preserve">  </w:t>
    </w:r>
    <w:r>
      <w:rPr>
        <w:rFonts w:ascii="Cambria" w:hAnsi="Cambria"/>
        <w:sz w:val="20"/>
        <w:lang w:val="en-US"/>
      </w:rPr>
      <w:tab/>
    </w:r>
    <w:r>
      <w:rPr>
        <w:rFonts w:ascii="Cambria" w:hAnsi="Cambria"/>
        <w:sz w:val="20"/>
        <w:lang w:val="en-US"/>
      </w:rPr>
      <w:tab/>
    </w:r>
    <w:r>
      <w:rPr>
        <w:rFonts w:ascii="Cambria" w:hAnsi="Cambria"/>
        <w:sz w:val="20"/>
        <w:lang w:val="en-US"/>
      </w:rPr>
      <w:t xml:space="preserve">             </w:t>
    </w:r>
    <w:r>
      <w:rPr>
        <w:rFonts w:ascii="Cambria" w:hAnsi="Cambria"/>
        <w:sz w:val="20"/>
      </w:rPr>
      <w:t>(</w:t>
    </w:r>
    <w:r>
      <w:rPr>
        <w:rFonts w:asciiTheme="minorHAnsi" w:hAnsiTheme="minorHAnsi" w:cstheme="minorHAnsi"/>
        <w:b/>
        <w:bCs/>
        <w:color w:val="000000"/>
        <w:sz w:val="24"/>
        <w:szCs w:val="24"/>
      </w:rPr>
      <w:t>Asfira Eka Yulia Ningsih</w:t>
    </w:r>
    <w:r>
      <w:rPr>
        <w:rFonts w:asciiTheme="minorHAnsi" w:hAnsiTheme="minorHAnsi" w:cstheme="minorHAnsi"/>
        <w:b/>
        <w:bCs/>
        <w:color w:val="000000"/>
        <w:sz w:val="24"/>
        <w:szCs w:val="24"/>
      </w:rPr>
      <w:t xml:space="preserve">, </w:t>
    </w:r>
    <w:r>
      <w:rPr>
        <w:rFonts w:asciiTheme="minorHAnsi" w:hAnsiTheme="minorHAnsi" w:cstheme="minorHAnsi"/>
        <w:b/>
        <w:bCs/>
        <w:color w:val="000000"/>
        <w:sz w:val="24"/>
        <w:szCs w:val="24"/>
      </w:rPr>
      <w:t>Ramon Ananda Patyontri</w:t>
    </w:r>
    <w:r>
      <w:rPr>
        <w:rFonts w:ascii="Cambria" w:hAnsi="Cambria"/>
        <w:sz w:val="20"/>
      </w:rPr>
      <w:t>)</w:t>
    </w:r>
  </w:p>
  <w:p>
    <w:pPr>
      <w:pStyle w:val="9"/>
      <w:jc w:val="center"/>
      <w:rPr>
        <w:rFonts w:ascii="Cambria" w:hAnsi="Cambria"/>
        <w:sz w:val="22"/>
        <w:szCs w:val="22"/>
        <w:lang w:val="id-ID"/>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0" w:type="auto"/>
      <w:tblInd w:w="0" w:type="dxa"/>
      <w:tblLayout w:type="fixed"/>
      <w:tblCellMar>
        <w:top w:w="0" w:type="dxa"/>
        <w:left w:w="108" w:type="dxa"/>
        <w:bottom w:w="0" w:type="dxa"/>
        <w:right w:w="108" w:type="dxa"/>
      </w:tblCellMar>
    </w:tblPr>
    <w:tblGrid>
      <w:gridCol w:w="9070"/>
    </w:tblGrid>
    <w:tr>
      <w:tblPrEx>
        <w:tblLayout w:type="fixed"/>
      </w:tblPrEx>
      <w:tc>
        <w:tcPr>
          <w:tcW w:w="9070" w:type="dxa"/>
          <w:vAlign w:val="center"/>
        </w:tcPr>
        <w:p>
          <w:pPr>
            <w:pStyle w:val="9"/>
            <w:spacing w:before="120"/>
            <w:jc w:val="center"/>
            <w:rPr>
              <w:rFonts w:ascii="Cambria" w:hAnsi="Cambria" w:cs="Arial"/>
              <w:b/>
              <w:sz w:val="32"/>
            </w:rPr>
          </w:pPr>
          <w:r>
            <w:rPr>
              <w:rFonts w:ascii="Cambria" w:hAnsi="Cambria" w:cs="Arial"/>
              <w:b/>
              <w:sz w:val="22"/>
            </w:rPr>
            <w:drawing>
              <wp:anchor distT="0" distB="0" distL="114300" distR="114300" simplePos="0" relativeHeight="251662336" behindDoc="0" locked="0" layoutInCell="1" allowOverlap="1">
                <wp:simplePos x="0" y="0"/>
                <wp:positionH relativeFrom="column">
                  <wp:posOffset>95250</wp:posOffset>
                </wp:positionH>
                <wp:positionV relativeFrom="paragraph">
                  <wp:posOffset>-73660</wp:posOffset>
                </wp:positionV>
                <wp:extent cx="746760" cy="749935"/>
                <wp:effectExtent l="0" t="0" r="0" b="0"/>
                <wp:wrapNone/>
                <wp:docPr id="5" name="Picture 1" descr="C:\Users\STKIPM~1\AppData\Local\Temp\Rar$DIa0.972\LOGO STKIPMUHENREK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C:\Users\STKIPM~1\AppData\Local\Temp\Rar$DIa0.972\LOGO STKIPMUHENREKA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46760" cy="749935"/>
                        </a:xfrm>
                        <a:prstGeom prst="rect">
                          <a:avLst/>
                        </a:prstGeom>
                        <a:noFill/>
                        <a:ln>
                          <a:noFill/>
                        </a:ln>
                      </pic:spPr>
                    </pic:pic>
                  </a:graphicData>
                </a:graphic>
              </wp:anchor>
            </w:drawing>
          </w:r>
          <w:r>
            <w:rPr>
              <w:rFonts w:ascii="Cambria" w:hAnsi="Cambria" w:cs="Arial"/>
              <w:b/>
              <w:sz w:val="22"/>
            </w:rPr>
            <w:drawing>
              <wp:anchor distT="0" distB="0" distL="114300" distR="114300" simplePos="0" relativeHeight="251663360" behindDoc="0" locked="0" layoutInCell="1" allowOverlap="1">
                <wp:simplePos x="0" y="0"/>
                <wp:positionH relativeFrom="column">
                  <wp:posOffset>5063490</wp:posOffset>
                </wp:positionH>
                <wp:positionV relativeFrom="paragraph">
                  <wp:posOffset>5080</wp:posOffset>
                </wp:positionV>
                <wp:extent cx="548640" cy="675640"/>
                <wp:effectExtent l="0" t="0" r="3810" b="0"/>
                <wp:wrapNone/>
                <wp:docPr id="6" name="Picture 2" descr="E:\OJS Cloud Ummaspul\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E:\OJS Cloud Ummaspul\Untitled.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48640" cy="675640"/>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1527175</wp:posOffset>
                </wp:positionH>
                <wp:positionV relativeFrom="paragraph">
                  <wp:posOffset>-55880</wp:posOffset>
                </wp:positionV>
                <wp:extent cx="2725420" cy="34798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3">
                          <a:lum bright="-80000" contrast="-40000"/>
                          <a:extLst>
                            <a:ext uri="{28A0092B-C50C-407E-A947-70E740481C1C}">
                              <a14:useLocalDpi xmlns:a14="http://schemas.microsoft.com/office/drawing/2010/main" val="0"/>
                            </a:ext>
                          </a:extLst>
                        </a:blip>
                        <a:srcRect/>
                        <a:stretch>
                          <a:fillRect/>
                        </a:stretch>
                      </pic:blipFill>
                      <pic:spPr>
                        <a:xfrm>
                          <a:off x="0" y="0"/>
                          <a:ext cx="2725420" cy="347980"/>
                        </a:xfrm>
                        <a:prstGeom prst="rect">
                          <a:avLst/>
                        </a:prstGeom>
                        <a:noFill/>
                        <a:ln>
                          <a:noFill/>
                        </a:ln>
                      </pic:spPr>
                    </pic:pic>
                  </a:graphicData>
                </a:graphic>
              </wp:anchor>
            </w:drawing>
          </w:r>
        </w:p>
        <w:p>
          <w:pPr>
            <w:pStyle w:val="9"/>
            <w:spacing w:after="120"/>
            <w:jc w:val="center"/>
            <w:rPr>
              <w:rFonts w:ascii="Cambria" w:hAnsi="Cambria" w:cs="Arial"/>
              <w:b/>
              <w:sz w:val="22"/>
            </w:rPr>
          </w:pPr>
          <w:r>
            <w:rPr>
              <w:rFonts w:ascii="Cambria" w:hAnsi="Cambria" w:cs="Arial"/>
              <w:b/>
              <w:sz w:val="22"/>
              <w:lang w:val="id-ID"/>
            </w:rPr>
            <w:t>Vol</w:t>
          </w:r>
          <w:r>
            <w:rPr>
              <w:rFonts w:ascii="Cambria" w:hAnsi="Cambria" w:cs="Arial"/>
              <w:b/>
              <w:sz w:val="22"/>
            </w:rPr>
            <w:t>.</w:t>
          </w:r>
          <w:r>
            <w:rPr>
              <w:rFonts w:ascii="Cambria" w:hAnsi="Cambria" w:cs="Arial"/>
              <w:b/>
              <w:sz w:val="22"/>
              <w:lang w:val="id-ID"/>
            </w:rPr>
            <w:t xml:space="preserve"> </w:t>
          </w:r>
          <w:r>
            <w:rPr>
              <w:rFonts w:ascii="Cambria" w:hAnsi="Cambria" w:cs="Arial"/>
              <w:b/>
              <w:sz w:val="22"/>
            </w:rPr>
            <w:t>x</w:t>
          </w:r>
          <w:r>
            <w:rPr>
              <w:rFonts w:ascii="Cambria" w:hAnsi="Cambria" w:cs="Arial"/>
              <w:b/>
              <w:sz w:val="22"/>
              <w:lang w:val="id-ID"/>
            </w:rPr>
            <w:t xml:space="preserve"> – No</w:t>
          </w:r>
          <w:r>
            <w:rPr>
              <w:rFonts w:ascii="Cambria" w:hAnsi="Cambria" w:cs="Arial"/>
              <w:b/>
              <w:sz w:val="22"/>
            </w:rPr>
            <w:t>.</w:t>
          </w:r>
          <w:r>
            <w:rPr>
              <w:rFonts w:ascii="Cambria" w:hAnsi="Cambria" w:cs="Arial"/>
              <w:b/>
              <w:sz w:val="22"/>
              <w:lang w:val="id-ID"/>
            </w:rPr>
            <w:t xml:space="preserve"> </w:t>
          </w:r>
          <w:r>
            <w:rPr>
              <w:rFonts w:ascii="Cambria" w:hAnsi="Cambria" w:cs="Arial"/>
              <w:b/>
              <w:sz w:val="22"/>
            </w:rPr>
            <w:t>x</w:t>
          </w:r>
          <w:r>
            <w:rPr>
              <w:rFonts w:ascii="Cambria" w:hAnsi="Cambria" w:cs="Arial"/>
              <w:b/>
              <w:sz w:val="22"/>
              <w:lang w:val="id-ID"/>
            </w:rPr>
            <w:t xml:space="preserve">, </w:t>
          </w:r>
          <w:r>
            <w:rPr>
              <w:rFonts w:ascii="Cambria" w:hAnsi="Cambria" w:cs="Arial"/>
              <w:b/>
              <w:sz w:val="22"/>
            </w:rPr>
            <w:t>year (xxxx)</w:t>
          </w:r>
          <w:r>
            <w:rPr>
              <w:rFonts w:ascii="Cambria" w:hAnsi="Cambria" w:cs="Arial"/>
              <w:b/>
              <w:sz w:val="22"/>
              <w:lang w:val="id-ID"/>
            </w:rPr>
            <w:t xml:space="preserve">, </w:t>
          </w:r>
          <w:r>
            <w:rPr>
              <w:rFonts w:ascii="Cambria" w:hAnsi="Cambria" w:cs="Arial"/>
              <w:b/>
              <w:sz w:val="22"/>
            </w:rPr>
            <w:t>page</w:t>
          </w:r>
        </w:p>
        <w:p>
          <w:pPr>
            <w:pStyle w:val="5"/>
            <w:numPr>
              <w:ilvl w:val="0"/>
              <w:numId w:val="0"/>
            </w:numPr>
            <w:spacing w:before="120"/>
            <w:ind w:left="360"/>
            <w:jc w:val="center"/>
            <w:rPr>
              <w:i w:val="0"/>
              <w:iCs w:val="0"/>
            </w:rPr>
          </w:pPr>
          <w:r>
            <w:rPr>
              <w:sz w:val="16"/>
              <w:szCs w:val="16"/>
            </w:rPr>
            <w:t xml:space="preserve">| </w:t>
          </w:r>
          <w:r>
            <w:fldChar w:fldCharType="begin"/>
          </w:r>
          <w:r>
            <w:instrText xml:space="preserve"> HYPERLINK "http://issn.pdii.lipi.go.id/issn.cgi?cetakdaftar&amp;1452221258&amp;1&amp;&amp;2016" </w:instrText>
          </w:r>
          <w:r>
            <w:fldChar w:fldCharType="separate"/>
          </w:r>
          <w:r>
            <w:rPr>
              <w:rStyle w:val="12"/>
              <w:i w:val="0"/>
              <w:iCs w:val="0"/>
            </w:rPr>
            <w:t>ISSN 2548-8201</w:t>
          </w:r>
          <w:r>
            <w:rPr>
              <w:rStyle w:val="12"/>
              <w:i w:val="0"/>
              <w:iCs w:val="0"/>
            </w:rPr>
            <w:fldChar w:fldCharType="end"/>
          </w:r>
          <w:r>
            <w:rPr>
              <w:i w:val="0"/>
              <w:iCs w:val="0"/>
            </w:rPr>
            <w:t> (Print)</w:t>
          </w:r>
          <w:r>
            <w:rPr>
              <w:sz w:val="16"/>
              <w:szCs w:val="16"/>
            </w:rPr>
            <w:t xml:space="preserve"> | </w:t>
          </w:r>
          <w:r>
            <w:fldChar w:fldCharType="begin"/>
          </w:r>
          <w:r>
            <w:instrText xml:space="preserve"> HYPERLINK "http://www.issn.lipi.go.id/issn.cgi?daftar&amp;1493781343&amp;1&amp;&amp;" </w:instrText>
          </w:r>
          <w:r>
            <w:fldChar w:fldCharType="separate"/>
          </w:r>
          <w:r>
            <w:rPr>
              <w:rStyle w:val="12"/>
              <w:i w:val="0"/>
              <w:iCs w:val="0"/>
            </w:rPr>
            <w:t>2580-0469) </w:t>
          </w:r>
          <w:r>
            <w:rPr>
              <w:rStyle w:val="12"/>
              <w:i w:val="0"/>
              <w:iCs w:val="0"/>
            </w:rPr>
            <w:fldChar w:fldCharType="end"/>
          </w:r>
          <w:r>
            <w:rPr>
              <w:i w:val="0"/>
              <w:iCs w:val="0"/>
            </w:rPr>
            <w:t xml:space="preserve">(Online) </w:t>
          </w:r>
          <w:r>
            <w:rPr>
              <w:sz w:val="16"/>
              <w:szCs w:val="16"/>
            </w:rPr>
            <w:t>|</w:t>
          </w:r>
        </w:p>
      </w:tc>
    </w:tr>
  </w:tbl>
  <w:p>
    <w:pPr>
      <w:pStyle w:val="9"/>
      <w:rPr>
        <w:sz w:val="18"/>
      </w:rPr>
    </w:pPr>
    <w:r>
      <mc:AlternateContent>
        <mc:Choice Requires="wps">
          <w:drawing>
            <wp:anchor distT="0" distB="0" distL="114300" distR="114300" simplePos="0" relativeHeight="251659264" behindDoc="0" locked="0" layoutInCell="1" allowOverlap="1">
              <wp:simplePos x="0" y="0"/>
              <wp:positionH relativeFrom="column">
                <wp:posOffset>-81915</wp:posOffset>
              </wp:positionH>
              <wp:positionV relativeFrom="paragraph">
                <wp:posOffset>55245</wp:posOffset>
              </wp:positionV>
              <wp:extent cx="5899785" cy="0"/>
              <wp:effectExtent l="0" t="0" r="24765" b="19050"/>
              <wp:wrapNone/>
              <wp:docPr id="1" name="Straight Arrow Connector 4"/>
              <wp:cNvGraphicFramePr/>
              <a:graphic xmlns:a="http://schemas.openxmlformats.org/drawingml/2006/main">
                <a:graphicData uri="http://schemas.microsoft.com/office/word/2010/wordprocessingShape">
                  <wps:wsp>
                    <wps:cNvCnPr>
                      <a:cxnSpLocks noChangeShapeType="1"/>
                    </wps:cNvCnPr>
                    <wps:spPr bwMode="auto">
                      <a:xfrm>
                        <a:off x="0" y="0"/>
                        <a:ext cx="5899785" cy="0"/>
                      </a:xfrm>
                      <a:prstGeom prst="straightConnector1">
                        <a:avLst/>
                      </a:prstGeom>
                      <a:noFill/>
                      <a:ln w="12700">
                        <a:solidFill>
                          <a:srgbClr val="000000"/>
                        </a:solidFill>
                        <a:round/>
                      </a:ln>
                    </wps:spPr>
                    <wps:bodyPr/>
                  </wps:wsp>
                </a:graphicData>
              </a:graphic>
            </wp:anchor>
          </w:drawing>
        </mc:Choice>
        <mc:Fallback>
          <w:pict>
            <v:shape id="Straight Arrow Connector 4" o:spid="_x0000_s1026" o:spt="32" type="#_x0000_t32" style="position:absolute;left:0pt;margin-left:-6.45pt;margin-top:4.35pt;height:0pt;width:464.55pt;z-index:251659264;mso-width-relative:page;mso-height-relative:page;" filled="f" stroked="t" coordsize="21600,21600" o:gfxdata="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rCz/j0wAAAAcBAAAPAAAAAAAAAAEAIAAAACIAAABkcnMvZG93bnJldi54bWxQSwEC&#10;FAAUAAAACACHTuJAl+K5u8ABAAB0AwAADgAAAAAAAAABACAAAAAiAQAAZHJzL2Uyb0RvYy54bWxQ&#10;SwUGAAAAAAYABgBZAQAAVAUAAAAA&#10;">
              <v:fill on="f" focussize="0,0"/>
              <v:stroke weight="1pt" color="#000000" joinstyle="round"/>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A3A86"/>
    <w:multiLevelType w:val="multilevel"/>
    <w:tmpl w:val="571A3A86"/>
    <w:lvl w:ilvl="0" w:tentative="0">
      <w:start w:val="1"/>
      <w:numFmt w:val="decimal"/>
      <w:lvlText w:val="Gambar %1."/>
      <w:lvlJc w:val="righ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pStyle w:val="5"/>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cumentProtection w:enforcement="0"/>
  <w:defaultTabStop w:val="720"/>
  <w:evenAndOddHeaders w:val="1"/>
  <w:drawingGridHorizontalSpacing w:val="57"/>
  <w:drawingGridVerticalSpacing w:val="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
    <w:docVar w:name="__Grammarly_42___1" w:val=""/>
  </w:docVars>
  <w:doNotAutoCompressPictures/>
  <w:themeFontLang w:val="id-ID" w:eastAsia="zh-CN" w:bidi="ar-SA"/>
  <w:clrSchemeMapping w:bg1="light1" w:t1="dark1" w:bg2="light2" w:t2="dark2" w:accent1="accent1" w:accent2="accent2" w:accent3="accent3" w:accent4="accent4" w:accent5="accent5" w:accent6="accent6" w:hyperlink="hyperlink" w:followedHyperlink="followedHyperlink"/>
  <w:doNotIncludeSubdocsInSta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0"/>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47"/>
    <w:unhideWhenUsed/>
    <w:qFormat/>
    <w:uiPriority w:val="99"/>
    <w:pPr>
      <w:keepNext/>
      <w:keepLines/>
      <w:spacing w:before="40" w:line="256" w:lineRule="auto"/>
      <w:outlineLvl w:val="1"/>
    </w:pPr>
    <w:rPr>
      <w:rFonts w:asciiTheme="majorHAnsi" w:hAnsiTheme="majorHAnsi" w:eastAsiaTheme="majorEastAsia" w:cstheme="majorBidi"/>
      <w:color w:val="376092" w:themeColor="accent1" w:themeShade="BF"/>
      <w:sz w:val="26"/>
      <w:szCs w:val="26"/>
      <w:lang w:val="zh-CN"/>
    </w:rPr>
  </w:style>
  <w:style w:type="paragraph" w:styleId="4">
    <w:name w:val="heading 3"/>
    <w:basedOn w:val="1"/>
    <w:next w:val="1"/>
    <w:link w:val="43"/>
    <w:unhideWhenUsed/>
    <w:qFormat/>
    <w:uiPriority w:val="9"/>
    <w:pPr>
      <w:keepNext/>
      <w:spacing w:before="240" w:after="60"/>
      <w:outlineLvl w:val="2"/>
    </w:pPr>
    <w:rPr>
      <w:rFonts w:ascii="Cambria" w:hAnsi="Cambria"/>
      <w:b/>
      <w:bCs/>
      <w:sz w:val="26"/>
      <w:szCs w:val="26"/>
    </w:rPr>
  </w:style>
  <w:style w:type="paragraph" w:styleId="5">
    <w:name w:val="heading 4"/>
    <w:basedOn w:val="1"/>
    <w:next w:val="6"/>
    <w:link w:val="38"/>
    <w:qFormat/>
    <w:uiPriority w:val="0"/>
    <w:pPr>
      <w:numPr>
        <w:ilvl w:val="3"/>
        <w:numId w:val="1"/>
      </w:numPr>
      <w:tabs>
        <w:tab w:val="left" w:pos="630"/>
        <w:tab w:val="left" w:pos="720"/>
      </w:tabs>
      <w:suppressAutoHyphens/>
      <w:spacing w:before="40" w:after="40"/>
      <w:jc w:val="both"/>
      <w:outlineLvl w:val="3"/>
    </w:pPr>
    <w:rPr>
      <w:rFonts w:eastAsia="SimSun"/>
      <w:i/>
      <w:iCs/>
      <w:sz w:val="20"/>
      <w:szCs w:val="20"/>
    </w:rPr>
  </w:style>
  <w:style w:type="character" w:default="1" w:styleId="10">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6">
    <w:name w:val="Body Text"/>
    <w:basedOn w:val="1"/>
    <w:link w:val="39"/>
    <w:uiPriority w:val="99"/>
    <w:pPr>
      <w:spacing w:after="120"/>
    </w:pPr>
  </w:style>
  <w:style w:type="paragraph" w:styleId="7">
    <w:name w:val="Balloon Text"/>
    <w:basedOn w:val="1"/>
    <w:link w:val="27"/>
    <w:uiPriority w:val="99"/>
    <w:rPr>
      <w:rFonts w:ascii="Tahoma" w:hAnsi="Tahoma" w:cs="Tahoma"/>
      <w:sz w:val="16"/>
      <w:szCs w:val="16"/>
    </w:rPr>
  </w:style>
  <w:style w:type="paragraph" w:styleId="8">
    <w:name w:val="footer"/>
    <w:basedOn w:val="1"/>
    <w:link w:val="17"/>
    <w:uiPriority w:val="99"/>
    <w:pPr>
      <w:tabs>
        <w:tab w:val="center" w:pos="4320"/>
        <w:tab w:val="right" w:pos="8640"/>
      </w:tabs>
    </w:pPr>
  </w:style>
  <w:style w:type="paragraph" w:styleId="9">
    <w:name w:val="header"/>
    <w:basedOn w:val="1"/>
    <w:link w:val="16"/>
    <w:uiPriority w:val="99"/>
    <w:pPr>
      <w:tabs>
        <w:tab w:val="center" w:pos="4320"/>
        <w:tab w:val="right" w:pos="8640"/>
      </w:tabs>
    </w:pPr>
  </w:style>
  <w:style w:type="character" w:styleId="11">
    <w:name w:val="Emphasis"/>
    <w:qFormat/>
    <w:uiPriority w:val="20"/>
    <w:rPr>
      <w:rFonts w:cs="Times New Roman"/>
      <w:i/>
    </w:rPr>
  </w:style>
  <w:style w:type="character" w:styleId="12">
    <w:name w:val="Hyperlink"/>
    <w:uiPriority w:val="99"/>
    <w:rPr>
      <w:rFonts w:cs="Times New Roman"/>
      <w:color w:val="0000FF"/>
      <w:u w:val="single"/>
    </w:rPr>
  </w:style>
  <w:style w:type="character" w:styleId="13">
    <w:name w:val="page number"/>
    <w:uiPriority w:val="99"/>
    <w:rPr>
      <w:rFonts w:cs="Times New Roman"/>
    </w:rPr>
  </w:style>
  <w:style w:type="table" w:styleId="15">
    <w:name w:val="Table Grid"/>
    <w:basedOn w:val="1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Header Char"/>
    <w:link w:val="9"/>
    <w:locked/>
    <w:uiPriority w:val="99"/>
    <w:rPr>
      <w:rFonts w:cs="Times New Roman"/>
      <w:sz w:val="24"/>
      <w:lang w:val="en-US" w:eastAsia="en-US"/>
    </w:rPr>
  </w:style>
  <w:style w:type="character" w:customStyle="1" w:styleId="17">
    <w:name w:val="Footer Char"/>
    <w:link w:val="8"/>
    <w:semiHidden/>
    <w:locked/>
    <w:uiPriority w:val="99"/>
    <w:rPr>
      <w:rFonts w:cs="Times New Roman"/>
      <w:sz w:val="24"/>
      <w:lang w:val="en-US" w:eastAsia="en-US"/>
    </w:rPr>
  </w:style>
  <w:style w:type="paragraph" w:customStyle="1" w:styleId="18">
    <w:name w:val="JPE_Heading 1"/>
    <w:basedOn w:val="1"/>
    <w:qFormat/>
    <w:uiPriority w:val="0"/>
    <w:pPr>
      <w:spacing w:before="120" w:after="120"/>
    </w:pPr>
    <w:rPr>
      <w:b/>
      <w:sz w:val="22"/>
    </w:rPr>
  </w:style>
  <w:style w:type="paragraph" w:customStyle="1" w:styleId="19">
    <w:name w:val="JPE_Heading 2"/>
    <w:basedOn w:val="18"/>
    <w:qFormat/>
    <w:uiPriority w:val="0"/>
    <w:rPr>
      <w:b w:val="0"/>
    </w:rPr>
  </w:style>
  <w:style w:type="paragraph" w:customStyle="1" w:styleId="20">
    <w:name w:val="JPE_Heading 3"/>
    <w:basedOn w:val="19"/>
    <w:qFormat/>
    <w:uiPriority w:val="0"/>
    <w:rPr>
      <w:i/>
    </w:rPr>
  </w:style>
  <w:style w:type="paragraph" w:customStyle="1" w:styleId="21">
    <w:name w:val="JPE_Picture Capture"/>
    <w:basedOn w:val="1"/>
    <w:qFormat/>
    <w:uiPriority w:val="0"/>
    <w:pPr>
      <w:spacing w:before="120" w:after="120"/>
      <w:jc w:val="center"/>
    </w:pPr>
    <w:rPr>
      <w:sz w:val="22"/>
    </w:rPr>
  </w:style>
  <w:style w:type="paragraph" w:customStyle="1" w:styleId="22">
    <w:name w:val="JPE_Table Capture"/>
    <w:basedOn w:val="1"/>
    <w:qFormat/>
    <w:uiPriority w:val="0"/>
    <w:pPr>
      <w:spacing w:before="120" w:after="120"/>
      <w:jc w:val="center"/>
    </w:pPr>
    <w:rPr>
      <w:sz w:val="22"/>
    </w:rPr>
  </w:style>
  <w:style w:type="paragraph" w:customStyle="1" w:styleId="23">
    <w:name w:val="JRPM_Body"/>
    <w:basedOn w:val="1"/>
    <w:qFormat/>
    <w:uiPriority w:val="0"/>
    <w:pPr>
      <w:ind w:firstLine="567"/>
      <w:jc w:val="both"/>
    </w:pPr>
    <w:rPr>
      <w:sz w:val="22"/>
      <w:lang w:val="id-ID"/>
    </w:rPr>
  </w:style>
  <w:style w:type="paragraph" w:customStyle="1" w:styleId="24">
    <w:name w:val="Style E-Journal_Heading 2 + After:  5 pt"/>
    <w:basedOn w:val="1"/>
    <w:uiPriority w:val="0"/>
    <w:pPr>
      <w:spacing w:before="120" w:after="100" w:line="320" w:lineRule="atLeast"/>
      <w:jc w:val="both"/>
    </w:pPr>
    <w:rPr>
      <w:b/>
      <w:bCs/>
      <w:sz w:val="22"/>
      <w:szCs w:val="20"/>
      <w:lang w:val="id-ID"/>
    </w:rPr>
  </w:style>
  <w:style w:type="paragraph" w:customStyle="1" w:styleId="25">
    <w:name w:val="Style E-Journal Table Caption + 11 pt Left:  0 cm Hanging:  16 c..."/>
    <w:basedOn w:val="1"/>
    <w:uiPriority w:val="0"/>
    <w:pPr>
      <w:spacing w:before="120" w:after="120"/>
      <w:ind w:left="907" w:hanging="907"/>
      <w:jc w:val="center"/>
    </w:pPr>
    <w:rPr>
      <w:sz w:val="22"/>
      <w:szCs w:val="20"/>
      <w:lang w:val="id-ID"/>
    </w:rPr>
  </w:style>
  <w:style w:type="paragraph" w:customStyle="1" w:styleId="26">
    <w:name w:val="Style E-Journal_Keywords + Not Italic"/>
    <w:basedOn w:val="1"/>
    <w:uiPriority w:val="0"/>
    <w:pPr>
      <w:spacing w:before="120" w:after="120"/>
      <w:jc w:val="both"/>
    </w:pPr>
    <w:rPr>
      <w:sz w:val="22"/>
      <w:szCs w:val="22"/>
      <w:lang w:val="id-ID"/>
    </w:rPr>
  </w:style>
  <w:style w:type="character" w:customStyle="1" w:styleId="27">
    <w:name w:val="Balloon Text Char"/>
    <w:link w:val="7"/>
    <w:uiPriority w:val="99"/>
    <w:rPr>
      <w:rFonts w:ascii="Tahoma" w:hAnsi="Tahoma" w:cs="Tahoma"/>
      <w:sz w:val="16"/>
      <w:szCs w:val="16"/>
      <w:lang w:val="en-US" w:eastAsia="en-US"/>
    </w:rPr>
  </w:style>
  <w:style w:type="paragraph" w:customStyle="1" w:styleId="28">
    <w:name w:val="JPE_Title English"/>
    <w:basedOn w:val="1"/>
    <w:qFormat/>
    <w:uiPriority w:val="0"/>
    <w:pPr>
      <w:jc w:val="center"/>
    </w:pPr>
    <w:rPr>
      <w:b/>
      <w:i/>
      <w:sz w:val="26"/>
      <w:lang w:val="id-ID"/>
    </w:rPr>
  </w:style>
  <w:style w:type="paragraph" w:customStyle="1" w:styleId="29">
    <w:name w:val="JPE_AbstrakTitle"/>
    <w:basedOn w:val="1"/>
    <w:qFormat/>
    <w:uiPriority w:val="0"/>
    <w:pPr>
      <w:spacing w:after="60"/>
      <w:jc w:val="center"/>
    </w:pPr>
    <w:rPr>
      <w:b/>
      <w:sz w:val="22"/>
      <w:lang w:val="id-ID"/>
    </w:rPr>
  </w:style>
  <w:style w:type="paragraph" w:customStyle="1" w:styleId="30">
    <w:name w:val="JPE_Title Article"/>
    <w:basedOn w:val="1"/>
    <w:qFormat/>
    <w:uiPriority w:val="0"/>
    <w:pPr>
      <w:jc w:val="center"/>
    </w:pPr>
    <w:rPr>
      <w:b/>
      <w:sz w:val="26"/>
      <w:szCs w:val="22"/>
      <w:lang w:val="id-ID"/>
    </w:rPr>
  </w:style>
  <w:style w:type="paragraph" w:customStyle="1" w:styleId="31">
    <w:name w:val="JPE_AbstractBody"/>
    <w:basedOn w:val="30"/>
    <w:qFormat/>
    <w:uiPriority w:val="0"/>
    <w:pPr>
      <w:ind w:firstLine="567"/>
      <w:jc w:val="both"/>
    </w:pPr>
    <w:rPr>
      <w:b w:val="0"/>
      <w:sz w:val="22"/>
    </w:rPr>
  </w:style>
  <w:style w:type="paragraph" w:customStyle="1" w:styleId="32">
    <w:name w:val="JPE_AbstractBodyEnglish"/>
    <w:basedOn w:val="1"/>
    <w:qFormat/>
    <w:uiPriority w:val="0"/>
    <w:pPr>
      <w:ind w:firstLine="567"/>
      <w:jc w:val="both"/>
    </w:pPr>
    <w:rPr>
      <w:i/>
      <w:sz w:val="22"/>
      <w:szCs w:val="22"/>
      <w:lang w:val="id-ID"/>
    </w:rPr>
  </w:style>
  <w:style w:type="paragraph" w:customStyle="1" w:styleId="33">
    <w:name w:val="JPE_AbstrakKeywords"/>
    <w:basedOn w:val="32"/>
    <w:qFormat/>
    <w:uiPriority w:val="0"/>
    <w:pPr>
      <w:spacing w:before="60"/>
      <w:ind w:firstLine="0"/>
    </w:pPr>
  </w:style>
  <w:style w:type="paragraph" w:customStyle="1" w:styleId="34">
    <w:name w:val="JPE_Author-Afiliation"/>
    <w:basedOn w:val="1"/>
    <w:qFormat/>
    <w:uiPriority w:val="0"/>
    <w:pPr>
      <w:jc w:val="center"/>
    </w:pPr>
    <w:rPr>
      <w:bCs/>
      <w:sz w:val="22"/>
      <w:szCs w:val="22"/>
      <w:lang w:val="id-ID"/>
    </w:rPr>
  </w:style>
  <w:style w:type="paragraph" w:customStyle="1" w:styleId="35">
    <w:name w:val="JPE_Author"/>
    <w:basedOn w:val="1"/>
    <w:qFormat/>
    <w:uiPriority w:val="0"/>
    <w:pPr>
      <w:jc w:val="center"/>
    </w:pPr>
    <w:rPr>
      <w:sz w:val="22"/>
      <w:szCs w:val="22"/>
      <w:lang w:val="id-ID"/>
    </w:rPr>
  </w:style>
  <w:style w:type="paragraph" w:customStyle="1" w:styleId="36">
    <w:name w:val="JPE_Body"/>
    <w:basedOn w:val="1"/>
    <w:qFormat/>
    <w:uiPriority w:val="0"/>
    <w:pPr>
      <w:ind w:firstLine="567"/>
      <w:jc w:val="both"/>
    </w:pPr>
    <w:rPr>
      <w:sz w:val="22"/>
      <w:lang w:val="id-ID"/>
    </w:rPr>
  </w:style>
  <w:style w:type="paragraph" w:customStyle="1" w:styleId="37">
    <w:name w:val="JPE_Reference"/>
    <w:basedOn w:val="1"/>
    <w:qFormat/>
    <w:uiPriority w:val="0"/>
    <w:pPr>
      <w:spacing w:before="120" w:after="120"/>
      <w:ind w:left="567" w:hanging="567"/>
      <w:jc w:val="both"/>
    </w:pPr>
    <w:rPr>
      <w:color w:val="000000"/>
      <w:sz w:val="22"/>
      <w:szCs w:val="22"/>
      <w:lang w:val="id-ID"/>
    </w:rPr>
  </w:style>
  <w:style w:type="character" w:customStyle="1" w:styleId="38">
    <w:name w:val="Heading 4 Char"/>
    <w:basedOn w:val="10"/>
    <w:link w:val="5"/>
    <w:uiPriority w:val="0"/>
    <w:rPr>
      <w:rFonts w:eastAsia="SimSun"/>
      <w:i/>
      <w:iCs/>
      <w:lang w:val="en-US" w:eastAsia="en-US"/>
    </w:rPr>
  </w:style>
  <w:style w:type="character" w:customStyle="1" w:styleId="39">
    <w:name w:val="Body Text Char"/>
    <w:basedOn w:val="10"/>
    <w:link w:val="6"/>
    <w:uiPriority w:val="99"/>
    <w:rPr>
      <w:sz w:val="24"/>
      <w:szCs w:val="24"/>
    </w:rPr>
  </w:style>
  <w:style w:type="character" w:customStyle="1" w:styleId="40">
    <w:name w:val="Heading 1 Char"/>
    <w:basedOn w:val="10"/>
    <w:link w:val="2"/>
    <w:uiPriority w:val="0"/>
    <w:rPr>
      <w:rFonts w:asciiTheme="majorHAnsi" w:hAnsiTheme="majorHAnsi" w:eastAsiaTheme="majorEastAsia" w:cstheme="majorBidi"/>
      <w:b/>
      <w:bCs/>
      <w:color w:val="376092" w:themeColor="accent1" w:themeShade="BF"/>
      <w:sz w:val="28"/>
      <w:szCs w:val="28"/>
    </w:rPr>
  </w:style>
  <w:style w:type="paragraph" w:customStyle="1" w:styleId="41">
    <w:name w:val="Table Paragraph"/>
    <w:basedOn w:val="1"/>
    <w:qFormat/>
    <w:uiPriority w:val="1"/>
    <w:pPr>
      <w:widowControl w:val="0"/>
      <w:autoSpaceDE w:val="0"/>
      <w:autoSpaceDN w:val="0"/>
      <w:ind w:left="111"/>
    </w:pPr>
    <w:rPr>
      <w:rFonts w:ascii="Georgia" w:hAnsi="Georgia" w:cs="Georgia"/>
      <w:sz w:val="22"/>
      <w:szCs w:val="22"/>
    </w:rPr>
  </w:style>
  <w:style w:type="paragraph" w:customStyle="1" w:styleId="42">
    <w:name w:val="Default"/>
    <w:uiPriority w:val="0"/>
    <w:pPr>
      <w:autoSpaceDE w:val="0"/>
      <w:autoSpaceDN w:val="0"/>
      <w:adjustRightInd w:val="0"/>
    </w:pPr>
    <w:rPr>
      <w:rFonts w:ascii="Times New Roman" w:hAnsi="Times New Roman" w:eastAsia="Times New Roman" w:cs="Times New Roman"/>
      <w:color w:val="000000"/>
      <w:sz w:val="24"/>
      <w:szCs w:val="24"/>
      <w:lang w:val="zh-CN" w:eastAsia="en-US" w:bidi="ar-SA"/>
    </w:rPr>
  </w:style>
  <w:style w:type="character" w:customStyle="1" w:styleId="43">
    <w:name w:val="Heading 3 Char"/>
    <w:basedOn w:val="10"/>
    <w:link w:val="4"/>
    <w:uiPriority w:val="9"/>
    <w:rPr>
      <w:rFonts w:ascii="Cambria" w:hAnsi="Cambria"/>
      <w:b/>
      <w:bCs/>
      <w:sz w:val="26"/>
      <w:szCs w:val="26"/>
    </w:rPr>
  </w:style>
  <w:style w:type="paragraph" w:customStyle="1" w:styleId="44">
    <w:name w:val="Bibliography"/>
    <w:basedOn w:val="1"/>
    <w:next w:val="1"/>
    <w:unhideWhenUsed/>
    <w:uiPriority w:val="37"/>
    <w:pPr>
      <w:spacing w:line="480" w:lineRule="auto"/>
      <w:ind w:left="720" w:hanging="720"/>
    </w:pPr>
  </w:style>
  <w:style w:type="paragraph" w:customStyle="1" w:styleId="45">
    <w:name w:val="List Paragraph"/>
    <w:basedOn w:val="1"/>
    <w:link w:val="46"/>
    <w:qFormat/>
    <w:uiPriority w:val="34"/>
    <w:pPr>
      <w:ind w:left="720"/>
      <w:contextualSpacing/>
    </w:pPr>
  </w:style>
  <w:style w:type="character" w:customStyle="1" w:styleId="46">
    <w:name w:val="List Paragraph Char"/>
    <w:link w:val="45"/>
    <w:qFormat/>
    <w:locked/>
    <w:uiPriority w:val="34"/>
    <w:rPr>
      <w:sz w:val="24"/>
      <w:szCs w:val="24"/>
    </w:rPr>
  </w:style>
  <w:style w:type="character" w:customStyle="1" w:styleId="47">
    <w:name w:val="Heading 2 Char"/>
    <w:basedOn w:val="10"/>
    <w:link w:val="3"/>
    <w:uiPriority w:val="99"/>
    <w:rPr>
      <w:rFonts w:asciiTheme="majorHAnsi" w:hAnsiTheme="majorHAnsi" w:eastAsiaTheme="majorEastAsia" w:cstheme="majorBidi"/>
      <w:color w:val="376092" w:themeColor="accent1" w:themeShade="BF"/>
      <w:sz w:val="26"/>
      <w:szCs w:val="26"/>
      <w:lang w:val="zh-CN"/>
    </w:rPr>
  </w:style>
  <w:style w:type="character" w:customStyle="1" w:styleId="48">
    <w:name w:val="Placeholder Text"/>
    <w:basedOn w:val="10"/>
    <w:semiHidden/>
    <w:uiPriority w:val="99"/>
    <w:rPr>
      <w:color w:val="808080"/>
    </w:rPr>
  </w:style>
  <w:style w:type="table" w:customStyle="1" w:styleId="49">
    <w:name w:val="Table Grid_2"/>
    <w:basedOn w:val="14"/>
    <w:uiPriority w:val="39"/>
    <w:rPr>
      <w:rFonts w:asciiTheme="minorHAnsi" w:hAnsiTheme="minorHAnsi" w:eastAsiaTheme="minorHAnsi" w:cstheme="minorBidi"/>
      <w:sz w:val="22"/>
      <w:szCs w:val="22"/>
      <w:lang w:val="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0">
    <w:name w:val="selectable-text"/>
    <w:basedOn w:val="10"/>
    <w:uiPriority w:val="0"/>
  </w:style>
  <w:style w:type="character" w:customStyle="1" w:styleId="51">
    <w:name w:val="Unresolved Mention"/>
    <w:basedOn w:val="10"/>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Template Jurnal Prima Edukasia</Template>
  <Pages>8</Pages>
  <Words>56980</Words>
  <Characters>324789</Characters>
  <Lines>2706</Lines>
  <Paragraphs>762</Paragraphs>
  <TotalTime>0</TotalTime>
  <ScaleCrop>false</ScaleCrop>
  <LinksUpToDate>false</LinksUpToDate>
  <CharactersWithSpaces>381007</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2022-10-18T17:36:00Z</dcterms:created>
  <dc:creator>STKIP Muh Ekg</dc:creator>
  <cp:lastModifiedBy>iPhone</cp:lastModifiedBy>
  <cp:lastPrinted>2018-07-09T08:41:00Z</cp:lastPrinted>
  <dcterms:modified xsi:type="dcterms:W3CDTF">2023-08-05T12:34:44Z</dcterms:modified>
  <dc:title>JUDUL DALAM BAHASA INDONESIA, DITULIS DENGAN HURUF TNR-14 BOLD, MAKSIMAL 14 KATA, RATA KIRI</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293feaed9b3e381c6c9cfb2646d30a9f6c06b57caafc59c178cb25ae29ed5e43</vt:lpwstr>
  </property>
  <property fmtid="{D5CDD505-2E9C-101B-9397-08002B2CF9AE}" pid="3" name="ZOTERO_PREF_1">
    <vt:lpwstr>&lt;data data-version="3" zotero-version="6.0.26"&gt;&lt;session id="jEl7KA78"/&gt;&lt;style id="http://www.zotero.org/styles/apa" locale="en-US" hasBibliography="1" bibliographyStyleHasBeenSet="1"/&gt;&lt;prefs&gt;&lt;pref name="fieldType" value="Field"/&gt;&lt;/prefs&gt;&lt;/data&gt;</vt:lpwstr>
  </property>
  <property fmtid="{D5CDD505-2E9C-101B-9397-08002B2CF9AE}" pid="4" name="ICV">
    <vt:lpwstr>9DB3B45B411631FC74DFCD649AE44EB5_33</vt:lpwstr>
  </property>
  <property fmtid="{D5CDD505-2E9C-101B-9397-08002B2CF9AE}" pid="5" name="KSOProductBuildVer">
    <vt:lpwstr>2052-11.33.20</vt:lpwstr>
  </property>
</Properties>
</file>